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88" w:rsidRDefault="00F92988" w:rsidP="007F5192">
      <w:pPr>
        <w:jc w:val="center"/>
        <w:rPr>
          <w:color w:val="000000"/>
        </w:rPr>
      </w:pPr>
      <w:r w:rsidRPr="009A314D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>
            <v:imagedata r:id="rId7" o:title=""/>
          </v:shape>
        </w:pict>
      </w:r>
    </w:p>
    <w:p w:rsidR="00F92988" w:rsidRDefault="00F92988" w:rsidP="007F5192">
      <w:pPr>
        <w:jc w:val="center"/>
      </w:pPr>
    </w:p>
    <w:p w:rsidR="00F92988" w:rsidRPr="004B70A3" w:rsidRDefault="00F92988" w:rsidP="000068B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образования «Тиманский сельсовет»</w:t>
      </w:r>
    </w:p>
    <w:p w:rsidR="00F92988" w:rsidRPr="004B70A3" w:rsidRDefault="00F92988" w:rsidP="000068B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Ненецкого автономного округа</w:t>
      </w:r>
    </w:p>
    <w:p w:rsidR="00F92988" w:rsidRPr="00B24321" w:rsidRDefault="00F92988" w:rsidP="007F5192">
      <w:pPr>
        <w:jc w:val="center"/>
        <w:rPr>
          <w:b/>
        </w:rPr>
      </w:pPr>
    </w:p>
    <w:p w:rsidR="00F92988" w:rsidRPr="000068B5" w:rsidRDefault="00F92988" w:rsidP="007F5192">
      <w:pPr>
        <w:jc w:val="center"/>
        <w:rPr>
          <w:b/>
          <w:sz w:val="28"/>
        </w:rPr>
      </w:pPr>
      <w:r w:rsidRPr="000068B5">
        <w:rPr>
          <w:b/>
          <w:sz w:val="28"/>
        </w:rPr>
        <w:t>ПОСТАНОВЛЕНИЕ</w:t>
      </w:r>
    </w:p>
    <w:p w:rsidR="00F92988" w:rsidRPr="00B24321" w:rsidRDefault="00F92988" w:rsidP="007F5192">
      <w:pPr>
        <w:jc w:val="center"/>
        <w:rPr>
          <w:b/>
          <w:sz w:val="20"/>
          <w:szCs w:val="20"/>
        </w:rPr>
      </w:pPr>
    </w:p>
    <w:p w:rsidR="00F92988" w:rsidRPr="003A5305" w:rsidRDefault="00F92988" w:rsidP="000068B5">
      <w:pPr>
        <w:pStyle w:val="a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28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10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.2014 года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113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п   </w:t>
      </w:r>
    </w:p>
    <w:p w:rsidR="00F92988" w:rsidRDefault="00F92988" w:rsidP="000068B5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4B70A3">
        <w:rPr>
          <w:b w:val="0"/>
          <w:bCs w:val="0"/>
          <w:kern w:val="32"/>
          <w:sz w:val="26"/>
          <w:szCs w:val="26"/>
        </w:rPr>
        <w:t>п. Индига</w:t>
      </w:r>
    </w:p>
    <w:p w:rsidR="00F92988" w:rsidRPr="0098489F" w:rsidRDefault="00F92988" w:rsidP="009B10DD">
      <w:pPr>
        <w:ind w:right="4393"/>
        <w:jc w:val="both"/>
      </w:pPr>
    </w:p>
    <w:tbl>
      <w:tblPr>
        <w:tblW w:w="10036" w:type="dxa"/>
        <w:tblLook w:val="0000"/>
      </w:tblPr>
      <w:tblGrid>
        <w:gridCol w:w="5211"/>
        <w:gridCol w:w="4825"/>
      </w:tblGrid>
      <w:tr w:rsidR="00F92988" w:rsidTr="00B24321">
        <w:tc>
          <w:tcPr>
            <w:tcW w:w="5211" w:type="dxa"/>
          </w:tcPr>
          <w:p w:rsidR="00F92988" w:rsidRDefault="00F92988" w:rsidP="003A57DA">
            <w:pPr>
              <w:jc w:val="both"/>
              <w:rPr>
                <w:sz w:val="26"/>
              </w:rPr>
            </w:pPr>
            <w:r>
              <w:rPr>
                <w:sz w:val="26"/>
                <w:szCs w:val="28"/>
              </w:rPr>
              <w:t>О мерах по предупреждению чрезвычайных ситуаций на водных объектах на территории МО "Тиманский сельсовет" НАО в осенне-зимний период 2014-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6"/>
                  <w:szCs w:val="28"/>
                </w:rPr>
                <w:t>2015 г</w:t>
              </w:r>
            </w:smartTag>
            <w:r>
              <w:rPr>
                <w:sz w:val="26"/>
                <w:szCs w:val="28"/>
              </w:rPr>
              <w:t>.г. и запрете выхода (выезда) на лед рек и водоемов</w:t>
            </w:r>
          </w:p>
        </w:tc>
        <w:tc>
          <w:tcPr>
            <w:tcW w:w="4825" w:type="dxa"/>
          </w:tcPr>
          <w:p w:rsidR="00F92988" w:rsidRDefault="00F92988" w:rsidP="003A57DA">
            <w:pPr>
              <w:jc w:val="both"/>
              <w:rPr>
                <w:sz w:val="26"/>
              </w:rPr>
            </w:pPr>
          </w:p>
        </w:tc>
      </w:tr>
    </w:tbl>
    <w:p w:rsidR="00F92988" w:rsidRPr="00B24321" w:rsidRDefault="00F92988" w:rsidP="00B24321">
      <w:pPr>
        <w:jc w:val="both"/>
        <w:rPr>
          <w:sz w:val="22"/>
          <w:szCs w:val="22"/>
        </w:rPr>
      </w:pPr>
    </w:p>
    <w:p w:rsidR="00F92988" w:rsidRPr="00B24321" w:rsidRDefault="00F92988" w:rsidP="00B24321">
      <w:pPr>
        <w:jc w:val="both"/>
        <w:rPr>
          <w:sz w:val="22"/>
          <w:szCs w:val="22"/>
        </w:rPr>
      </w:pPr>
    </w:p>
    <w:p w:rsidR="00F92988" w:rsidRPr="00B35B16" w:rsidRDefault="00F92988" w:rsidP="00B35B16">
      <w:pPr>
        <w:ind w:firstLine="851"/>
        <w:jc w:val="both"/>
        <w:rPr>
          <w:sz w:val="26"/>
          <w:szCs w:val="28"/>
        </w:rPr>
      </w:pPr>
      <w:r>
        <w:rPr>
          <w:sz w:val="26"/>
          <w:szCs w:val="28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целях обеспечения безопасности граждан на водных объектах на территории МО "Тиманский сельсовет" НАО в осенне-зимний период 2014-</w:t>
      </w:r>
      <w:smartTag w:uri="urn:schemas-microsoft-com:office:smarttags" w:element="metricconverter">
        <w:smartTagPr>
          <w:attr w:name="ProductID" w:val="2015 г"/>
        </w:smartTagPr>
        <w:r>
          <w:rPr>
            <w:sz w:val="26"/>
            <w:szCs w:val="28"/>
          </w:rPr>
          <w:t>2015 г</w:t>
        </w:r>
      </w:smartTag>
      <w:r>
        <w:rPr>
          <w:sz w:val="26"/>
          <w:szCs w:val="28"/>
        </w:rPr>
        <w:t>.г., Администрация МО "Тиманский сельсовет" НАО постановляет:</w:t>
      </w:r>
    </w:p>
    <w:p w:rsidR="00F92988" w:rsidRPr="00B24321" w:rsidRDefault="00F92988" w:rsidP="00B24321">
      <w:pPr>
        <w:jc w:val="center"/>
        <w:rPr>
          <w:sz w:val="22"/>
          <w:szCs w:val="22"/>
        </w:rPr>
      </w:pPr>
    </w:p>
    <w:p w:rsidR="00F92988" w:rsidRDefault="00F92988" w:rsidP="00B24321">
      <w:pPr>
        <w:tabs>
          <w:tab w:val="left" w:pos="1134"/>
        </w:tabs>
        <w:ind w:firstLine="700"/>
        <w:jc w:val="both"/>
        <w:rPr>
          <w:color w:val="000000"/>
          <w:sz w:val="26"/>
          <w:szCs w:val="28"/>
        </w:rPr>
      </w:pPr>
      <w:r>
        <w:rPr>
          <w:sz w:val="26"/>
        </w:rPr>
        <w:t>1.</w:t>
      </w:r>
      <w:r>
        <w:rPr>
          <w:sz w:val="26"/>
        </w:rPr>
        <w:tab/>
      </w:r>
      <w:r>
        <w:rPr>
          <w:color w:val="000000"/>
          <w:sz w:val="26"/>
          <w:szCs w:val="28"/>
        </w:rPr>
        <w:t xml:space="preserve">Запретить с момента образования ледового покрова выезд всех видов техники и выход граждан на лед рек и водоемов, расположенных </w:t>
      </w:r>
      <w:r>
        <w:rPr>
          <w:sz w:val="26"/>
          <w:szCs w:val="28"/>
        </w:rPr>
        <w:t>на территории МО "Тиманский сельсовет" НАО</w:t>
      </w:r>
    </w:p>
    <w:p w:rsidR="00F92988" w:rsidRDefault="00F92988" w:rsidP="00B24321">
      <w:pPr>
        <w:tabs>
          <w:tab w:val="left" w:pos="1134"/>
        </w:tabs>
        <w:ind w:firstLine="700"/>
        <w:jc w:val="both"/>
        <w:rPr>
          <w:color w:val="000000"/>
          <w:sz w:val="26"/>
          <w:szCs w:val="28"/>
        </w:rPr>
      </w:pPr>
      <w:r>
        <w:rPr>
          <w:color w:val="000000"/>
          <w:sz w:val="26"/>
          <w:szCs w:val="28"/>
        </w:rPr>
        <w:t>2.</w:t>
      </w:r>
      <w:r>
        <w:rPr>
          <w:color w:val="000000"/>
          <w:sz w:val="26"/>
          <w:szCs w:val="28"/>
        </w:rPr>
        <w:tab/>
        <w:t xml:space="preserve">Директору МБДОУ ЗР «СОШ п. Индига» (Тороповой А.В.), директору МБДОУ ЗР школа-сад п. Выучейский (Выучейской М.В.), заведующей МБДОУ ЗР «Детский сад п. Индига» (Пашкиной Л.С.) организовать профилактическую и разъяснительную работу о правилах поведения на льду и оказания первой помощи пострадавшим. </w:t>
      </w:r>
    </w:p>
    <w:p w:rsidR="00F92988" w:rsidRDefault="00F92988" w:rsidP="00B24321">
      <w:pPr>
        <w:tabs>
          <w:tab w:val="left" w:pos="1134"/>
        </w:tabs>
        <w:ind w:firstLine="700"/>
        <w:jc w:val="both"/>
        <w:rPr>
          <w:color w:val="000000"/>
          <w:sz w:val="26"/>
          <w:szCs w:val="28"/>
        </w:rPr>
      </w:pPr>
      <w:r>
        <w:rPr>
          <w:color w:val="000000"/>
          <w:sz w:val="26"/>
          <w:szCs w:val="28"/>
        </w:rPr>
        <w:t>3.</w:t>
      </w:r>
      <w:r>
        <w:rPr>
          <w:color w:val="000000"/>
          <w:sz w:val="26"/>
          <w:szCs w:val="28"/>
        </w:rPr>
        <w:tab/>
        <w:t xml:space="preserve">Установить </w:t>
      </w:r>
      <w:r>
        <w:rPr>
          <w:sz w:val="26"/>
        </w:rPr>
        <w:t>предупреждающие аншлаги</w:t>
      </w:r>
      <w:r>
        <w:rPr>
          <w:color w:val="000000"/>
          <w:sz w:val="26"/>
          <w:szCs w:val="28"/>
        </w:rPr>
        <w:t xml:space="preserve"> "Выход (выезд) на лед запрещен".</w:t>
      </w:r>
    </w:p>
    <w:p w:rsidR="00F92988" w:rsidRDefault="00F92988" w:rsidP="00B24321">
      <w:pPr>
        <w:tabs>
          <w:tab w:val="left" w:pos="1134"/>
        </w:tabs>
        <w:ind w:firstLine="700"/>
        <w:jc w:val="both"/>
        <w:rPr>
          <w:color w:val="000000"/>
          <w:sz w:val="26"/>
          <w:szCs w:val="28"/>
        </w:rPr>
      </w:pPr>
      <w:r>
        <w:rPr>
          <w:color w:val="000000"/>
          <w:sz w:val="26"/>
          <w:szCs w:val="28"/>
        </w:rPr>
        <w:t>4.</w:t>
      </w:r>
      <w:r>
        <w:rPr>
          <w:color w:val="000000"/>
          <w:sz w:val="26"/>
          <w:szCs w:val="28"/>
        </w:rPr>
        <w:tab/>
        <w:t>Контроль за выполнением настоящего постановления оставляю за собой.</w:t>
      </w:r>
    </w:p>
    <w:p w:rsidR="00F92988" w:rsidRDefault="00F92988" w:rsidP="00B24321">
      <w:pPr>
        <w:tabs>
          <w:tab w:val="left" w:pos="1134"/>
        </w:tabs>
        <w:ind w:firstLine="700"/>
        <w:jc w:val="both"/>
        <w:rPr>
          <w:color w:val="000000"/>
          <w:sz w:val="26"/>
          <w:szCs w:val="28"/>
        </w:rPr>
      </w:pPr>
      <w:r>
        <w:rPr>
          <w:color w:val="000000"/>
          <w:sz w:val="26"/>
          <w:szCs w:val="28"/>
        </w:rPr>
        <w:t>5.</w:t>
      </w:r>
      <w:r>
        <w:rPr>
          <w:color w:val="000000"/>
          <w:sz w:val="26"/>
          <w:szCs w:val="28"/>
        </w:rPr>
        <w:tab/>
      </w:r>
      <w:r>
        <w:rPr>
          <w:sz w:val="26"/>
          <w:szCs w:val="26"/>
        </w:rPr>
        <w:t>Настоящее постановление вступает в силу со дня его принятия и подлежит официальному опубликованию.</w:t>
      </w:r>
      <w:r>
        <w:rPr>
          <w:color w:val="000000"/>
          <w:sz w:val="26"/>
          <w:szCs w:val="28"/>
        </w:rPr>
        <w:t xml:space="preserve"> </w:t>
      </w:r>
    </w:p>
    <w:p w:rsidR="00F92988" w:rsidRPr="00B24321" w:rsidRDefault="00F92988" w:rsidP="00B24321">
      <w:pPr>
        <w:tabs>
          <w:tab w:val="left" w:pos="1134"/>
        </w:tabs>
        <w:jc w:val="both"/>
        <w:rPr>
          <w:sz w:val="22"/>
          <w:szCs w:val="22"/>
        </w:rPr>
      </w:pPr>
    </w:p>
    <w:p w:rsidR="00F92988" w:rsidRPr="009B10DD" w:rsidRDefault="00F92988" w:rsidP="00251754">
      <w:pPr>
        <w:jc w:val="both"/>
        <w:rPr>
          <w:sz w:val="26"/>
          <w:szCs w:val="26"/>
        </w:rPr>
      </w:pPr>
    </w:p>
    <w:tbl>
      <w:tblPr>
        <w:tblW w:w="0" w:type="auto"/>
        <w:tblLook w:val="0000"/>
      </w:tblPr>
      <w:tblGrid>
        <w:gridCol w:w="4844"/>
        <w:gridCol w:w="4868"/>
      </w:tblGrid>
      <w:tr w:rsidR="00F92988" w:rsidTr="00B36D55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F92988" w:rsidRPr="00A22AD6" w:rsidRDefault="00F92988" w:rsidP="002E6317">
            <w:pPr>
              <w:jc w:val="both"/>
              <w:rPr>
                <w:bCs/>
                <w:sz w:val="26"/>
                <w:szCs w:val="26"/>
              </w:rPr>
            </w:pPr>
            <w:r w:rsidRPr="00A22AD6">
              <w:rPr>
                <w:bCs/>
                <w:sz w:val="26"/>
                <w:szCs w:val="26"/>
              </w:rPr>
              <w:t xml:space="preserve">И.о. главы МО </w:t>
            </w:r>
          </w:p>
          <w:p w:rsidR="00F92988" w:rsidRPr="00A22AD6" w:rsidRDefault="00F92988" w:rsidP="002E6317">
            <w:pPr>
              <w:jc w:val="both"/>
              <w:rPr>
                <w:bCs/>
                <w:sz w:val="26"/>
                <w:szCs w:val="26"/>
              </w:rPr>
            </w:pPr>
            <w:r w:rsidRPr="00A22AD6">
              <w:rPr>
                <w:bCs/>
                <w:sz w:val="26"/>
                <w:szCs w:val="26"/>
              </w:rPr>
              <w:t xml:space="preserve">"Тиманский сельсовет» НАО" 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:rsidR="00F92988" w:rsidRPr="00A22AD6" w:rsidRDefault="00F92988" w:rsidP="002E6317">
            <w:pPr>
              <w:jc w:val="right"/>
              <w:rPr>
                <w:bCs/>
                <w:sz w:val="26"/>
                <w:szCs w:val="26"/>
              </w:rPr>
            </w:pPr>
          </w:p>
          <w:p w:rsidR="00F92988" w:rsidRPr="00A22AD6" w:rsidRDefault="00F92988" w:rsidP="002E6317">
            <w:pPr>
              <w:jc w:val="right"/>
              <w:rPr>
                <w:bCs/>
                <w:sz w:val="26"/>
                <w:szCs w:val="26"/>
              </w:rPr>
            </w:pPr>
            <w:r w:rsidRPr="00A22AD6">
              <w:rPr>
                <w:bCs/>
                <w:sz w:val="26"/>
                <w:szCs w:val="26"/>
              </w:rPr>
              <w:t>О.А. Подлубная</w:t>
            </w:r>
          </w:p>
        </w:tc>
      </w:tr>
    </w:tbl>
    <w:p w:rsidR="00F92988" w:rsidRDefault="00F92988" w:rsidP="00D27024">
      <w:pPr>
        <w:sectPr w:rsidR="00F92988" w:rsidSect="00B24321">
          <w:headerReference w:type="default" r:id="rId8"/>
          <w:pgSz w:w="11906" w:h="16838" w:code="9"/>
          <w:pgMar w:top="1134" w:right="709" w:bottom="0" w:left="1701" w:header="720" w:footer="720" w:gutter="0"/>
          <w:pgNumType w:start="1"/>
          <w:cols w:space="720"/>
          <w:titlePg/>
          <w:docGrid w:linePitch="326"/>
        </w:sectPr>
      </w:pPr>
    </w:p>
    <w:p w:rsidR="00F92988" w:rsidRDefault="00F92988" w:rsidP="00D27024">
      <w:pPr>
        <w:sectPr w:rsidR="00F92988" w:rsidSect="00B24321">
          <w:type w:val="continuous"/>
          <w:pgSz w:w="11906" w:h="16838" w:code="9"/>
          <w:pgMar w:top="1134" w:right="709" w:bottom="0" w:left="1701" w:header="720" w:footer="720" w:gutter="0"/>
          <w:pgNumType w:start="1"/>
          <w:cols w:space="720"/>
          <w:titlePg/>
          <w:docGrid w:linePitch="326"/>
        </w:sectPr>
      </w:pPr>
    </w:p>
    <w:p w:rsidR="00F92988" w:rsidRDefault="00F92988" w:rsidP="00D27024"/>
    <w:p w:rsidR="00F92988" w:rsidRDefault="00F92988" w:rsidP="00D27024">
      <w:pPr>
        <w:sectPr w:rsidR="00F92988" w:rsidSect="00B24321">
          <w:type w:val="continuous"/>
          <w:pgSz w:w="11906" w:h="16838" w:code="9"/>
          <w:pgMar w:top="1134" w:right="709" w:bottom="0" w:left="1701" w:header="720" w:footer="720" w:gutter="0"/>
          <w:pgNumType w:start="1"/>
          <w:cols w:space="720"/>
          <w:titlePg/>
          <w:docGrid w:linePitch="326"/>
        </w:sectPr>
      </w:pPr>
    </w:p>
    <w:p w:rsidR="00F92988" w:rsidRDefault="00F92988" w:rsidP="00B24321">
      <w:pPr>
        <w:jc w:val="right"/>
        <w:rPr>
          <w:sz w:val="26"/>
          <w:szCs w:val="26"/>
        </w:rPr>
      </w:pPr>
    </w:p>
    <w:p w:rsidR="00F92988" w:rsidRDefault="00F92988" w:rsidP="00B24321">
      <w:pPr>
        <w:jc w:val="right"/>
        <w:rPr>
          <w:sz w:val="26"/>
          <w:szCs w:val="26"/>
        </w:rPr>
      </w:pPr>
    </w:p>
    <w:p w:rsidR="00F92988" w:rsidRDefault="00F92988" w:rsidP="00B24321">
      <w:pPr>
        <w:jc w:val="right"/>
        <w:rPr>
          <w:sz w:val="26"/>
          <w:szCs w:val="26"/>
        </w:rPr>
      </w:pPr>
    </w:p>
    <w:p w:rsidR="00F92988" w:rsidRDefault="00F92988" w:rsidP="00B24321">
      <w:pPr>
        <w:jc w:val="right"/>
        <w:rPr>
          <w:sz w:val="26"/>
          <w:szCs w:val="26"/>
        </w:rPr>
      </w:pPr>
    </w:p>
    <w:p w:rsidR="00F92988" w:rsidRDefault="00F92988" w:rsidP="00B24321">
      <w:pPr>
        <w:jc w:val="right"/>
        <w:rPr>
          <w:sz w:val="26"/>
          <w:szCs w:val="26"/>
        </w:rPr>
      </w:pPr>
    </w:p>
    <w:p w:rsidR="00F92988" w:rsidRDefault="00F92988" w:rsidP="00B24321">
      <w:pPr>
        <w:jc w:val="right"/>
        <w:rPr>
          <w:sz w:val="26"/>
          <w:szCs w:val="26"/>
        </w:rPr>
      </w:pPr>
    </w:p>
    <w:p w:rsidR="00F92988" w:rsidRDefault="00F92988" w:rsidP="00B24321">
      <w:pPr>
        <w:jc w:val="right"/>
        <w:rPr>
          <w:sz w:val="26"/>
          <w:szCs w:val="26"/>
        </w:rPr>
      </w:pPr>
    </w:p>
    <w:p w:rsidR="00F92988" w:rsidRDefault="00F92988" w:rsidP="00D27024"/>
    <w:sectPr w:rsidR="00F92988" w:rsidSect="00B24321">
      <w:type w:val="continuous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988" w:rsidRDefault="00F92988" w:rsidP="00693317">
      <w:r>
        <w:separator/>
      </w:r>
    </w:p>
  </w:endnote>
  <w:endnote w:type="continuationSeparator" w:id="0">
    <w:p w:rsidR="00F92988" w:rsidRDefault="00F92988" w:rsidP="00693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988" w:rsidRDefault="00F92988" w:rsidP="00693317">
      <w:r>
        <w:separator/>
      </w:r>
    </w:p>
  </w:footnote>
  <w:footnote w:type="continuationSeparator" w:id="0">
    <w:p w:rsidR="00F92988" w:rsidRDefault="00F92988" w:rsidP="00693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88" w:rsidRDefault="00F9298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F92988" w:rsidRDefault="00F929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2118"/>
    <w:multiLevelType w:val="hybridMultilevel"/>
    <w:tmpl w:val="32A8D5EC"/>
    <w:lvl w:ilvl="0" w:tplc="450C31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64821DE"/>
    <w:multiLevelType w:val="hybridMultilevel"/>
    <w:tmpl w:val="E6444FCA"/>
    <w:lvl w:ilvl="0" w:tplc="103ADD0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310E50"/>
    <w:multiLevelType w:val="hybridMultilevel"/>
    <w:tmpl w:val="1A84A628"/>
    <w:lvl w:ilvl="0" w:tplc="B67C3068">
      <w:start w:val="5"/>
      <w:numFmt w:val="decimal"/>
      <w:lvlText w:val="%1."/>
      <w:lvlJc w:val="left"/>
      <w:pPr>
        <w:ind w:left="1620" w:hanging="360"/>
      </w:pPr>
      <w:rPr>
        <w:rFonts w:cs="Times New Roman" w:hint="default"/>
        <w:b w:val="0"/>
      </w:rPr>
    </w:lvl>
    <w:lvl w:ilvl="1" w:tplc="4B86E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6EE1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31EE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0966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398E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D6476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99267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E048D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9830995"/>
    <w:multiLevelType w:val="hybridMultilevel"/>
    <w:tmpl w:val="7BC015D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B270A10"/>
    <w:multiLevelType w:val="hybridMultilevel"/>
    <w:tmpl w:val="97F62AE2"/>
    <w:lvl w:ilvl="0" w:tplc="103ADD08">
      <w:start w:val="1"/>
      <w:numFmt w:val="bullet"/>
      <w:lvlText w:val="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5">
    <w:nsid w:val="0EBF5A5B"/>
    <w:multiLevelType w:val="hybridMultilevel"/>
    <w:tmpl w:val="CBD665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581974"/>
    <w:multiLevelType w:val="hybridMultilevel"/>
    <w:tmpl w:val="A93E2FAA"/>
    <w:lvl w:ilvl="0" w:tplc="AF7A68F2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7">
    <w:nsid w:val="11F7586B"/>
    <w:multiLevelType w:val="hybridMultilevel"/>
    <w:tmpl w:val="C848111C"/>
    <w:lvl w:ilvl="0" w:tplc="E682BB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24462A4"/>
    <w:multiLevelType w:val="multilevel"/>
    <w:tmpl w:val="09E6F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15657E29"/>
    <w:multiLevelType w:val="hybridMultilevel"/>
    <w:tmpl w:val="DC4A7DCC"/>
    <w:lvl w:ilvl="0" w:tplc="64825E1C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17C47507"/>
    <w:multiLevelType w:val="multilevel"/>
    <w:tmpl w:val="71DA13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30"/>
        </w:tabs>
        <w:ind w:left="93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1">
    <w:nsid w:val="2C272223"/>
    <w:multiLevelType w:val="hybridMultilevel"/>
    <w:tmpl w:val="351CCDE8"/>
    <w:lvl w:ilvl="0" w:tplc="076C30D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2ED02B2E"/>
    <w:multiLevelType w:val="hybridMultilevel"/>
    <w:tmpl w:val="691A9A18"/>
    <w:lvl w:ilvl="0" w:tplc="103ADD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58044D"/>
    <w:multiLevelType w:val="hybridMultilevel"/>
    <w:tmpl w:val="3F588668"/>
    <w:lvl w:ilvl="0" w:tplc="D374C1F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D3F6578"/>
    <w:multiLevelType w:val="hybridMultilevel"/>
    <w:tmpl w:val="FC480A78"/>
    <w:lvl w:ilvl="0" w:tplc="103ADD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D76F67"/>
    <w:multiLevelType w:val="hybridMultilevel"/>
    <w:tmpl w:val="06E00DE4"/>
    <w:lvl w:ilvl="0" w:tplc="103ADD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A660BC"/>
    <w:multiLevelType w:val="multilevel"/>
    <w:tmpl w:val="AFE6B3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41202747"/>
    <w:multiLevelType w:val="hybridMultilevel"/>
    <w:tmpl w:val="0C800AFE"/>
    <w:lvl w:ilvl="0" w:tplc="FA16C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63C8B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48CA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3A2BD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498DA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B84A5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4A9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223D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9E77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24A5F76"/>
    <w:multiLevelType w:val="hybridMultilevel"/>
    <w:tmpl w:val="1C6250C0"/>
    <w:lvl w:ilvl="0" w:tplc="103ADD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86596E"/>
    <w:multiLevelType w:val="hybridMultilevel"/>
    <w:tmpl w:val="381CE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4F5724"/>
    <w:multiLevelType w:val="hybridMultilevel"/>
    <w:tmpl w:val="AF84D61E"/>
    <w:lvl w:ilvl="0" w:tplc="103ADD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CD179E"/>
    <w:multiLevelType w:val="multilevel"/>
    <w:tmpl w:val="9D96304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>
    <w:nsid w:val="4D615A33"/>
    <w:multiLevelType w:val="hybridMultilevel"/>
    <w:tmpl w:val="498C067E"/>
    <w:lvl w:ilvl="0" w:tplc="576AE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DE458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AD69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BD62F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040F9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5C1B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44879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E6EB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A0E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4F8720F9"/>
    <w:multiLevelType w:val="hybridMultilevel"/>
    <w:tmpl w:val="256C218E"/>
    <w:lvl w:ilvl="0" w:tplc="22B86D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9C06C21"/>
    <w:multiLevelType w:val="multilevel"/>
    <w:tmpl w:val="EDAC6E8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ACB7688"/>
    <w:multiLevelType w:val="multilevel"/>
    <w:tmpl w:val="3ADA08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6">
    <w:nsid w:val="61A708FA"/>
    <w:multiLevelType w:val="hybridMultilevel"/>
    <w:tmpl w:val="9B463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752037D"/>
    <w:multiLevelType w:val="multilevel"/>
    <w:tmpl w:val="114E45A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77828C1"/>
    <w:multiLevelType w:val="hybridMultilevel"/>
    <w:tmpl w:val="F3AA4F38"/>
    <w:lvl w:ilvl="0" w:tplc="9DFE8B64">
      <w:start w:val="1"/>
      <w:numFmt w:val="decimal"/>
      <w:lvlText w:val="%1."/>
      <w:lvlJc w:val="left"/>
      <w:pPr>
        <w:tabs>
          <w:tab w:val="num" w:pos="287"/>
        </w:tabs>
        <w:ind w:left="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7"/>
        </w:tabs>
        <w:ind w:left="1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27"/>
        </w:tabs>
        <w:ind w:left="1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47"/>
        </w:tabs>
        <w:ind w:left="2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67"/>
        </w:tabs>
        <w:ind w:left="3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87"/>
        </w:tabs>
        <w:ind w:left="3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07"/>
        </w:tabs>
        <w:ind w:left="4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27"/>
        </w:tabs>
        <w:ind w:left="5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47"/>
        </w:tabs>
        <w:ind w:left="6047" w:hanging="180"/>
      </w:pPr>
      <w:rPr>
        <w:rFonts w:cs="Times New Roman"/>
      </w:rPr>
    </w:lvl>
  </w:abstractNum>
  <w:abstractNum w:abstractNumId="29">
    <w:nsid w:val="69A76795"/>
    <w:multiLevelType w:val="hybridMultilevel"/>
    <w:tmpl w:val="5F1AF73E"/>
    <w:lvl w:ilvl="0" w:tplc="D7AA1EB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0">
    <w:nsid w:val="6B0E4C38"/>
    <w:multiLevelType w:val="hybridMultilevel"/>
    <w:tmpl w:val="3B82413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02C16A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>
    <w:nsid w:val="72AF651E"/>
    <w:multiLevelType w:val="hybridMultilevel"/>
    <w:tmpl w:val="DA582556"/>
    <w:lvl w:ilvl="0" w:tplc="815ADBD4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5B15750"/>
    <w:multiLevelType w:val="hybridMultilevel"/>
    <w:tmpl w:val="E4F2AB74"/>
    <w:lvl w:ilvl="0" w:tplc="103ADD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0710AC"/>
    <w:multiLevelType w:val="hybridMultilevel"/>
    <w:tmpl w:val="6E7E3AEC"/>
    <w:lvl w:ilvl="0" w:tplc="8070B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5E236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354AA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BC05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880E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C83D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5EC3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8381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53AD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3"/>
  </w:num>
  <w:num w:numId="2">
    <w:abstractNumId w:val="31"/>
  </w:num>
  <w:num w:numId="3">
    <w:abstractNumId w:val="13"/>
  </w:num>
  <w:num w:numId="4">
    <w:abstractNumId w:val="9"/>
  </w:num>
  <w:num w:numId="5">
    <w:abstractNumId w:val="6"/>
  </w:num>
  <w:num w:numId="6">
    <w:abstractNumId w:val="29"/>
  </w:num>
  <w:num w:numId="7">
    <w:abstractNumId w:val="26"/>
  </w:num>
  <w:num w:numId="8">
    <w:abstractNumId w:val="5"/>
  </w:num>
  <w:num w:numId="9">
    <w:abstractNumId w:val="2"/>
  </w:num>
  <w:num w:numId="10">
    <w:abstractNumId w:val="28"/>
  </w:num>
  <w:num w:numId="11">
    <w:abstractNumId w:val="0"/>
  </w:num>
  <w:num w:numId="12">
    <w:abstractNumId w:val="3"/>
  </w:num>
  <w:num w:numId="13">
    <w:abstractNumId w:val="10"/>
  </w:num>
  <w:num w:numId="14">
    <w:abstractNumId w:val="22"/>
  </w:num>
  <w:num w:numId="15">
    <w:abstractNumId w:val="32"/>
  </w:num>
  <w:num w:numId="16">
    <w:abstractNumId w:val="7"/>
  </w:num>
  <w:num w:numId="17">
    <w:abstractNumId w:val="11"/>
  </w:num>
  <w:num w:numId="18">
    <w:abstractNumId w:val="30"/>
  </w:num>
  <w:num w:numId="19">
    <w:abstractNumId w:val="17"/>
  </w:num>
  <w:num w:numId="20">
    <w:abstractNumId w:val="34"/>
  </w:num>
  <w:num w:numId="21">
    <w:abstractNumId w:val="1"/>
  </w:num>
  <w:num w:numId="22">
    <w:abstractNumId w:val="8"/>
  </w:num>
  <w:num w:numId="23">
    <w:abstractNumId w:val="21"/>
  </w:num>
  <w:num w:numId="24">
    <w:abstractNumId w:val="14"/>
  </w:num>
  <w:num w:numId="25">
    <w:abstractNumId w:val="4"/>
  </w:num>
  <w:num w:numId="26">
    <w:abstractNumId w:val="25"/>
  </w:num>
  <w:num w:numId="27">
    <w:abstractNumId w:val="18"/>
  </w:num>
  <w:num w:numId="28">
    <w:abstractNumId w:val="20"/>
  </w:num>
  <w:num w:numId="29">
    <w:abstractNumId w:val="33"/>
  </w:num>
  <w:num w:numId="30">
    <w:abstractNumId w:val="12"/>
  </w:num>
  <w:num w:numId="31">
    <w:abstractNumId w:val="16"/>
  </w:num>
  <w:num w:numId="32">
    <w:abstractNumId w:val="15"/>
  </w:num>
  <w:num w:numId="33">
    <w:abstractNumId w:val="24"/>
  </w:num>
  <w:num w:numId="34">
    <w:abstractNumId w:val="27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192"/>
    <w:rsid w:val="000005DA"/>
    <w:rsid w:val="000012BF"/>
    <w:rsid w:val="0000165D"/>
    <w:rsid w:val="00001A2A"/>
    <w:rsid w:val="0000212C"/>
    <w:rsid w:val="0000220A"/>
    <w:rsid w:val="0000253F"/>
    <w:rsid w:val="000027D5"/>
    <w:rsid w:val="00002B47"/>
    <w:rsid w:val="00002D72"/>
    <w:rsid w:val="000030D0"/>
    <w:rsid w:val="00003A4B"/>
    <w:rsid w:val="00003FF4"/>
    <w:rsid w:val="000043B9"/>
    <w:rsid w:val="00004566"/>
    <w:rsid w:val="00004C1F"/>
    <w:rsid w:val="00005790"/>
    <w:rsid w:val="000068A7"/>
    <w:rsid w:val="000068B5"/>
    <w:rsid w:val="000073CD"/>
    <w:rsid w:val="000073EF"/>
    <w:rsid w:val="00007772"/>
    <w:rsid w:val="00007972"/>
    <w:rsid w:val="00007D44"/>
    <w:rsid w:val="00007EDA"/>
    <w:rsid w:val="000102A1"/>
    <w:rsid w:val="00010330"/>
    <w:rsid w:val="0001068A"/>
    <w:rsid w:val="00010A10"/>
    <w:rsid w:val="000112B2"/>
    <w:rsid w:val="00011503"/>
    <w:rsid w:val="00012DF9"/>
    <w:rsid w:val="0001332C"/>
    <w:rsid w:val="0001373A"/>
    <w:rsid w:val="00013989"/>
    <w:rsid w:val="00014BE9"/>
    <w:rsid w:val="00014C78"/>
    <w:rsid w:val="00014E87"/>
    <w:rsid w:val="00015166"/>
    <w:rsid w:val="00015382"/>
    <w:rsid w:val="0001576B"/>
    <w:rsid w:val="00015E14"/>
    <w:rsid w:val="0001681D"/>
    <w:rsid w:val="0001793C"/>
    <w:rsid w:val="00017D81"/>
    <w:rsid w:val="00020448"/>
    <w:rsid w:val="0002061D"/>
    <w:rsid w:val="00021CCD"/>
    <w:rsid w:val="00022162"/>
    <w:rsid w:val="000224A2"/>
    <w:rsid w:val="000233F8"/>
    <w:rsid w:val="00023B6B"/>
    <w:rsid w:val="00024089"/>
    <w:rsid w:val="00024760"/>
    <w:rsid w:val="000247A1"/>
    <w:rsid w:val="00025E70"/>
    <w:rsid w:val="000265A2"/>
    <w:rsid w:val="000269BE"/>
    <w:rsid w:val="000275D1"/>
    <w:rsid w:val="00027EF6"/>
    <w:rsid w:val="000300DF"/>
    <w:rsid w:val="00030423"/>
    <w:rsid w:val="0003112C"/>
    <w:rsid w:val="00031251"/>
    <w:rsid w:val="000313CD"/>
    <w:rsid w:val="00032122"/>
    <w:rsid w:val="00032456"/>
    <w:rsid w:val="00032922"/>
    <w:rsid w:val="00032CA7"/>
    <w:rsid w:val="00032EDD"/>
    <w:rsid w:val="0003305F"/>
    <w:rsid w:val="00033096"/>
    <w:rsid w:val="00033274"/>
    <w:rsid w:val="00033888"/>
    <w:rsid w:val="00033A4E"/>
    <w:rsid w:val="00033B67"/>
    <w:rsid w:val="00034586"/>
    <w:rsid w:val="00034673"/>
    <w:rsid w:val="00035282"/>
    <w:rsid w:val="0003533B"/>
    <w:rsid w:val="0003539B"/>
    <w:rsid w:val="000353DB"/>
    <w:rsid w:val="00035865"/>
    <w:rsid w:val="00035F08"/>
    <w:rsid w:val="0003602C"/>
    <w:rsid w:val="0003619D"/>
    <w:rsid w:val="00036D42"/>
    <w:rsid w:val="0003794D"/>
    <w:rsid w:val="00037D51"/>
    <w:rsid w:val="000402FB"/>
    <w:rsid w:val="00040905"/>
    <w:rsid w:val="00040F73"/>
    <w:rsid w:val="0004127F"/>
    <w:rsid w:val="0004181D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97B"/>
    <w:rsid w:val="00043AE9"/>
    <w:rsid w:val="00044391"/>
    <w:rsid w:val="00044BFE"/>
    <w:rsid w:val="00044C54"/>
    <w:rsid w:val="00045EC9"/>
    <w:rsid w:val="00045FB0"/>
    <w:rsid w:val="000470C1"/>
    <w:rsid w:val="000470F0"/>
    <w:rsid w:val="00047177"/>
    <w:rsid w:val="00047909"/>
    <w:rsid w:val="00050189"/>
    <w:rsid w:val="0005019E"/>
    <w:rsid w:val="000507A6"/>
    <w:rsid w:val="000509D6"/>
    <w:rsid w:val="00051252"/>
    <w:rsid w:val="00051255"/>
    <w:rsid w:val="000512EF"/>
    <w:rsid w:val="00051669"/>
    <w:rsid w:val="00051EB7"/>
    <w:rsid w:val="00052043"/>
    <w:rsid w:val="00052495"/>
    <w:rsid w:val="00052D8A"/>
    <w:rsid w:val="000531A1"/>
    <w:rsid w:val="0005353A"/>
    <w:rsid w:val="000538B2"/>
    <w:rsid w:val="00054F72"/>
    <w:rsid w:val="000551B4"/>
    <w:rsid w:val="00055DD0"/>
    <w:rsid w:val="00055F1A"/>
    <w:rsid w:val="00056543"/>
    <w:rsid w:val="00056590"/>
    <w:rsid w:val="00056A44"/>
    <w:rsid w:val="00056AEF"/>
    <w:rsid w:val="00056F6C"/>
    <w:rsid w:val="00057227"/>
    <w:rsid w:val="000578B8"/>
    <w:rsid w:val="00060443"/>
    <w:rsid w:val="000606C8"/>
    <w:rsid w:val="00060960"/>
    <w:rsid w:val="000612ED"/>
    <w:rsid w:val="00061778"/>
    <w:rsid w:val="00062746"/>
    <w:rsid w:val="000627DA"/>
    <w:rsid w:val="00062987"/>
    <w:rsid w:val="00062C07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E53"/>
    <w:rsid w:val="000702DC"/>
    <w:rsid w:val="0007035E"/>
    <w:rsid w:val="0007049A"/>
    <w:rsid w:val="00070669"/>
    <w:rsid w:val="00070B40"/>
    <w:rsid w:val="00070D7E"/>
    <w:rsid w:val="00071CD1"/>
    <w:rsid w:val="00072891"/>
    <w:rsid w:val="00072A91"/>
    <w:rsid w:val="00072B8E"/>
    <w:rsid w:val="00073024"/>
    <w:rsid w:val="00073034"/>
    <w:rsid w:val="00073E2F"/>
    <w:rsid w:val="0007408E"/>
    <w:rsid w:val="00074970"/>
    <w:rsid w:val="000752AD"/>
    <w:rsid w:val="00075A46"/>
    <w:rsid w:val="000762C8"/>
    <w:rsid w:val="000767F9"/>
    <w:rsid w:val="000812E1"/>
    <w:rsid w:val="00081F24"/>
    <w:rsid w:val="000820C3"/>
    <w:rsid w:val="000820D9"/>
    <w:rsid w:val="00082B63"/>
    <w:rsid w:val="00082E2B"/>
    <w:rsid w:val="00083523"/>
    <w:rsid w:val="00083999"/>
    <w:rsid w:val="00083BE9"/>
    <w:rsid w:val="00085277"/>
    <w:rsid w:val="00085279"/>
    <w:rsid w:val="00085486"/>
    <w:rsid w:val="0008558A"/>
    <w:rsid w:val="000857F1"/>
    <w:rsid w:val="000860A6"/>
    <w:rsid w:val="00086C5D"/>
    <w:rsid w:val="00087527"/>
    <w:rsid w:val="00090E99"/>
    <w:rsid w:val="0009264B"/>
    <w:rsid w:val="000927BE"/>
    <w:rsid w:val="0009418F"/>
    <w:rsid w:val="0009420D"/>
    <w:rsid w:val="0009466C"/>
    <w:rsid w:val="00094B0C"/>
    <w:rsid w:val="0009522A"/>
    <w:rsid w:val="000956BC"/>
    <w:rsid w:val="00095B23"/>
    <w:rsid w:val="00095F03"/>
    <w:rsid w:val="00096A9D"/>
    <w:rsid w:val="0009704A"/>
    <w:rsid w:val="00097087"/>
    <w:rsid w:val="00097179"/>
    <w:rsid w:val="000971F3"/>
    <w:rsid w:val="00097993"/>
    <w:rsid w:val="000979A7"/>
    <w:rsid w:val="00097B9B"/>
    <w:rsid w:val="00097ECA"/>
    <w:rsid w:val="000A078E"/>
    <w:rsid w:val="000A0965"/>
    <w:rsid w:val="000A0983"/>
    <w:rsid w:val="000A10EE"/>
    <w:rsid w:val="000A12FC"/>
    <w:rsid w:val="000A1600"/>
    <w:rsid w:val="000A2612"/>
    <w:rsid w:val="000A2BC8"/>
    <w:rsid w:val="000A2C0F"/>
    <w:rsid w:val="000A3568"/>
    <w:rsid w:val="000A3D8D"/>
    <w:rsid w:val="000A3DAA"/>
    <w:rsid w:val="000A4442"/>
    <w:rsid w:val="000A4603"/>
    <w:rsid w:val="000A5401"/>
    <w:rsid w:val="000A597B"/>
    <w:rsid w:val="000A5B83"/>
    <w:rsid w:val="000A652B"/>
    <w:rsid w:val="000A6FAD"/>
    <w:rsid w:val="000A70EF"/>
    <w:rsid w:val="000A713C"/>
    <w:rsid w:val="000A721E"/>
    <w:rsid w:val="000A7271"/>
    <w:rsid w:val="000B01A8"/>
    <w:rsid w:val="000B088C"/>
    <w:rsid w:val="000B0DF1"/>
    <w:rsid w:val="000B12CD"/>
    <w:rsid w:val="000B1463"/>
    <w:rsid w:val="000B14FD"/>
    <w:rsid w:val="000B1E86"/>
    <w:rsid w:val="000B2151"/>
    <w:rsid w:val="000B24AB"/>
    <w:rsid w:val="000B2AC1"/>
    <w:rsid w:val="000B361B"/>
    <w:rsid w:val="000B3F20"/>
    <w:rsid w:val="000B4055"/>
    <w:rsid w:val="000B4382"/>
    <w:rsid w:val="000B4C52"/>
    <w:rsid w:val="000B58FE"/>
    <w:rsid w:val="000B5BF9"/>
    <w:rsid w:val="000B5D18"/>
    <w:rsid w:val="000C07A6"/>
    <w:rsid w:val="000C091A"/>
    <w:rsid w:val="000C1996"/>
    <w:rsid w:val="000C1DB2"/>
    <w:rsid w:val="000C2043"/>
    <w:rsid w:val="000C2086"/>
    <w:rsid w:val="000C244B"/>
    <w:rsid w:val="000C26FF"/>
    <w:rsid w:val="000C285E"/>
    <w:rsid w:val="000C2A9B"/>
    <w:rsid w:val="000C2CCE"/>
    <w:rsid w:val="000C334C"/>
    <w:rsid w:val="000C3615"/>
    <w:rsid w:val="000C3DFA"/>
    <w:rsid w:val="000C455C"/>
    <w:rsid w:val="000C4E53"/>
    <w:rsid w:val="000C577D"/>
    <w:rsid w:val="000C57C8"/>
    <w:rsid w:val="000C5918"/>
    <w:rsid w:val="000C5DB6"/>
    <w:rsid w:val="000C5FBD"/>
    <w:rsid w:val="000C6746"/>
    <w:rsid w:val="000C6E75"/>
    <w:rsid w:val="000C704A"/>
    <w:rsid w:val="000C7593"/>
    <w:rsid w:val="000C7652"/>
    <w:rsid w:val="000D0112"/>
    <w:rsid w:val="000D0783"/>
    <w:rsid w:val="000D0A20"/>
    <w:rsid w:val="000D0AB5"/>
    <w:rsid w:val="000D0D13"/>
    <w:rsid w:val="000D17CA"/>
    <w:rsid w:val="000D1D13"/>
    <w:rsid w:val="000D24CA"/>
    <w:rsid w:val="000D2D78"/>
    <w:rsid w:val="000D3347"/>
    <w:rsid w:val="000D352F"/>
    <w:rsid w:val="000D39A8"/>
    <w:rsid w:val="000D39F7"/>
    <w:rsid w:val="000D3B05"/>
    <w:rsid w:val="000D3BE6"/>
    <w:rsid w:val="000D403C"/>
    <w:rsid w:val="000D4641"/>
    <w:rsid w:val="000D6025"/>
    <w:rsid w:val="000D606D"/>
    <w:rsid w:val="000D61F3"/>
    <w:rsid w:val="000D653E"/>
    <w:rsid w:val="000D680B"/>
    <w:rsid w:val="000D696E"/>
    <w:rsid w:val="000D69D2"/>
    <w:rsid w:val="000D6E1A"/>
    <w:rsid w:val="000D7647"/>
    <w:rsid w:val="000E021F"/>
    <w:rsid w:val="000E0377"/>
    <w:rsid w:val="000E22EF"/>
    <w:rsid w:val="000E271D"/>
    <w:rsid w:val="000E27AF"/>
    <w:rsid w:val="000E2856"/>
    <w:rsid w:val="000E2DD8"/>
    <w:rsid w:val="000E34EF"/>
    <w:rsid w:val="000E35C7"/>
    <w:rsid w:val="000E37C3"/>
    <w:rsid w:val="000E39FE"/>
    <w:rsid w:val="000E3BEE"/>
    <w:rsid w:val="000E3E5F"/>
    <w:rsid w:val="000E4489"/>
    <w:rsid w:val="000E47DE"/>
    <w:rsid w:val="000E528D"/>
    <w:rsid w:val="000E5298"/>
    <w:rsid w:val="000E52AC"/>
    <w:rsid w:val="000E5386"/>
    <w:rsid w:val="000E5EF7"/>
    <w:rsid w:val="000E6124"/>
    <w:rsid w:val="000E64E4"/>
    <w:rsid w:val="000E701D"/>
    <w:rsid w:val="000E71CC"/>
    <w:rsid w:val="000E7543"/>
    <w:rsid w:val="000E7A85"/>
    <w:rsid w:val="000E7B4F"/>
    <w:rsid w:val="000F0897"/>
    <w:rsid w:val="000F0D32"/>
    <w:rsid w:val="000F2BEF"/>
    <w:rsid w:val="000F2C06"/>
    <w:rsid w:val="000F2E64"/>
    <w:rsid w:val="000F39DB"/>
    <w:rsid w:val="000F3BA1"/>
    <w:rsid w:val="000F43AF"/>
    <w:rsid w:val="000F454A"/>
    <w:rsid w:val="000F4705"/>
    <w:rsid w:val="000F4AA3"/>
    <w:rsid w:val="000F4C1D"/>
    <w:rsid w:val="000F54B6"/>
    <w:rsid w:val="000F5DCA"/>
    <w:rsid w:val="000F61B0"/>
    <w:rsid w:val="000F6906"/>
    <w:rsid w:val="000F6A6C"/>
    <w:rsid w:val="000F6A76"/>
    <w:rsid w:val="000F71E4"/>
    <w:rsid w:val="0010091E"/>
    <w:rsid w:val="0010106B"/>
    <w:rsid w:val="00101A2A"/>
    <w:rsid w:val="001023A1"/>
    <w:rsid w:val="001024F3"/>
    <w:rsid w:val="00102CD3"/>
    <w:rsid w:val="001033AA"/>
    <w:rsid w:val="00103D1E"/>
    <w:rsid w:val="00104E50"/>
    <w:rsid w:val="0010584B"/>
    <w:rsid w:val="001059D8"/>
    <w:rsid w:val="00105FAD"/>
    <w:rsid w:val="001066DB"/>
    <w:rsid w:val="00106A31"/>
    <w:rsid w:val="0010764A"/>
    <w:rsid w:val="00107DD8"/>
    <w:rsid w:val="001101CC"/>
    <w:rsid w:val="00110E23"/>
    <w:rsid w:val="0011102A"/>
    <w:rsid w:val="00111300"/>
    <w:rsid w:val="00111727"/>
    <w:rsid w:val="00112A1C"/>
    <w:rsid w:val="001136C8"/>
    <w:rsid w:val="001138CE"/>
    <w:rsid w:val="00113A8D"/>
    <w:rsid w:val="00113CCF"/>
    <w:rsid w:val="00113EDC"/>
    <w:rsid w:val="00114A86"/>
    <w:rsid w:val="00114AAE"/>
    <w:rsid w:val="00115007"/>
    <w:rsid w:val="0011504F"/>
    <w:rsid w:val="00115415"/>
    <w:rsid w:val="001157D8"/>
    <w:rsid w:val="0011698C"/>
    <w:rsid w:val="00120049"/>
    <w:rsid w:val="001207AE"/>
    <w:rsid w:val="00121A41"/>
    <w:rsid w:val="00121DD2"/>
    <w:rsid w:val="00122025"/>
    <w:rsid w:val="0012222E"/>
    <w:rsid w:val="00123392"/>
    <w:rsid w:val="00123D1E"/>
    <w:rsid w:val="001242E7"/>
    <w:rsid w:val="00124F7A"/>
    <w:rsid w:val="00126384"/>
    <w:rsid w:val="001269CF"/>
    <w:rsid w:val="00126A2F"/>
    <w:rsid w:val="00126F28"/>
    <w:rsid w:val="00127211"/>
    <w:rsid w:val="00130386"/>
    <w:rsid w:val="00130B3B"/>
    <w:rsid w:val="00130F92"/>
    <w:rsid w:val="00131B70"/>
    <w:rsid w:val="00131E39"/>
    <w:rsid w:val="00132572"/>
    <w:rsid w:val="00132795"/>
    <w:rsid w:val="0013341E"/>
    <w:rsid w:val="00133BD6"/>
    <w:rsid w:val="00133DD6"/>
    <w:rsid w:val="00133ECB"/>
    <w:rsid w:val="00133F38"/>
    <w:rsid w:val="0013405D"/>
    <w:rsid w:val="0013449B"/>
    <w:rsid w:val="00134615"/>
    <w:rsid w:val="00134A70"/>
    <w:rsid w:val="00135D85"/>
    <w:rsid w:val="00136352"/>
    <w:rsid w:val="00136698"/>
    <w:rsid w:val="00136705"/>
    <w:rsid w:val="001374F4"/>
    <w:rsid w:val="00137E1C"/>
    <w:rsid w:val="0014027B"/>
    <w:rsid w:val="00141084"/>
    <w:rsid w:val="00141093"/>
    <w:rsid w:val="001410C3"/>
    <w:rsid w:val="00141377"/>
    <w:rsid w:val="0014205E"/>
    <w:rsid w:val="001422F5"/>
    <w:rsid w:val="00142E04"/>
    <w:rsid w:val="00142F1E"/>
    <w:rsid w:val="001431EE"/>
    <w:rsid w:val="001433B7"/>
    <w:rsid w:val="00143E4D"/>
    <w:rsid w:val="00144380"/>
    <w:rsid w:val="00144DE2"/>
    <w:rsid w:val="00144E4A"/>
    <w:rsid w:val="0014574E"/>
    <w:rsid w:val="0014598B"/>
    <w:rsid w:val="00145F40"/>
    <w:rsid w:val="001460BB"/>
    <w:rsid w:val="001461EF"/>
    <w:rsid w:val="001464E6"/>
    <w:rsid w:val="0014691F"/>
    <w:rsid w:val="00146CB4"/>
    <w:rsid w:val="00147F2A"/>
    <w:rsid w:val="0015014A"/>
    <w:rsid w:val="00150783"/>
    <w:rsid w:val="001509BE"/>
    <w:rsid w:val="001509C7"/>
    <w:rsid w:val="00150B91"/>
    <w:rsid w:val="001522D5"/>
    <w:rsid w:val="001522FE"/>
    <w:rsid w:val="001523BF"/>
    <w:rsid w:val="001524CC"/>
    <w:rsid w:val="0015265F"/>
    <w:rsid w:val="001533B9"/>
    <w:rsid w:val="00153598"/>
    <w:rsid w:val="001538D3"/>
    <w:rsid w:val="00153A67"/>
    <w:rsid w:val="00153AC5"/>
    <w:rsid w:val="00153DDF"/>
    <w:rsid w:val="00154423"/>
    <w:rsid w:val="001546EA"/>
    <w:rsid w:val="00154EFD"/>
    <w:rsid w:val="001550E6"/>
    <w:rsid w:val="00155D73"/>
    <w:rsid w:val="0015652F"/>
    <w:rsid w:val="00157271"/>
    <w:rsid w:val="001579F8"/>
    <w:rsid w:val="00157F5A"/>
    <w:rsid w:val="001602ED"/>
    <w:rsid w:val="00160407"/>
    <w:rsid w:val="00160720"/>
    <w:rsid w:val="001607D8"/>
    <w:rsid w:val="001607EB"/>
    <w:rsid w:val="00160A2F"/>
    <w:rsid w:val="001619B4"/>
    <w:rsid w:val="00161A48"/>
    <w:rsid w:val="00162019"/>
    <w:rsid w:val="001624CD"/>
    <w:rsid w:val="00163994"/>
    <w:rsid w:val="00163A87"/>
    <w:rsid w:val="00163CC0"/>
    <w:rsid w:val="00164EC1"/>
    <w:rsid w:val="00165410"/>
    <w:rsid w:val="001656AD"/>
    <w:rsid w:val="0016581C"/>
    <w:rsid w:val="00165E83"/>
    <w:rsid w:val="001660EB"/>
    <w:rsid w:val="001666AF"/>
    <w:rsid w:val="00166DEC"/>
    <w:rsid w:val="001671D7"/>
    <w:rsid w:val="0016726F"/>
    <w:rsid w:val="00167AF4"/>
    <w:rsid w:val="001708FA"/>
    <w:rsid w:val="00170EF7"/>
    <w:rsid w:val="001719DE"/>
    <w:rsid w:val="00171A02"/>
    <w:rsid w:val="00171B03"/>
    <w:rsid w:val="0017222F"/>
    <w:rsid w:val="00172923"/>
    <w:rsid w:val="001731BE"/>
    <w:rsid w:val="00173204"/>
    <w:rsid w:val="00173238"/>
    <w:rsid w:val="00173AA1"/>
    <w:rsid w:val="00173E83"/>
    <w:rsid w:val="00173F32"/>
    <w:rsid w:val="00174800"/>
    <w:rsid w:val="00175473"/>
    <w:rsid w:val="001755A7"/>
    <w:rsid w:val="00175C23"/>
    <w:rsid w:val="00176289"/>
    <w:rsid w:val="00176A34"/>
    <w:rsid w:val="001771C1"/>
    <w:rsid w:val="00180193"/>
    <w:rsid w:val="0018045B"/>
    <w:rsid w:val="001806D5"/>
    <w:rsid w:val="00180889"/>
    <w:rsid w:val="00180AFF"/>
    <w:rsid w:val="00181121"/>
    <w:rsid w:val="00181EFA"/>
    <w:rsid w:val="00182013"/>
    <w:rsid w:val="001821FC"/>
    <w:rsid w:val="00182549"/>
    <w:rsid w:val="00182B5C"/>
    <w:rsid w:val="00182BCB"/>
    <w:rsid w:val="00182C2E"/>
    <w:rsid w:val="00182D52"/>
    <w:rsid w:val="00182FF9"/>
    <w:rsid w:val="00183627"/>
    <w:rsid w:val="00184080"/>
    <w:rsid w:val="00184D95"/>
    <w:rsid w:val="001850CE"/>
    <w:rsid w:val="00186001"/>
    <w:rsid w:val="00186524"/>
    <w:rsid w:val="001868D7"/>
    <w:rsid w:val="00186E7F"/>
    <w:rsid w:val="00187732"/>
    <w:rsid w:val="00187A28"/>
    <w:rsid w:val="0019002C"/>
    <w:rsid w:val="00190127"/>
    <w:rsid w:val="00190184"/>
    <w:rsid w:val="00190529"/>
    <w:rsid w:val="001906C5"/>
    <w:rsid w:val="0019081D"/>
    <w:rsid w:val="00191EF9"/>
    <w:rsid w:val="00192065"/>
    <w:rsid w:val="001926C2"/>
    <w:rsid w:val="0019276A"/>
    <w:rsid w:val="001935BC"/>
    <w:rsid w:val="00194B67"/>
    <w:rsid w:val="001950B3"/>
    <w:rsid w:val="00195C94"/>
    <w:rsid w:val="001960D3"/>
    <w:rsid w:val="00196291"/>
    <w:rsid w:val="00196BF7"/>
    <w:rsid w:val="00196E34"/>
    <w:rsid w:val="00197093"/>
    <w:rsid w:val="001979E6"/>
    <w:rsid w:val="001A020D"/>
    <w:rsid w:val="001A044C"/>
    <w:rsid w:val="001A103C"/>
    <w:rsid w:val="001A123A"/>
    <w:rsid w:val="001A1432"/>
    <w:rsid w:val="001A32D7"/>
    <w:rsid w:val="001A3902"/>
    <w:rsid w:val="001A3B76"/>
    <w:rsid w:val="001A4324"/>
    <w:rsid w:val="001A4378"/>
    <w:rsid w:val="001A44B1"/>
    <w:rsid w:val="001A4F8D"/>
    <w:rsid w:val="001A512F"/>
    <w:rsid w:val="001A533F"/>
    <w:rsid w:val="001A5C86"/>
    <w:rsid w:val="001A5F2A"/>
    <w:rsid w:val="001A6116"/>
    <w:rsid w:val="001A7E00"/>
    <w:rsid w:val="001A7E17"/>
    <w:rsid w:val="001A7E45"/>
    <w:rsid w:val="001B0222"/>
    <w:rsid w:val="001B0486"/>
    <w:rsid w:val="001B0FE6"/>
    <w:rsid w:val="001B1DD6"/>
    <w:rsid w:val="001B257E"/>
    <w:rsid w:val="001B25BA"/>
    <w:rsid w:val="001B2869"/>
    <w:rsid w:val="001B29F4"/>
    <w:rsid w:val="001B2B67"/>
    <w:rsid w:val="001B3032"/>
    <w:rsid w:val="001B33B1"/>
    <w:rsid w:val="001B369D"/>
    <w:rsid w:val="001B373B"/>
    <w:rsid w:val="001B3AFD"/>
    <w:rsid w:val="001B3C87"/>
    <w:rsid w:val="001B44AE"/>
    <w:rsid w:val="001B4A63"/>
    <w:rsid w:val="001B4F25"/>
    <w:rsid w:val="001B5477"/>
    <w:rsid w:val="001B6802"/>
    <w:rsid w:val="001B6C2D"/>
    <w:rsid w:val="001B7274"/>
    <w:rsid w:val="001B78DE"/>
    <w:rsid w:val="001B7EA0"/>
    <w:rsid w:val="001C09A8"/>
    <w:rsid w:val="001C0E9E"/>
    <w:rsid w:val="001C140B"/>
    <w:rsid w:val="001C16F4"/>
    <w:rsid w:val="001C172B"/>
    <w:rsid w:val="001C1E61"/>
    <w:rsid w:val="001C20AF"/>
    <w:rsid w:val="001C325E"/>
    <w:rsid w:val="001C47CE"/>
    <w:rsid w:val="001C4B90"/>
    <w:rsid w:val="001C4F5E"/>
    <w:rsid w:val="001C5141"/>
    <w:rsid w:val="001C565D"/>
    <w:rsid w:val="001C5B04"/>
    <w:rsid w:val="001C6329"/>
    <w:rsid w:val="001C6579"/>
    <w:rsid w:val="001C70E9"/>
    <w:rsid w:val="001C79D1"/>
    <w:rsid w:val="001D072D"/>
    <w:rsid w:val="001D0904"/>
    <w:rsid w:val="001D0EC3"/>
    <w:rsid w:val="001D1501"/>
    <w:rsid w:val="001D2013"/>
    <w:rsid w:val="001D219B"/>
    <w:rsid w:val="001D30D8"/>
    <w:rsid w:val="001D35AD"/>
    <w:rsid w:val="001D38A2"/>
    <w:rsid w:val="001D39DD"/>
    <w:rsid w:val="001D3D14"/>
    <w:rsid w:val="001D452B"/>
    <w:rsid w:val="001D4701"/>
    <w:rsid w:val="001D4AB9"/>
    <w:rsid w:val="001D4E57"/>
    <w:rsid w:val="001D5023"/>
    <w:rsid w:val="001D59F2"/>
    <w:rsid w:val="001D5E1B"/>
    <w:rsid w:val="001D61A7"/>
    <w:rsid w:val="001D6538"/>
    <w:rsid w:val="001D69FC"/>
    <w:rsid w:val="001D6B2E"/>
    <w:rsid w:val="001D6BAE"/>
    <w:rsid w:val="001D6F10"/>
    <w:rsid w:val="001D7340"/>
    <w:rsid w:val="001D73FB"/>
    <w:rsid w:val="001D7D40"/>
    <w:rsid w:val="001E0561"/>
    <w:rsid w:val="001E0F33"/>
    <w:rsid w:val="001E1097"/>
    <w:rsid w:val="001E167E"/>
    <w:rsid w:val="001E18DB"/>
    <w:rsid w:val="001E19CF"/>
    <w:rsid w:val="001E2205"/>
    <w:rsid w:val="001E2774"/>
    <w:rsid w:val="001E2AE6"/>
    <w:rsid w:val="001E2D31"/>
    <w:rsid w:val="001E3805"/>
    <w:rsid w:val="001E433A"/>
    <w:rsid w:val="001E4922"/>
    <w:rsid w:val="001E4A55"/>
    <w:rsid w:val="001E5167"/>
    <w:rsid w:val="001E5D8C"/>
    <w:rsid w:val="001E5E60"/>
    <w:rsid w:val="001E608C"/>
    <w:rsid w:val="001E6FEC"/>
    <w:rsid w:val="001E7E44"/>
    <w:rsid w:val="001F03FF"/>
    <w:rsid w:val="001F0C44"/>
    <w:rsid w:val="001F0F26"/>
    <w:rsid w:val="001F111A"/>
    <w:rsid w:val="001F12C6"/>
    <w:rsid w:val="001F1D04"/>
    <w:rsid w:val="001F1D32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39C"/>
    <w:rsid w:val="001F4EB4"/>
    <w:rsid w:val="001F5306"/>
    <w:rsid w:val="001F5365"/>
    <w:rsid w:val="001F5604"/>
    <w:rsid w:val="001F5A56"/>
    <w:rsid w:val="001F627B"/>
    <w:rsid w:val="001F6E7F"/>
    <w:rsid w:val="001F7295"/>
    <w:rsid w:val="001F768E"/>
    <w:rsid w:val="001F7A79"/>
    <w:rsid w:val="001F7DF0"/>
    <w:rsid w:val="00200CBC"/>
    <w:rsid w:val="00201428"/>
    <w:rsid w:val="00201B38"/>
    <w:rsid w:val="00202E60"/>
    <w:rsid w:val="002035D2"/>
    <w:rsid w:val="00203692"/>
    <w:rsid w:val="00203C15"/>
    <w:rsid w:val="00204552"/>
    <w:rsid w:val="00204961"/>
    <w:rsid w:val="00204E70"/>
    <w:rsid w:val="00205966"/>
    <w:rsid w:val="00205CFF"/>
    <w:rsid w:val="00205EEB"/>
    <w:rsid w:val="00210BE9"/>
    <w:rsid w:val="00210D04"/>
    <w:rsid w:val="00210DC9"/>
    <w:rsid w:val="00211D7B"/>
    <w:rsid w:val="0021231A"/>
    <w:rsid w:val="0021239C"/>
    <w:rsid w:val="00212566"/>
    <w:rsid w:val="002128F1"/>
    <w:rsid w:val="00213CB1"/>
    <w:rsid w:val="00213CF8"/>
    <w:rsid w:val="00213D77"/>
    <w:rsid w:val="00213E2A"/>
    <w:rsid w:val="00214466"/>
    <w:rsid w:val="0021588E"/>
    <w:rsid w:val="00215ED1"/>
    <w:rsid w:val="00215ED9"/>
    <w:rsid w:val="002160E4"/>
    <w:rsid w:val="00216133"/>
    <w:rsid w:val="002161F9"/>
    <w:rsid w:val="0021626A"/>
    <w:rsid w:val="002162AC"/>
    <w:rsid w:val="00216D23"/>
    <w:rsid w:val="00216D4E"/>
    <w:rsid w:val="00217150"/>
    <w:rsid w:val="00217655"/>
    <w:rsid w:val="00217929"/>
    <w:rsid w:val="00217ABC"/>
    <w:rsid w:val="0022008F"/>
    <w:rsid w:val="00220663"/>
    <w:rsid w:val="0022082B"/>
    <w:rsid w:val="00220A6F"/>
    <w:rsid w:val="00220EDB"/>
    <w:rsid w:val="00221136"/>
    <w:rsid w:val="00221355"/>
    <w:rsid w:val="00221787"/>
    <w:rsid w:val="0022188B"/>
    <w:rsid w:val="002218BC"/>
    <w:rsid w:val="002219AF"/>
    <w:rsid w:val="00221BCC"/>
    <w:rsid w:val="002227B4"/>
    <w:rsid w:val="0022303A"/>
    <w:rsid w:val="002234CB"/>
    <w:rsid w:val="002235E4"/>
    <w:rsid w:val="002249C7"/>
    <w:rsid w:val="00224C05"/>
    <w:rsid w:val="00225085"/>
    <w:rsid w:val="00225A64"/>
    <w:rsid w:val="00225B8F"/>
    <w:rsid w:val="00225C1A"/>
    <w:rsid w:val="00227EB2"/>
    <w:rsid w:val="0023077A"/>
    <w:rsid w:val="00230F01"/>
    <w:rsid w:val="0023107A"/>
    <w:rsid w:val="00231822"/>
    <w:rsid w:val="002320DB"/>
    <w:rsid w:val="00232715"/>
    <w:rsid w:val="002328F3"/>
    <w:rsid w:val="00233023"/>
    <w:rsid w:val="00233955"/>
    <w:rsid w:val="002344EC"/>
    <w:rsid w:val="002346E1"/>
    <w:rsid w:val="0023547F"/>
    <w:rsid w:val="0023583C"/>
    <w:rsid w:val="00235B7F"/>
    <w:rsid w:val="00235D88"/>
    <w:rsid w:val="0023617A"/>
    <w:rsid w:val="00237411"/>
    <w:rsid w:val="00237970"/>
    <w:rsid w:val="00237CFF"/>
    <w:rsid w:val="00237EF0"/>
    <w:rsid w:val="0024106A"/>
    <w:rsid w:val="002419DE"/>
    <w:rsid w:val="00241F6A"/>
    <w:rsid w:val="00242500"/>
    <w:rsid w:val="00242638"/>
    <w:rsid w:val="00243648"/>
    <w:rsid w:val="00243D1C"/>
    <w:rsid w:val="0024412A"/>
    <w:rsid w:val="002447C5"/>
    <w:rsid w:val="002451B9"/>
    <w:rsid w:val="002452EE"/>
    <w:rsid w:val="0024623A"/>
    <w:rsid w:val="002467C8"/>
    <w:rsid w:val="0024734A"/>
    <w:rsid w:val="002477F5"/>
    <w:rsid w:val="00250007"/>
    <w:rsid w:val="002500AE"/>
    <w:rsid w:val="0025067F"/>
    <w:rsid w:val="0025090D"/>
    <w:rsid w:val="00251312"/>
    <w:rsid w:val="0025165C"/>
    <w:rsid w:val="00251754"/>
    <w:rsid w:val="002517F2"/>
    <w:rsid w:val="00252202"/>
    <w:rsid w:val="0025393F"/>
    <w:rsid w:val="00254104"/>
    <w:rsid w:val="0025435C"/>
    <w:rsid w:val="002545EE"/>
    <w:rsid w:val="0025470F"/>
    <w:rsid w:val="00255610"/>
    <w:rsid w:val="002557E7"/>
    <w:rsid w:val="00255CE7"/>
    <w:rsid w:val="00255E48"/>
    <w:rsid w:val="00256698"/>
    <w:rsid w:val="00256E04"/>
    <w:rsid w:val="00260075"/>
    <w:rsid w:val="00260147"/>
    <w:rsid w:val="00260F04"/>
    <w:rsid w:val="002612D1"/>
    <w:rsid w:val="0026174A"/>
    <w:rsid w:val="00262AC1"/>
    <w:rsid w:val="00262B24"/>
    <w:rsid w:val="00263286"/>
    <w:rsid w:val="002633A4"/>
    <w:rsid w:val="00263E17"/>
    <w:rsid w:val="00264F15"/>
    <w:rsid w:val="00264F8A"/>
    <w:rsid w:val="00265318"/>
    <w:rsid w:val="002657CE"/>
    <w:rsid w:val="00266C86"/>
    <w:rsid w:val="0026739E"/>
    <w:rsid w:val="0027140A"/>
    <w:rsid w:val="002714D8"/>
    <w:rsid w:val="0027158F"/>
    <w:rsid w:val="00271C81"/>
    <w:rsid w:val="00272220"/>
    <w:rsid w:val="00272270"/>
    <w:rsid w:val="00272576"/>
    <w:rsid w:val="0027265C"/>
    <w:rsid w:val="002729C3"/>
    <w:rsid w:val="00272B38"/>
    <w:rsid w:val="00272CE5"/>
    <w:rsid w:val="00273041"/>
    <w:rsid w:val="00273447"/>
    <w:rsid w:val="00274967"/>
    <w:rsid w:val="00274DDC"/>
    <w:rsid w:val="00274FDD"/>
    <w:rsid w:val="00275420"/>
    <w:rsid w:val="002754E2"/>
    <w:rsid w:val="00275ADB"/>
    <w:rsid w:val="00275FC0"/>
    <w:rsid w:val="00276F4D"/>
    <w:rsid w:val="0027742F"/>
    <w:rsid w:val="002779FD"/>
    <w:rsid w:val="00277ABC"/>
    <w:rsid w:val="0028012C"/>
    <w:rsid w:val="00280C70"/>
    <w:rsid w:val="002813D6"/>
    <w:rsid w:val="002819A2"/>
    <w:rsid w:val="00281E7D"/>
    <w:rsid w:val="00282C29"/>
    <w:rsid w:val="0028320F"/>
    <w:rsid w:val="0028338C"/>
    <w:rsid w:val="002835F3"/>
    <w:rsid w:val="0028371A"/>
    <w:rsid w:val="00283802"/>
    <w:rsid w:val="00284137"/>
    <w:rsid w:val="00284563"/>
    <w:rsid w:val="00284998"/>
    <w:rsid w:val="002850DC"/>
    <w:rsid w:val="00285232"/>
    <w:rsid w:val="00286404"/>
    <w:rsid w:val="00286774"/>
    <w:rsid w:val="00286CD5"/>
    <w:rsid w:val="002874A8"/>
    <w:rsid w:val="0028753D"/>
    <w:rsid w:val="00287BC9"/>
    <w:rsid w:val="00290038"/>
    <w:rsid w:val="00290162"/>
    <w:rsid w:val="0029049A"/>
    <w:rsid w:val="002911D1"/>
    <w:rsid w:val="0029172A"/>
    <w:rsid w:val="00291ADE"/>
    <w:rsid w:val="00291B10"/>
    <w:rsid w:val="00292146"/>
    <w:rsid w:val="002922E6"/>
    <w:rsid w:val="0029293A"/>
    <w:rsid w:val="00292C35"/>
    <w:rsid w:val="002933CF"/>
    <w:rsid w:val="002934A2"/>
    <w:rsid w:val="002936D2"/>
    <w:rsid w:val="0029388D"/>
    <w:rsid w:val="002939EB"/>
    <w:rsid w:val="00293C0F"/>
    <w:rsid w:val="00293E0B"/>
    <w:rsid w:val="002940B2"/>
    <w:rsid w:val="002945F1"/>
    <w:rsid w:val="002945FB"/>
    <w:rsid w:val="00294DDD"/>
    <w:rsid w:val="00295019"/>
    <w:rsid w:val="00295209"/>
    <w:rsid w:val="002952D6"/>
    <w:rsid w:val="00295A46"/>
    <w:rsid w:val="00295F56"/>
    <w:rsid w:val="0029648A"/>
    <w:rsid w:val="002967F5"/>
    <w:rsid w:val="00297868"/>
    <w:rsid w:val="00297D8A"/>
    <w:rsid w:val="00297DCB"/>
    <w:rsid w:val="002A049E"/>
    <w:rsid w:val="002A0CBE"/>
    <w:rsid w:val="002A17C7"/>
    <w:rsid w:val="002A2678"/>
    <w:rsid w:val="002A2B84"/>
    <w:rsid w:val="002A30FA"/>
    <w:rsid w:val="002A413E"/>
    <w:rsid w:val="002A454C"/>
    <w:rsid w:val="002A4A4A"/>
    <w:rsid w:val="002A5A7E"/>
    <w:rsid w:val="002A670D"/>
    <w:rsid w:val="002A783F"/>
    <w:rsid w:val="002A7CD0"/>
    <w:rsid w:val="002B0122"/>
    <w:rsid w:val="002B0D38"/>
    <w:rsid w:val="002B0EFB"/>
    <w:rsid w:val="002B1A93"/>
    <w:rsid w:val="002B1EAA"/>
    <w:rsid w:val="002B1F0F"/>
    <w:rsid w:val="002B25BE"/>
    <w:rsid w:val="002B28DC"/>
    <w:rsid w:val="002B2C90"/>
    <w:rsid w:val="002B2FB5"/>
    <w:rsid w:val="002B3498"/>
    <w:rsid w:val="002B56D9"/>
    <w:rsid w:val="002B6B02"/>
    <w:rsid w:val="002B7A8C"/>
    <w:rsid w:val="002C0038"/>
    <w:rsid w:val="002C05EF"/>
    <w:rsid w:val="002C06F6"/>
    <w:rsid w:val="002C0839"/>
    <w:rsid w:val="002C098B"/>
    <w:rsid w:val="002C0D5F"/>
    <w:rsid w:val="002C12E9"/>
    <w:rsid w:val="002C14BA"/>
    <w:rsid w:val="002C1CF6"/>
    <w:rsid w:val="002C2C9A"/>
    <w:rsid w:val="002C2D38"/>
    <w:rsid w:val="002C2EB0"/>
    <w:rsid w:val="002C2FF2"/>
    <w:rsid w:val="002C311B"/>
    <w:rsid w:val="002C3479"/>
    <w:rsid w:val="002C469C"/>
    <w:rsid w:val="002C4874"/>
    <w:rsid w:val="002C4F55"/>
    <w:rsid w:val="002C57B3"/>
    <w:rsid w:val="002C5A7D"/>
    <w:rsid w:val="002C6113"/>
    <w:rsid w:val="002C6444"/>
    <w:rsid w:val="002C6750"/>
    <w:rsid w:val="002C69CF"/>
    <w:rsid w:val="002C7D84"/>
    <w:rsid w:val="002D10C2"/>
    <w:rsid w:val="002D1CFA"/>
    <w:rsid w:val="002D1D7B"/>
    <w:rsid w:val="002D1E09"/>
    <w:rsid w:val="002D237F"/>
    <w:rsid w:val="002D2423"/>
    <w:rsid w:val="002D2B2B"/>
    <w:rsid w:val="002D2B94"/>
    <w:rsid w:val="002D2C05"/>
    <w:rsid w:val="002D32F9"/>
    <w:rsid w:val="002D36BF"/>
    <w:rsid w:val="002D3993"/>
    <w:rsid w:val="002D448C"/>
    <w:rsid w:val="002D453C"/>
    <w:rsid w:val="002D478C"/>
    <w:rsid w:val="002D47B4"/>
    <w:rsid w:val="002D4BDC"/>
    <w:rsid w:val="002D500F"/>
    <w:rsid w:val="002D5BC7"/>
    <w:rsid w:val="002D5FD8"/>
    <w:rsid w:val="002D67DF"/>
    <w:rsid w:val="002D68AC"/>
    <w:rsid w:val="002D68D7"/>
    <w:rsid w:val="002D7ECF"/>
    <w:rsid w:val="002D7FC8"/>
    <w:rsid w:val="002E02E7"/>
    <w:rsid w:val="002E061B"/>
    <w:rsid w:val="002E0896"/>
    <w:rsid w:val="002E11FE"/>
    <w:rsid w:val="002E1451"/>
    <w:rsid w:val="002E149F"/>
    <w:rsid w:val="002E2273"/>
    <w:rsid w:val="002E25FC"/>
    <w:rsid w:val="002E2734"/>
    <w:rsid w:val="002E2AD8"/>
    <w:rsid w:val="002E2B57"/>
    <w:rsid w:val="002E350C"/>
    <w:rsid w:val="002E3A60"/>
    <w:rsid w:val="002E3AD6"/>
    <w:rsid w:val="002E4499"/>
    <w:rsid w:val="002E4CCA"/>
    <w:rsid w:val="002E4DE8"/>
    <w:rsid w:val="002E5D15"/>
    <w:rsid w:val="002E610A"/>
    <w:rsid w:val="002E6317"/>
    <w:rsid w:val="002E6374"/>
    <w:rsid w:val="002E655F"/>
    <w:rsid w:val="002E681E"/>
    <w:rsid w:val="002E694F"/>
    <w:rsid w:val="002E6D89"/>
    <w:rsid w:val="002E75C0"/>
    <w:rsid w:val="002E786E"/>
    <w:rsid w:val="002E7902"/>
    <w:rsid w:val="002E7972"/>
    <w:rsid w:val="002E79E1"/>
    <w:rsid w:val="002E7A01"/>
    <w:rsid w:val="002E7E1A"/>
    <w:rsid w:val="002E7FE7"/>
    <w:rsid w:val="002F00AC"/>
    <w:rsid w:val="002F14DA"/>
    <w:rsid w:val="002F1FCF"/>
    <w:rsid w:val="002F213A"/>
    <w:rsid w:val="002F2F39"/>
    <w:rsid w:val="002F2FF2"/>
    <w:rsid w:val="002F3D28"/>
    <w:rsid w:val="002F4323"/>
    <w:rsid w:val="002F4368"/>
    <w:rsid w:val="002F4976"/>
    <w:rsid w:val="002F4BA3"/>
    <w:rsid w:val="002F5026"/>
    <w:rsid w:val="002F5388"/>
    <w:rsid w:val="002F53B3"/>
    <w:rsid w:val="002F689A"/>
    <w:rsid w:val="002F6930"/>
    <w:rsid w:val="002F71D0"/>
    <w:rsid w:val="002F71D8"/>
    <w:rsid w:val="002F74FB"/>
    <w:rsid w:val="002F770F"/>
    <w:rsid w:val="002F7891"/>
    <w:rsid w:val="002F7BB2"/>
    <w:rsid w:val="0030064A"/>
    <w:rsid w:val="00300B52"/>
    <w:rsid w:val="00300E65"/>
    <w:rsid w:val="003012E4"/>
    <w:rsid w:val="00301B76"/>
    <w:rsid w:val="003027B1"/>
    <w:rsid w:val="0030287B"/>
    <w:rsid w:val="00302D2F"/>
    <w:rsid w:val="00302DEA"/>
    <w:rsid w:val="00303745"/>
    <w:rsid w:val="00303B42"/>
    <w:rsid w:val="00303FC6"/>
    <w:rsid w:val="00304331"/>
    <w:rsid w:val="003047FF"/>
    <w:rsid w:val="00305011"/>
    <w:rsid w:val="003058CC"/>
    <w:rsid w:val="00305EEC"/>
    <w:rsid w:val="00305FF9"/>
    <w:rsid w:val="00306A07"/>
    <w:rsid w:val="003071A8"/>
    <w:rsid w:val="00307525"/>
    <w:rsid w:val="0030753E"/>
    <w:rsid w:val="00307845"/>
    <w:rsid w:val="00307BF2"/>
    <w:rsid w:val="003106AC"/>
    <w:rsid w:val="0031070A"/>
    <w:rsid w:val="00311084"/>
    <w:rsid w:val="0031123B"/>
    <w:rsid w:val="0031137C"/>
    <w:rsid w:val="0031378E"/>
    <w:rsid w:val="00313815"/>
    <w:rsid w:val="00313C1F"/>
    <w:rsid w:val="00313E4A"/>
    <w:rsid w:val="00314EFF"/>
    <w:rsid w:val="0031514E"/>
    <w:rsid w:val="0031516E"/>
    <w:rsid w:val="003163BD"/>
    <w:rsid w:val="003169B3"/>
    <w:rsid w:val="00317029"/>
    <w:rsid w:val="00317682"/>
    <w:rsid w:val="00317A8A"/>
    <w:rsid w:val="00317F1B"/>
    <w:rsid w:val="00317FCE"/>
    <w:rsid w:val="00320F32"/>
    <w:rsid w:val="00321191"/>
    <w:rsid w:val="00321896"/>
    <w:rsid w:val="003223EE"/>
    <w:rsid w:val="00323756"/>
    <w:rsid w:val="00323A05"/>
    <w:rsid w:val="0032428E"/>
    <w:rsid w:val="003247B4"/>
    <w:rsid w:val="00325248"/>
    <w:rsid w:val="003265CF"/>
    <w:rsid w:val="003269ED"/>
    <w:rsid w:val="00327383"/>
    <w:rsid w:val="0033021B"/>
    <w:rsid w:val="003306C9"/>
    <w:rsid w:val="00330A74"/>
    <w:rsid w:val="00331104"/>
    <w:rsid w:val="00331891"/>
    <w:rsid w:val="00332667"/>
    <w:rsid w:val="00332C93"/>
    <w:rsid w:val="00333F49"/>
    <w:rsid w:val="00334662"/>
    <w:rsid w:val="003362E3"/>
    <w:rsid w:val="0033645A"/>
    <w:rsid w:val="003366A3"/>
    <w:rsid w:val="0033697D"/>
    <w:rsid w:val="003370A9"/>
    <w:rsid w:val="00337240"/>
    <w:rsid w:val="0033736E"/>
    <w:rsid w:val="0033790F"/>
    <w:rsid w:val="00337F54"/>
    <w:rsid w:val="003404E4"/>
    <w:rsid w:val="00340876"/>
    <w:rsid w:val="00340AE9"/>
    <w:rsid w:val="0034292E"/>
    <w:rsid w:val="00343066"/>
    <w:rsid w:val="0034344F"/>
    <w:rsid w:val="0034383B"/>
    <w:rsid w:val="00343B15"/>
    <w:rsid w:val="00343B6D"/>
    <w:rsid w:val="00343C1E"/>
    <w:rsid w:val="0034407E"/>
    <w:rsid w:val="00344273"/>
    <w:rsid w:val="003453B2"/>
    <w:rsid w:val="00345C6E"/>
    <w:rsid w:val="00345D53"/>
    <w:rsid w:val="00345D60"/>
    <w:rsid w:val="00346098"/>
    <w:rsid w:val="00346366"/>
    <w:rsid w:val="003465D7"/>
    <w:rsid w:val="003465E0"/>
    <w:rsid w:val="003467B0"/>
    <w:rsid w:val="003467D4"/>
    <w:rsid w:val="0034687E"/>
    <w:rsid w:val="003469F3"/>
    <w:rsid w:val="00346AD8"/>
    <w:rsid w:val="00347C65"/>
    <w:rsid w:val="00350712"/>
    <w:rsid w:val="003507DA"/>
    <w:rsid w:val="00350E55"/>
    <w:rsid w:val="00351569"/>
    <w:rsid w:val="00351823"/>
    <w:rsid w:val="003523FC"/>
    <w:rsid w:val="00352401"/>
    <w:rsid w:val="0035242F"/>
    <w:rsid w:val="0035272F"/>
    <w:rsid w:val="00352AB0"/>
    <w:rsid w:val="00352D58"/>
    <w:rsid w:val="00352E41"/>
    <w:rsid w:val="0035324A"/>
    <w:rsid w:val="0035377C"/>
    <w:rsid w:val="003542A9"/>
    <w:rsid w:val="003547BE"/>
    <w:rsid w:val="003550A9"/>
    <w:rsid w:val="0035526E"/>
    <w:rsid w:val="0035572D"/>
    <w:rsid w:val="00355E38"/>
    <w:rsid w:val="003564AF"/>
    <w:rsid w:val="00356E5A"/>
    <w:rsid w:val="00356F6D"/>
    <w:rsid w:val="00357076"/>
    <w:rsid w:val="00357635"/>
    <w:rsid w:val="003601BB"/>
    <w:rsid w:val="003605D2"/>
    <w:rsid w:val="003607F2"/>
    <w:rsid w:val="00360B3D"/>
    <w:rsid w:val="0036144D"/>
    <w:rsid w:val="00361FA7"/>
    <w:rsid w:val="00362EBD"/>
    <w:rsid w:val="00362F67"/>
    <w:rsid w:val="0036343D"/>
    <w:rsid w:val="003649C4"/>
    <w:rsid w:val="00364B8A"/>
    <w:rsid w:val="00364D46"/>
    <w:rsid w:val="00364F64"/>
    <w:rsid w:val="00364FAF"/>
    <w:rsid w:val="00365C04"/>
    <w:rsid w:val="00365CCA"/>
    <w:rsid w:val="00365D41"/>
    <w:rsid w:val="00366FC4"/>
    <w:rsid w:val="00367484"/>
    <w:rsid w:val="00367897"/>
    <w:rsid w:val="00370536"/>
    <w:rsid w:val="00370E93"/>
    <w:rsid w:val="00371341"/>
    <w:rsid w:val="00371993"/>
    <w:rsid w:val="00371AB0"/>
    <w:rsid w:val="00371DDF"/>
    <w:rsid w:val="00372930"/>
    <w:rsid w:val="003730D1"/>
    <w:rsid w:val="003732BE"/>
    <w:rsid w:val="003736E9"/>
    <w:rsid w:val="0037376D"/>
    <w:rsid w:val="00373828"/>
    <w:rsid w:val="00374C34"/>
    <w:rsid w:val="00374DDC"/>
    <w:rsid w:val="003752B9"/>
    <w:rsid w:val="00375AA7"/>
    <w:rsid w:val="00375DF0"/>
    <w:rsid w:val="00376EEE"/>
    <w:rsid w:val="00377570"/>
    <w:rsid w:val="00377EC3"/>
    <w:rsid w:val="00380147"/>
    <w:rsid w:val="003805E9"/>
    <w:rsid w:val="003813A4"/>
    <w:rsid w:val="00381651"/>
    <w:rsid w:val="003819BE"/>
    <w:rsid w:val="00382AE8"/>
    <w:rsid w:val="0038357E"/>
    <w:rsid w:val="00383BCF"/>
    <w:rsid w:val="00383E8E"/>
    <w:rsid w:val="00384296"/>
    <w:rsid w:val="003844BE"/>
    <w:rsid w:val="00384552"/>
    <w:rsid w:val="003845EC"/>
    <w:rsid w:val="00384C51"/>
    <w:rsid w:val="00385BB0"/>
    <w:rsid w:val="00385C0B"/>
    <w:rsid w:val="003865CE"/>
    <w:rsid w:val="00387526"/>
    <w:rsid w:val="003878EB"/>
    <w:rsid w:val="00387CFA"/>
    <w:rsid w:val="00390A6C"/>
    <w:rsid w:val="00390F6E"/>
    <w:rsid w:val="003912FC"/>
    <w:rsid w:val="0039168E"/>
    <w:rsid w:val="003917FE"/>
    <w:rsid w:val="00391A92"/>
    <w:rsid w:val="00392022"/>
    <w:rsid w:val="003923E6"/>
    <w:rsid w:val="00392587"/>
    <w:rsid w:val="00392968"/>
    <w:rsid w:val="0039359B"/>
    <w:rsid w:val="00394EF2"/>
    <w:rsid w:val="00394F27"/>
    <w:rsid w:val="00394FC8"/>
    <w:rsid w:val="0039728A"/>
    <w:rsid w:val="00397D0F"/>
    <w:rsid w:val="003A005E"/>
    <w:rsid w:val="003A0CE3"/>
    <w:rsid w:val="003A1112"/>
    <w:rsid w:val="003A11B6"/>
    <w:rsid w:val="003A1551"/>
    <w:rsid w:val="003A20C5"/>
    <w:rsid w:val="003A21D1"/>
    <w:rsid w:val="003A2A77"/>
    <w:rsid w:val="003A2BE4"/>
    <w:rsid w:val="003A2CA3"/>
    <w:rsid w:val="003A39D2"/>
    <w:rsid w:val="003A3FC5"/>
    <w:rsid w:val="003A41BC"/>
    <w:rsid w:val="003A4FF4"/>
    <w:rsid w:val="003A52D4"/>
    <w:rsid w:val="003A5305"/>
    <w:rsid w:val="003A57DA"/>
    <w:rsid w:val="003A584F"/>
    <w:rsid w:val="003A5946"/>
    <w:rsid w:val="003A61F5"/>
    <w:rsid w:val="003A6EC9"/>
    <w:rsid w:val="003A6F35"/>
    <w:rsid w:val="003A6F64"/>
    <w:rsid w:val="003A6F95"/>
    <w:rsid w:val="003A7479"/>
    <w:rsid w:val="003A7AF0"/>
    <w:rsid w:val="003B0B24"/>
    <w:rsid w:val="003B1A0B"/>
    <w:rsid w:val="003B1A31"/>
    <w:rsid w:val="003B1B42"/>
    <w:rsid w:val="003B216B"/>
    <w:rsid w:val="003B25A9"/>
    <w:rsid w:val="003B2683"/>
    <w:rsid w:val="003B2753"/>
    <w:rsid w:val="003B2BC5"/>
    <w:rsid w:val="003B2D28"/>
    <w:rsid w:val="003B2F97"/>
    <w:rsid w:val="003B3481"/>
    <w:rsid w:val="003B3556"/>
    <w:rsid w:val="003B381C"/>
    <w:rsid w:val="003B3C09"/>
    <w:rsid w:val="003B3E75"/>
    <w:rsid w:val="003B4C56"/>
    <w:rsid w:val="003B4D4E"/>
    <w:rsid w:val="003B4DDC"/>
    <w:rsid w:val="003B54A3"/>
    <w:rsid w:val="003B5610"/>
    <w:rsid w:val="003B592B"/>
    <w:rsid w:val="003B65AB"/>
    <w:rsid w:val="003B65D2"/>
    <w:rsid w:val="003B67D2"/>
    <w:rsid w:val="003B6E69"/>
    <w:rsid w:val="003B6E85"/>
    <w:rsid w:val="003B705A"/>
    <w:rsid w:val="003B7998"/>
    <w:rsid w:val="003C04E6"/>
    <w:rsid w:val="003C05CF"/>
    <w:rsid w:val="003C0899"/>
    <w:rsid w:val="003C09C9"/>
    <w:rsid w:val="003C0A74"/>
    <w:rsid w:val="003C1709"/>
    <w:rsid w:val="003C1AC1"/>
    <w:rsid w:val="003C1C7A"/>
    <w:rsid w:val="003C26DB"/>
    <w:rsid w:val="003C29F1"/>
    <w:rsid w:val="003C2A0F"/>
    <w:rsid w:val="003C2C41"/>
    <w:rsid w:val="003C2CFF"/>
    <w:rsid w:val="003C34AA"/>
    <w:rsid w:val="003C372C"/>
    <w:rsid w:val="003C37D5"/>
    <w:rsid w:val="003C3D8A"/>
    <w:rsid w:val="003C41C3"/>
    <w:rsid w:val="003C59E7"/>
    <w:rsid w:val="003C5EC7"/>
    <w:rsid w:val="003C61F3"/>
    <w:rsid w:val="003C6BFA"/>
    <w:rsid w:val="003C6FF2"/>
    <w:rsid w:val="003C7038"/>
    <w:rsid w:val="003C74C8"/>
    <w:rsid w:val="003C74E8"/>
    <w:rsid w:val="003C7550"/>
    <w:rsid w:val="003C7E7C"/>
    <w:rsid w:val="003D02C3"/>
    <w:rsid w:val="003D082E"/>
    <w:rsid w:val="003D0A10"/>
    <w:rsid w:val="003D10AD"/>
    <w:rsid w:val="003D12C5"/>
    <w:rsid w:val="003D1669"/>
    <w:rsid w:val="003D16FA"/>
    <w:rsid w:val="003D1D22"/>
    <w:rsid w:val="003D1F43"/>
    <w:rsid w:val="003D2A90"/>
    <w:rsid w:val="003D2F1E"/>
    <w:rsid w:val="003D31E1"/>
    <w:rsid w:val="003D34AF"/>
    <w:rsid w:val="003D37E4"/>
    <w:rsid w:val="003D3C84"/>
    <w:rsid w:val="003D478C"/>
    <w:rsid w:val="003D4C3A"/>
    <w:rsid w:val="003D50F1"/>
    <w:rsid w:val="003D5475"/>
    <w:rsid w:val="003D574D"/>
    <w:rsid w:val="003D64A9"/>
    <w:rsid w:val="003D6F65"/>
    <w:rsid w:val="003D70EE"/>
    <w:rsid w:val="003D75FF"/>
    <w:rsid w:val="003D7748"/>
    <w:rsid w:val="003D77EF"/>
    <w:rsid w:val="003E01E8"/>
    <w:rsid w:val="003E0990"/>
    <w:rsid w:val="003E0A88"/>
    <w:rsid w:val="003E106B"/>
    <w:rsid w:val="003E2000"/>
    <w:rsid w:val="003E22F8"/>
    <w:rsid w:val="003E2447"/>
    <w:rsid w:val="003E332A"/>
    <w:rsid w:val="003E366E"/>
    <w:rsid w:val="003E3811"/>
    <w:rsid w:val="003E3BC6"/>
    <w:rsid w:val="003E404D"/>
    <w:rsid w:val="003E501E"/>
    <w:rsid w:val="003E54B5"/>
    <w:rsid w:val="003E5F61"/>
    <w:rsid w:val="003E5FC1"/>
    <w:rsid w:val="003E6065"/>
    <w:rsid w:val="003E617E"/>
    <w:rsid w:val="003E62D1"/>
    <w:rsid w:val="003E64E3"/>
    <w:rsid w:val="003E6767"/>
    <w:rsid w:val="003E6967"/>
    <w:rsid w:val="003E73F6"/>
    <w:rsid w:val="003E786E"/>
    <w:rsid w:val="003F010F"/>
    <w:rsid w:val="003F01A5"/>
    <w:rsid w:val="003F06D9"/>
    <w:rsid w:val="003F20EF"/>
    <w:rsid w:val="003F2605"/>
    <w:rsid w:val="003F2813"/>
    <w:rsid w:val="003F2B16"/>
    <w:rsid w:val="003F3B33"/>
    <w:rsid w:val="003F3DFF"/>
    <w:rsid w:val="003F3F2E"/>
    <w:rsid w:val="003F4057"/>
    <w:rsid w:val="003F4692"/>
    <w:rsid w:val="003F4C1A"/>
    <w:rsid w:val="003F50E5"/>
    <w:rsid w:val="003F5124"/>
    <w:rsid w:val="003F54FE"/>
    <w:rsid w:val="003F5D05"/>
    <w:rsid w:val="003F6172"/>
    <w:rsid w:val="003F67F9"/>
    <w:rsid w:val="003F6AFF"/>
    <w:rsid w:val="003F6B59"/>
    <w:rsid w:val="003F6B74"/>
    <w:rsid w:val="003F6DB6"/>
    <w:rsid w:val="003F756B"/>
    <w:rsid w:val="003F79EF"/>
    <w:rsid w:val="00400372"/>
    <w:rsid w:val="00400376"/>
    <w:rsid w:val="00400D10"/>
    <w:rsid w:val="00400E55"/>
    <w:rsid w:val="0040137A"/>
    <w:rsid w:val="00401386"/>
    <w:rsid w:val="004013A1"/>
    <w:rsid w:val="00401628"/>
    <w:rsid w:val="00401803"/>
    <w:rsid w:val="00401F0D"/>
    <w:rsid w:val="00402C72"/>
    <w:rsid w:val="00402CA8"/>
    <w:rsid w:val="004037D4"/>
    <w:rsid w:val="004038D4"/>
    <w:rsid w:val="0040442C"/>
    <w:rsid w:val="00404514"/>
    <w:rsid w:val="00404566"/>
    <w:rsid w:val="00404673"/>
    <w:rsid w:val="0040468B"/>
    <w:rsid w:val="00404E92"/>
    <w:rsid w:val="0040503D"/>
    <w:rsid w:val="004052AE"/>
    <w:rsid w:val="0040543F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61C"/>
    <w:rsid w:val="0040770B"/>
    <w:rsid w:val="00407AE9"/>
    <w:rsid w:val="00410ABD"/>
    <w:rsid w:val="0041177E"/>
    <w:rsid w:val="00411DCC"/>
    <w:rsid w:val="0041201D"/>
    <w:rsid w:val="00412864"/>
    <w:rsid w:val="00412DB0"/>
    <w:rsid w:val="00413063"/>
    <w:rsid w:val="0041338C"/>
    <w:rsid w:val="00413943"/>
    <w:rsid w:val="00414624"/>
    <w:rsid w:val="004149A3"/>
    <w:rsid w:val="00414E79"/>
    <w:rsid w:val="00414EE8"/>
    <w:rsid w:val="00415986"/>
    <w:rsid w:val="00415BFF"/>
    <w:rsid w:val="00416DC7"/>
    <w:rsid w:val="00416E02"/>
    <w:rsid w:val="00416F6C"/>
    <w:rsid w:val="00417A9F"/>
    <w:rsid w:val="00417CB3"/>
    <w:rsid w:val="00421ABE"/>
    <w:rsid w:val="00421ACC"/>
    <w:rsid w:val="00421E21"/>
    <w:rsid w:val="0042305B"/>
    <w:rsid w:val="004230A3"/>
    <w:rsid w:val="004231EF"/>
    <w:rsid w:val="00423220"/>
    <w:rsid w:val="00423225"/>
    <w:rsid w:val="00423231"/>
    <w:rsid w:val="004237FC"/>
    <w:rsid w:val="00423DBC"/>
    <w:rsid w:val="00425AEB"/>
    <w:rsid w:val="00425BF4"/>
    <w:rsid w:val="0042619B"/>
    <w:rsid w:val="00426474"/>
    <w:rsid w:val="004264F3"/>
    <w:rsid w:val="00426541"/>
    <w:rsid w:val="00426701"/>
    <w:rsid w:val="00426A2C"/>
    <w:rsid w:val="00426FE8"/>
    <w:rsid w:val="00427AF5"/>
    <w:rsid w:val="00427F3D"/>
    <w:rsid w:val="00427FCE"/>
    <w:rsid w:val="0043033B"/>
    <w:rsid w:val="00430494"/>
    <w:rsid w:val="004304BC"/>
    <w:rsid w:val="004307FF"/>
    <w:rsid w:val="00430E25"/>
    <w:rsid w:val="00430EDE"/>
    <w:rsid w:val="004310C4"/>
    <w:rsid w:val="00432C5A"/>
    <w:rsid w:val="00433104"/>
    <w:rsid w:val="00433573"/>
    <w:rsid w:val="0043357E"/>
    <w:rsid w:val="00433759"/>
    <w:rsid w:val="00433F98"/>
    <w:rsid w:val="00434741"/>
    <w:rsid w:val="00434844"/>
    <w:rsid w:val="004348B6"/>
    <w:rsid w:val="0043492A"/>
    <w:rsid w:val="004363F9"/>
    <w:rsid w:val="0043684E"/>
    <w:rsid w:val="00436BBD"/>
    <w:rsid w:val="00437900"/>
    <w:rsid w:val="004408FC"/>
    <w:rsid w:val="00440B91"/>
    <w:rsid w:val="00441A60"/>
    <w:rsid w:val="00442A90"/>
    <w:rsid w:val="00442CE4"/>
    <w:rsid w:val="0044314B"/>
    <w:rsid w:val="00443A3D"/>
    <w:rsid w:val="00443FB0"/>
    <w:rsid w:val="00444A42"/>
    <w:rsid w:val="00444AEE"/>
    <w:rsid w:val="00444B1C"/>
    <w:rsid w:val="00445917"/>
    <w:rsid w:val="00445A25"/>
    <w:rsid w:val="00446791"/>
    <w:rsid w:val="00446AAD"/>
    <w:rsid w:val="00446B96"/>
    <w:rsid w:val="00446D99"/>
    <w:rsid w:val="004470D0"/>
    <w:rsid w:val="00447502"/>
    <w:rsid w:val="00447BE9"/>
    <w:rsid w:val="00450806"/>
    <w:rsid w:val="004510FF"/>
    <w:rsid w:val="004527B5"/>
    <w:rsid w:val="00452EF0"/>
    <w:rsid w:val="004533E8"/>
    <w:rsid w:val="00453407"/>
    <w:rsid w:val="0045347C"/>
    <w:rsid w:val="004537AA"/>
    <w:rsid w:val="00453B47"/>
    <w:rsid w:val="00453F7A"/>
    <w:rsid w:val="00453FFC"/>
    <w:rsid w:val="00454674"/>
    <w:rsid w:val="00454F51"/>
    <w:rsid w:val="0045509F"/>
    <w:rsid w:val="00455908"/>
    <w:rsid w:val="00456F22"/>
    <w:rsid w:val="0045789D"/>
    <w:rsid w:val="00460771"/>
    <w:rsid w:val="00460CA5"/>
    <w:rsid w:val="00461323"/>
    <w:rsid w:val="0046239D"/>
    <w:rsid w:val="004623CC"/>
    <w:rsid w:val="00462961"/>
    <w:rsid w:val="004631BE"/>
    <w:rsid w:val="004632FB"/>
    <w:rsid w:val="00464362"/>
    <w:rsid w:val="0046439E"/>
    <w:rsid w:val="004644AE"/>
    <w:rsid w:val="00464AE5"/>
    <w:rsid w:val="004658BB"/>
    <w:rsid w:val="00465D4F"/>
    <w:rsid w:val="004664CA"/>
    <w:rsid w:val="00467378"/>
    <w:rsid w:val="00467D91"/>
    <w:rsid w:val="004701D4"/>
    <w:rsid w:val="004702A2"/>
    <w:rsid w:val="00470612"/>
    <w:rsid w:val="00470995"/>
    <w:rsid w:val="00470E82"/>
    <w:rsid w:val="004712EE"/>
    <w:rsid w:val="0047182A"/>
    <w:rsid w:val="0047192A"/>
    <w:rsid w:val="00471C40"/>
    <w:rsid w:val="004739B1"/>
    <w:rsid w:val="00473C0D"/>
    <w:rsid w:val="004740A1"/>
    <w:rsid w:val="004747B2"/>
    <w:rsid w:val="00475951"/>
    <w:rsid w:val="00475C35"/>
    <w:rsid w:val="00475DCB"/>
    <w:rsid w:val="00476364"/>
    <w:rsid w:val="00476649"/>
    <w:rsid w:val="0047670B"/>
    <w:rsid w:val="00476DDB"/>
    <w:rsid w:val="00480CCA"/>
    <w:rsid w:val="00480F88"/>
    <w:rsid w:val="0048109F"/>
    <w:rsid w:val="00481A74"/>
    <w:rsid w:val="00481C86"/>
    <w:rsid w:val="00482799"/>
    <w:rsid w:val="00482BA6"/>
    <w:rsid w:val="0048382B"/>
    <w:rsid w:val="004849E0"/>
    <w:rsid w:val="00484A66"/>
    <w:rsid w:val="00484C13"/>
    <w:rsid w:val="00484DF5"/>
    <w:rsid w:val="00485CDA"/>
    <w:rsid w:val="00485D2D"/>
    <w:rsid w:val="00485EDC"/>
    <w:rsid w:val="00487E77"/>
    <w:rsid w:val="00487EFC"/>
    <w:rsid w:val="00487FD8"/>
    <w:rsid w:val="004902D6"/>
    <w:rsid w:val="00491109"/>
    <w:rsid w:val="004911EE"/>
    <w:rsid w:val="0049123B"/>
    <w:rsid w:val="004913DE"/>
    <w:rsid w:val="004916EE"/>
    <w:rsid w:val="00491CF9"/>
    <w:rsid w:val="00491F4A"/>
    <w:rsid w:val="004922AD"/>
    <w:rsid w:val="0049239F"/>
    <w:rsid w:val="00492A49"/>
    <w:rsid w:val="004935AA"/>
    <w:rsid w:val="00493EDB"/>
    <w:rsid w:val="00496069"/>
    <w:rsid w:val="00496C4C"/>
    <w:rsid w:val="0049705D"/>
    <w:rsid w:val="00497CCE"/>
    <w:rsid w:val="004A0659"/>
    <w:rsid w:val="004A07BA"/>
    <w:rsid w:val="004A0C81"/>
    <w:rsid w:val="004A0F3A"/>
    <w:rsid w:val="004A1267"/>
    <w:rsid w:val="004A1726"/>
    <w:rsid w:val="004A195E"/>
    <w:rsid w:val="004A2E39"/>
    <w:rsid w:val="004A3073"/>
    <w:rsid w:val="004A3795"/>
    <w:rsid w:val="004A3B78"/>
    <w:rsid w:val="004A3B8B"/>
    <w:rsid w:val="004A41CC"/>
    <w:rsid w:val="004A4915"/>
    <w:rsid w:val="004A5D4C"/>
    <w:rsid w:val="004A65F4"/>
    <w:rsid w:val="004A6D75"/>
    <w:rsid w:val="004A709D"/>
    <w:rsid w:val="004A7696"/>
    <w:rsid w:val="004B08C7"/>
    <w:rsid w:val="004B12B7"/>
    <w:rsid w:val="004B1893"/>
    <w:rsid w:val="004B18ED"/>
    <w:rsid w:val="004B1D5F"/>
    <w:rsid w:val="004B2ADC"/>
    <w:rsid w:val="004B2F7D"/>
    <w:rsid w:val="004B3154"/>
    <w:rsid w:val="004B31FE"/>
    <w:rsid w:val="004B407E"/>
    <w:rsid w:val="004B41AB"/>
    <w:rsid w:val="004B4A9A"/>
    <w:rsid w:val="004B4B05"/>
    <w:rsid w:val="004B50AD"/>
    <w:rsid w:val="004B572F"/>
    <w:rsid w:val="004B5B80"/>
    <w:rsid w:val="004B5EB6"/>
    <w:rsid w:val="004B5F10"/>
    <w:rsid w:val="004B6A08"/>
    <w:rsid w:val="004B6D1F"/>
    <w:rsid w:val="004B6D5A"/>
    <w:rsid w:val="004B6D9B"/>
    <w:rsid w:val="004B70A3"/>
    <w:rsid w:val="004B7170"/>
    <w:rsid w:val="004B7675"/>
    <w:rsid w:val="004B7BF5"/>
    <w:rsid w:val="004C04FB"/>
    <w:rsid w:val="004C0AEE"/>
    <w:rsid w:val="004C22FD"/>
    <w:rsid w:val="004C2C41"/>
    <w:rsid w:val="004C2D1D"/>
    <w:rsid w:val="004C32B9"/>
    <w:rsid w:val="004C38BE"/>
    <w:rsid w:val="004C3E58"/>
    <w:rsid w:val="004C3EC2"/>
    <w:rsid w:val="004C53E7"/>
    <w:rsid w:val="004C5AB3"/>
    <w:rsid w:val="004C5D96"/>
    <w:rsid w:val="004C6245"/>
    <w:rsid w:val="004C66A0"/>
    <w:rsid w:val="004C738B"/>
    <w:rsid w:val="004C7689"/>
    <w:rsid w:val="004C791B"/>
    <w:rsid w:val="004C7ABB"/>
    <w:rsid w:val="004D0906"/>
    <w:rsid w:val="004D0FBD"/>
    <w:rsid w:val="004D1383"/>
    <w:rsid w:val="004D1A19"/>
    <w:rsid w:val="004D1CC8"/>
    <w:rsid w:val="004D1DF5"/>
    <w:rsid w:val="004D1FC2"/>
    <w:rsid w:val="004D2202"/>
    <w:rsid w:val="004D2A35"/>
    <w:rsid w:val="004D2C64"/>
    <w:rsid w:val="004D2D75"/>
    <w:rsid w:val="004D2F89"/>
    <w:rsid w:val="004D3098"/>
    <w:rsid w:val="004D3588"/>
    <w:rsid w:val="004D3B72"/>
    <w:rsid w:val="004D4908"/>
    <w:rsid w:val="004D4936"/>
    <w:rsid w:val="004D559A"/>
    <w:rsid w:val="004D6315"/>
    <w:rsid w:val="004D65BD"/>
    <w:rsid w:val="004D688C"/>
    <w:rsid w:val="004D74EF"/>
    <w:rsid w:val="004D792B"/>
    <w:rsid w:val="004D7F1E"/>
    <w:rsid w:val="004E0126"/>
    <w:rsid w:val="004E0A70"/>
    <w:rsid w:val="004E0CB5"/>
    <w:rsid w:val="004E1609"/>
    <w:rsid w:val="004E2375"/>
    <w:rsid w:val="004E2B6F"/>
    <w:rsid w:val="004E2BF5"/>
    <w:rsid w:val="004E39E4"/>
    <w:rsid w:val="004E39E8"/>
    <w:rsid w:val="004E4211"/>
    <w:rsid w:val="004E470D"/>
    <w:rsid w:val="004E472F"/>
    <w:rsid w:val="004E4880"/>
    <w:rsid w:val="004E498F"/>
    <w:rsid w:val="004E4D47"/>
    <w:rsid w:val="004E562B"/>
    <w:rsid w:val="004E5D36"/>
    <w:rsid w:val="004E732D"/>
    <w:rsid w:val="004F0179"/>
    <w:rsid w:val="004F029F"/>
    <w:rsid w:val="004F0D96"/>
    <w:rsid w:val="004F2A67"/>
    <w:rsid w:val="004F325F"/>
    <w:rsid w:val="004F3443"/>
    <w:rsid w:val="004F3C5B"/>
    <w:rsid w:val="004F4034"/>
    <w:rsid w:val="004F45DD"/>
    <w:rsid w:val="004F4E28"/>
    <w:rsid w:val="004F63D4"/>
    <w:rsid w:val="004F6C8F"/>
    <w:rsid w:val="004F6F0B"/>
    <w:rsid w:val="00500165"/>
    <w:rsid w:val="00500568"/>
    <w:rsid w:val="00500B65"/>
    <w:rsid w:val="00500D1E"/>
    <w:rsid w:val="00500D8B"/>
    <w:rsid w:val="00501738"/>
    <w:rsid w:val="00501758"/>
    <w:rsid w:val="00501B1A"/>
    <w:rsid w:val="00502BFD"/>
    <w:rsid w:val="0050303E"/>
    <w:rsid w:val="005038E2"/>
    <w:rsid w:val="005040F2"/>
    <w:rsid w:val="00505032"/>
    <w:rsid w:val="0050517D"/>
    <w:rsid w:val="00505250"/>
    <w:rsid w:val="005052DC"/>
    <w:rsid w:val="00505414"/>
    <w:rsid w:val="005060A3"/>
    <w:rsid w:val="00506933"/>
    <w:rsid w:val="0050706D"/>
    <w:rsid w:val="0050713A"/>
    <w:rsid w:val="005075AB"/>
    <w:rsid w:val="0050768B"/>
    <w:rsid w:val="00510726"/>
    <w:rsid w:val="00510830"/>
    <w:rsid w:val="00510844"/>
    <w:rsid w:val="005108EE"/>
    <w:rsid w:val="0051096D"/>
    <w:rsid w:val="005111D3"/>
    <w:rsid w:val="005115CD"/>
    <w:rsid w:val="0051223B"/>
    <w:rsid w:val="00512EA1"/>
    <w:rsid w:val="00514D50"/>
    <w:rsid w:val="00514E64"/>
    <w:rsid w:val="00515132"/>
    <w:rsid w:val="0051596E"/>
    <w:rsid w:val="005169AC"/>
    <w:rsid w:val="00516F3D"/>
    <w:rsid w:val="00517DF4"/>
    <w:rsid w:val="00517E9D"/>
    <w:rsid w:val="005206C9"/>
    <w:rsid w:val="00520D92"/>
    <w:rsid w:val="00521277"/>
    <w:rsid w:val="00521286"/>
    <w:rsid w:val="005213C4"/>
    <w:rsid w:val="00521435"/>
    <w:rsid w:val="005215F2"/>
    <w:rsid w:val="0052196F"/>
    <w:rsid w:val="005221EB"/>
    <w:rsid w:val="00523853"/>
    <w:rsid w:val="00523FFC"/>
    <w:rsid w:val="00524600"/>
    <w:rsid w:val="005247C7"/>
    <w:rsid w:val="00524A38"/>
    <w:rsid w:val="005254BA"/>
    <w:rsid w:val="0052580B"/>
    <w:rsid w:val="00526C80"/>
    <w:rsid w:val="00526E30"/>
    <w:rsid w:val="00527198"/>
    <w:rsid w:val="005272DB"/>
    <w:rsid w:val="005274EA"/>
    <w:rsid w:val="00527AF8"/>
    <w:rsid w:val="00527E18"/>
    <w:rsid w:val="00530233"/>
    <w:rsid w:val="00530FDF"/>
    <w:rsid w:val="005313E3"/>
    <w:rsid w:val="00531C65"/>
    <w:rsid w:val="00531FB9"/>
    <w:rsid w:val="005325EC"/>
    <w:rsid w:val="00532713"/>
    <w:rsid w:val="0053283B"/>
    <w:rsid w:val="005335BA"/>
    <w:rsid w:val="0053361B"/>
    <w:rsid w:val="0053384F"/>
    <w:rsid w:val="00533A86"/>
    <w:rsid w:val="00533FD4"/>
    <w:rsid w:val="005340D9"/>
    <w:rsid w:val="005348DF"/>
    <w:rsid w:val="00534BA2"/>
    <w:rsid w:val="00534BF7"/>
    <w:rsid w:val="0053565B"/>
    <w:rsid w:val="00535F97"/>
    <w:rsid w:val="00536587"/>
    <w:rsid w:val="00536D2D"/>
    <w:rsid w:val="00536D59"/>
    <w:rsid w:val="00536DB4"/>
    <w:rsid w:val="00537C77"/>
    <w:rsid w:val="00537E17"/>
    <w:rsid w:val="0054091D"/>
    <w:rsid w:val="00541246"/>
    <w:rsid w:val="0054289E"/>
    <w:rsid w:val="00542AAB"/>
    <w:rsid w:val="00543512"/>
    <w:rsid w:val="00544F7C"/>
    <w:rsid w:val="00545144"/>
    <w:rsid w:val="0054591F"/>
    <w:rsid w:val="0054592F"/>
    <w:rsid w:val="0054655E"/>
    <w:rsid w:val="005467D3"/>
    <w:rsid w:val="00547028"/>
    <w:rsid w:val="00547811"/>
    <w:rsid w:val="005500CA"/>
    <w:rsid w:val="00550A02"/>
    <w:rsid w:val="00550B81"/>
    <w:rsid w:val="00550BFC"/>
    <w:rsid w:val="0055175B"/>
    <w:rsid w:val="00551B62"/>
    <w:rsid w:val="00551E92"/>
    <w:rsid w:val="00552621"/>
    <w:rsid w:val="00553012"/>
    <w:rsid w:val="00553017"/>
    <w:rsid w:val="0055342C"/>
    <w:rsid w:val="005535B2"/>
    <w:rsid w:val="00553869"/>
    <w:rsid w:val="00553949"/>
    <w:rsid w:val="00553993"/>
    <w:rsid w:val="00554C94"/>
    <w:rsid w:val="005550D6"/>
    <w:rsid w:val="005551E8"/>
    <w:rsid w:val="00555D42"/>
    <w:rsid w:val="00555EED"/>
    <w:rsid w:val="00556436"/>
    <w:rsid w:val="0055796F"/>
    <w:rsid w:val="00557A9E"/>
    <w:rsid w:val="0056050E"/>
    <w:rsid w:val="0056051A"/>
    <w:rsid w:val="00561219"/>
    <w:rsid w:val="005612D3"/>
    <w:rsid w:val="0056232D"/>
    <w:rsid w:val="00562B51"/>
    <w:rsid w:val="00562E44"/>
    <w:rsid w:val="005639C0"/>
    <w:rsid w:val="00563A4F"/>
    <w:rsid w:val="00564598"/>
    <w:rsid w:val="00564E14"/>
    <w:rsid w:val="00564EEF"/>
    <w:rsid w:val="00565C88"/>
    <w:rsid w:val="005666AC"/>
    <w:rsid w:val="00567271"/>
    <w:rsid w:val="00567875"/>
    <w:rsid w:val="00567987"/>
    <w:rsid w:val="00567AF5"/>
    <w:rsid w:val="00570026"/>
    <w:rsid w:val="00570559"/>
    <w:rsid w:val="00570EFF"/>
    <w:rsid w:val="00570FA9"/>
    <w:rsid w:val="005711D7"/>
    <w:rsid w:val="00571720"/>
    <w:rsid w:val="00571B2A"/>
    <w:rsid w:val="00571E38"/>
    <w:rsid w:val="005720FC"/>
    <w:rsid w:val="005722C5"/>
    <w:rsid w:val="0057299F"/>
    <w:rsid w:val="00572C2B"/>
    <w:rsid w:val="005730F4"/>
    <w:rsid w:val="005734AB"/>
    <w:rsid w:val="005739EA"/>
    <w:rsid w:val="00574FA1"/>
    <w:rsid w:val="005751D6"/>
    <w:rsid w:val="00575E0D"/>
    <w:rsid w:val="0057674C"/>
    <w:rsid w:val="005768A4"/>
    <w:rsid w:val="005770EA"/>
    <w:rsid w:val="00577653"/>
    <w:rsid w:val="00577A57"/>
    <w:rsid w:val="00577AC3"/>
    <w:rsid w:val="00577B99"/>
    <w:rsid w:val="00577EED"/>
    <w:rsid w:val="005800D2"/>
    <w:rsid w:val="00580435"/>
    <w:rsid w:val="005804CA"/>
    <w:rsid w:val="0058059A"/>
    <w:rsid w:val="00580BB4"/>
    <w:rsid w:val="005811E1"/>
    <w:rsid w:val="00582AA7"/>
    <w:rsid w:val="00583034"/>
    <w:rsid w:val="0058330F"/>
    <w:rsid w:val="00584187"/>
    <w:rsid w:val="00584B27"/>
    <w:rsid w:val="00584BB1"/>
    <w:rsid w:val="00584D93"/>
    <w:rsid w:val="005854F7"/>
    <w:rsid w:val="005855E5"/>
    <w:rsid w:val="00585A8A"/>
    <w:rsid w:val="00585CC6"/>
    <w:rsid w:val="00585E8E"/>
    <w:rsid w:val="00586CD3"/>
    <w:rsid w:val="00587213"/>
    <w:rsid w:val="005876BD"/>
    <w:rsid w:val="0059000D"/>
    <w:rsid w:val="0059004A"/>
    <w:rsid w:val="005901CA"/>
    <w:rsid w:val="00590C5E"/>
    <w:rsid w:val="00590EC1"/>
    <w:rsid w:val="00591366"/>
    <w:rsid w:val="00591565"/>
    <w:rsid w:val="00591652"/>
    <w:rsid w:val="005917F2"/>
    <w:rsid w:val="00593056"/>
    <w:rsid w:val="0059439A"/>
    <w:rsid w:val="00594FDD"/>
    <w:rsid w:val="00595213"/>
    <w:rsid w:val="00595810"/>
    <w:rsid w:val="0059649C"/>
    <w:rsid w:val="005964E7"/>
    <w:rsid w:val="00596CA6"/>
    <w:rsid w:val="005973E8"/>
    <w:rsid w:val="0059776F"/>
    <w:rsid w:val="00597888"/>
    <w:rsid w:val="005A032A"/>
    <w:rsid w:val="005A0DE9"/>
    <w:rsid w:val="005A100E"/>
    <w:rsid w:val="005A1CAB"/>
    <w:rsid w:val="005A22A7"/>
    <w:rsid w:val="005A24A6"/>
    <w:rsid w:val="005A24AB"/>
    <w:rsid w:val="005A2789"/>
    <w:rsid w:val="005A2903"/>
    <w:rsid w:val="005A2B42"/>
    <w:rsid w:val="005A30E6"/>
    <w:rsid w:val="005A3823"/>
    <w:rsid w:val="005A3A89"/>
    <w:rsid w:val="005A3C4E"/>
    <w:rsid w:val="005A4459"/>
    <w:rsid w:val="005A44F8"/>
    <w:rsid w:val="005A4B8E"/>
    <w:rsid w:val="005A4BFA"/>
    <w:rsid w:val="005A54EA"/>
    <w:rsid w:val="005A551E"/>
    <w:rsid w:val="005A5CEB"/>
    <w:rsid w:val="005A5D81"/>
    <w:rsid w:val="005A6100"/>
    <w:rsid w:val="005A63E9"/>
    <w:rsid w:val="005A6818"/>
    <w:rsid w:val="005A693C"/>
    <w:rsid w:val="005A7546"/>
    <w:rsid w:val="005B018B"/>
    <w:rsid w:val="005B048A"/>
    <w:rsid w:val="005B16E1"/>
    <w:rsid w:val="005B1AB1"/>
    <w:rsid w:val="005B1AB7"/>
    <w:rsid w:val="005B221D"/>
    <w:rsid w:val="005B254C"/>
    <w:rsid w:val="005B2619"/>
    <w:rsid w:val="005B2937"/>
    <w:rsid w:val="005B2C8F"/>
    <w:rsid w:val="005B30A8"/>
    <w:rsid w:val="005B30FC"/>
    <w:rsid w:val="005B3387"/>
    <w:rsid w:val="005B38FA"/>
    <w:rsid w:val="005B3D65"/>
    <w:rsid w:val="005B3EA7"/>
    <w:rsid w:val="005B456D"/>
    <w:rsid w:val="005B4C6B"/>
    <w:rsid w:val="005B4C83"/>
    <w:rsid w:val="005B5308"/>
    <w:rsid w:val="005B5972"/>
    <w:rsid w:val="005B62A7"/>
    <w:rsid w:val="005B6340"/>
    <w:rsid w:val="005B654A"/>
    <w:rsid w:val="005B6780"/>
    <w:rsid w:val="005C03D7"/>
    <w:rsid w:val="005C05B6"/>
    <w:rsid w:val="005C07D2"/>
    <w:rsid w:val="005C0F41"/>
    <w:rsid w:val="005C10A8"/>
    <w:rsid w:val="005C14E2"/>
    <w:rsid w:val="005C17D7"/>
    <w:rsid w:val="005C19E4"/>
    <w:rsid w:val="005C213F"/>
    <w:rsid w:val="005C2302"/>
    <w:rsid w:val="005C328B"/>
    <w:rsid w:val="005C3481"/>
    <w:rsid w:val="005C3877"/>
    <w:rsid w:val="005C3A63"/>
    <w:rsid w:val="005C45A4"/>
    <w:rsid w:val="005C4B98"/>
    <w:rsid w:val="005C4EE8"/>
    <w:rsid w:val="005C4F94"/>
    <w:rsid w:val="005C5225"/>
    <w:rsid w:val="005C594D"/>
    <w:rsid w:val="005C5B1D"/>
    <w:rsid w:val="005C6582"/>
    <w:rsid w:val="005C6614"/>
    <w:rsid w:val="005C683D"/>
    <w:rsid w:val="005C6A96"/>
    <w:rsid w:val="005C6C7E"/>
    <w:rsid w:val="005C6DCD"/>
    <w:rsid w:val="005C725B"/>
    <w:rsid w:val="005C7DEF"/>
    <w:rsid w:val="005D06C9"/>
    <w:rsid w:val="005D1274"/>
    <w:rsid w:val="005D1304"/>
    <w:rsid w:val="005D1516"/>
    <w:rsid w:val="005D1A13"/>
    <w:rsid w:val="005D229E"/>
    <w:rsid w:val="005D2339"/>
    <w:rsid w:val="005D23EC"/>
    <w:rsid w:val="005D23F5"/>
    <w:rsid w:val="005D2517"/>
    <w:rsid w:val="005D2731"/>
    <w:rsid w:val="005D27A4"/>
    <w:rsid w:val="005D2925"/>
    <w:rsid w:val="005D31AA"/>
    <w:rsid w:val="005D3340"/>
    <w:rsid w:val="005D38B6"/>
    <w:rsid w:val="005D3CBB"/>
    <w:rsid w:val="005D407B"/>
    <w:rsid w:val="005D4490"/>
    <w:rsid w:val="005D4A03"/>
    <w:rsid w:val="005D5876"/>
    <w:rsid w:val="005D5B2B"/>
    <w:rsid w:val="005D753D"/>
    <w:rsid w:val="005D764F"/>
    <w:rsid w:val="005D7966"/>
    <w:rsid w:val="005E0394"/>
    <w:rsid w:val="005E1751"/>
    <w:rsid w:val="005E18F6"/>
    <w:rsid w:val="005E1EAA"/>
    <w:rsid w:val="005E2147"/>
    <w:rsid w:val="005E23D0"/>
    <w:rsid w:val="005E28F5"/>
    <w:rsid w:val="005E2A7C"/>
    <w:rsid w:val="005E2BE9"/>
    <w:rsid w:val="005E2C33"/>
    <w:rsid w:val="005E3DA3"/>
    <w:rsid w:val="005E432D"/>
    <w:rsid w:val="005E4439"/>
    <w:rsid w:val="005E51CC"/>
    <w:rsid w:val="005E54AA"/>
    <w:rsid w:val="005E557A"/>
    <w:rsid w:val="005E5A26"/>
    <w:rsid w:val="005E5AC7"/>
    <w:rsid w:val="005E71E3"/>
    <w:rsid w:val="005E74FF"/>
    <w:rsid w:val="005E77C9"/>
    <w:rsid w:val="005E7D3A"/>
    <w:rsid w:val="005F0764"/>
    <w:rsid w:val="005F0911"/>
    <w:rsid w:val="005F12C3"/>
    <w:rsid w:val="005F2A38"/>
    <w:rsid w:val="005F2AE9"/>
    <w:rsid w:val="005F2B85"/>
    <w:rsid w:val="005F405B"/>
    <w:rsid w:val="005F433D"/>
    <w:rsid w:val="005F4A29"/>
    <w:rsid w:val="005F4C93"/>
    <w:rsid w:val="005F58D7"/>
    <w:rsid w:val="005F62D2"/>
    <w:rsid w:val="005F63EF"/>
    <w:rsid w:val="005F662A"/>
    <w:rsid w:val="005F6B4F"/>
    <w:rsid w:val="005F6D1B"/>
    <w:rsid w:val="00600E24"/>
    <w:rsid w:val="00601909"/>
    <w:rsid w:val="00601A5F"/>
    <w:rsid w:val="00601C49"/>
    <w:rsid w:val="00602424"/>
    <w:rsid w:val="006035C2"/>
    <w:rsid w:val="00604322"/>
    <w:rsid w:val="006043A9"/>
    <w:rsid w:val="0060488B"/>
    <w:rsid w:val="00604931"/>
    <w:rsid w:val="00604D58"/>
    <w:rsid w:val="00604E40"/>
    <w:rsid w:val="006050A7"/>
    <w:rsid w:val="00605791"/>
    <w:rsid w:val="0060584F"/>
    <w:rsid w:val="006058B3"/>
    <w:rsid w:val="00605C28"/>
    <w:rsid w:val="00605C53"/>
    <w:rsid w:val="00605C6D"/>
    <w:rsid w:val="00605FDC"/>
    <w:rsid w:val="006065B7"/>
    <w:rsid w:val="00606645"/>
    <w:rsid w:val="006070FA"/>
    <w:rsid w:val="0060770F"/>
    <w:rsid w:val="0061036B"/>
    <w:rsid w:val="0061076F"/>
    <w:rsid w:val="00610A5E"/>
    <w:rsid w:val="006110A6"/>
    <w:rsid w:val="006111E6"/>
    <w:rsid w:val="00611448"/>
    <w:rsid w:val="00611826"/>
    <w:rsid w:val="0061190F"/>
    <w:rsid w:val="00611B0E"/>
    <w:rsid w:val="00611BA5"/>
    <w:rsid w:val="0061225D"/>
    <w:rsid w:val="00612E07"/>
    <w:rsid w:val="006130E1"/>
    <w:rsid w:val="00613135"/>
    <w:rsid w:val="00613436"/>
    <w:rsid w:val="00613DA0"/>
    <w:rsid w:val="00613E9B"/>
    <w:rsid w:val="006142E4"/>
    <w:rsid w:val="0061442A"/>
    <w:rsid w:val="00614858"/>
    <w:rsid w:val="00614924"/>
    <w:rsid w:val="00614CB3"/>
    <w:rsid w:val="006159C8"/>
    <w:rsid w:val="0061672C"/>
    <w:rsid w:val="00616D3E"/>
    <w:rsid w:val="00616E6C"/>
    <w:rsid w:val="006176B3"/>
    <w:rsid w:val="00617943"/>
    <w:rsid w:val="00617A17"/>
    <w:rsid w:val="00620131"/>
    <w:rsid w:val="006201F1"/>
    <w:rsid w:val="0062093E"/>
    <w:rsid w:val="00620D78"/>
    <w:rsid w:val="00620DA8"/>
    <w:rsid w:val="00620FC9"/>
    <w:rsid w:val="00621309"/>
    <w:rsid w:val="006215E7"/>
    <w:rsid w:val="0062183A"/>
    <w:rsid w:val="00621A94"/>
    <w:rsid w:val="00621B72"/>
    <w:rsid w:val="006221A5"/>
    <w:rsid w:val="00622902"/>
    <w:rsid w:val="00622A81"/>
    <w:rsid w:val="00622FE7"/>
    <w:rsid w:val="00624602"/>
    <w:rsid w:val="00624A8A"/>
    <w:rsid w:val="0062528C"/>
    <w:rsid w:val="00625EA9"/>
    <w:rsid w:val="00626CCD"/>
    <w:rsid w:val="00627B27"/>
    <w:rsid w:val="006301F0"/>
    <w:rsid w:val="00630806"/>
    <w:rsid w:val="0063131E"/>
    <w:rsid w:val="00632191"/>
    <w:rsid w:val="00633104"/>
    <w:rsid w:val="0063401F"/>
    <w:rsid w:val="006340A6"/>
    <w:rsid w:val="006342A0"/>
    <w:rsid w:val="00634371"/>
    <w:rsid w:val="006343FD"/>
    <w:rsid w:val="00634900"/>
    <w:rsid w:val="00634BD2"/>
    <w:rsid w:val="006354B3"/>
    <w:rsid w:val="00635BEF"/>
    <w:rsid w:val="00636560"/>
    <w:rsid w:val="00637333"/>
    <w:rsid w:val="006373DB"/>
    <w:rsid w:val="006374E5"/>
    <w:rsid w:val="0064015C"/>
    <w:rsid w:val="006406C0"/>
    <w:rsid w:val="0064092A"/>
    <w:rsid w:val="006410F4"/>
    <w:rsid w:val="00641F14"/>
    <w:rsid w:val="006420E2"/>
    <w:rsid w:val="0064216F"/>
    <w:rsid w:val="00642688"/>
    <w:rsid w:val="006427AA"/>
    <w:rsid w:val="00642ABE"/>
    <w:rsid w:val="00642E92"/>
    <w:rsid w:val="006441F5"/>
    <w:rsid w:val="0064442D"/>
    <w:rsid w:val="00644D00"/>
    <w:rsid w:val="00645780"/>
    <w:rsid w:val="00645B27"/>
    <w:rsid w:val="00645DB8"/>
    <w:rsid w:val="00646567"/>
    <w:rsid w:val="006466A5"/>
    <w:rsid w:val="00646FD2"/>
    <w:rsid w:val="006471CB"/>
    <w:rsid w:val="0064720A"/>
    <w:rsid w:val="00647278"/>
    <w:rsid w:val="00647392"/>
    <w:rsid w:val="00650087"/>
    <w:rsid w:val="00650A26"/>
    <w:rsid w:val="00650B7D"/>
    <w:rsid w:val="00651846"/>
    <w:rsid w:val="00652093"/>
    <w:rsid w:val="00652159"/>
    <w:rsid w:val="00652233"/>
    <w:rsid w:val="00652AFA"/>
    <w:rsid w:val="00653547"/>
    <w:rsid w:val="006537D7"/>
    <w:rsid w:val="00653C13"/>
    <w:rsid w:val="00653DDD"/>
    <w:rsid w:val="00653EBE"/>
    <w:rsid w:val="00653EC0"/>
    <w:rsid w:val="006540E0"/>
    <w:rsid w:val="00654312"/>
    <w:rsid w:val="0065439C"/>
    <w:rsid w:val="006543BF"/>
    <w:rsid w:val="00654E6F"/>
    <w:rsid w:val="0065517F"/>
    <w:rsid w:val="00655357"/>
    <w:rsid w:val="00655495"/>
    <w:rsid w:val="0065562B"/>
    <w:rsid w:val="0065604F"/>
    <w:rsid w:val="00656109"/>
    <w:rsid w:val="00656A7E"/>
    <w:rsid w:val="00657333"/>
    <w:rsid w:val="00657DC2"/>
    <w:rsid w:val="00660959"/>
    <w:rsid w:val="00660F61"/>
    <w:rsid w:val="006624B6"/>
    <w:rsid w:val="006630E9"/>
    <w:rsid w:val="00663941"/>
    <w:rsid w:val="00663F59"/>
    <w:rsid w:val="00664263"/>
    <w:rsid w:val="00664780"/>
    <w:rsid w:val="00664AD6"/>
    <w:rsid w:val="00664BB8"/>
    <w:rsid w:val="00664C00"/>
    <w:rsid w:val="00664C5A"/>
    <w:rsid w:val="00664ECA"/>
    <w:rsid w:val="00664F7D"/>
    <w:rsid w:val="00665202"/>
    <w:rsid w:val="0066547B"/>
    <w:rsid w:val="00665A00"/>
    <w:rsid w:val="00665C69"/>
    <w:rsid w:val="00665E01"/>
    <w:rsid w:val="006660E8"/>
    <w:rsid w:val="0066637E"/>
    <w:rsid w:val="00666E7C"/>
    <w:rsid w:val="00666F53"/>
    <w:rsid w:val="00667240"/>
    <w:rsid w:val="006676C0"/>
    <w:rsid w:val="00667B0D"/>
    <w:rsid w:val="0067022F"/>
    <w:rsid w:val="00670313"/>
    <w:rsid w:val="006707DA"/>
    <w:rsid w:val="00670C4E"/>
    <w:rsid w:val="006722DB"/>
    <w:rsid w:val="00672377"/>
    <w:rsid w:val="00672486"/>
    <w:rsid w:val="0067248B"/>
    <w:rsid w:val="0067290F"/>
    <w:rsid w:val="006729C3"/>
    <w:rsid w:val="0067324A"/>
    <w:rsid w:val="00673B0D"/>
    <w:rsid w:val="00673BAB"/>
    <w:rsid w:val="00674047"/>
    <w:rsid w:val="0067544B"/>
    <w:rsid w:val="00675A8C"/>
    <w:rsid w:val="00675C81"/>
    <w:rsid w:val="0067601B"/>
    <w:rsid w:val="0067645E"/>
    <w:rsid w:val="00676CBA"/>
    <w:rsid w:val="006800F5"/>
    <w:rsid w:val="0068012B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6BD"/>
    <w:rsid w:val="00682DD2"/>
    <w:rsid w:val="00684128"/>
    <w:rsid w:val="00684464"/>
    <w:rsid w:val="006845F0"/>
    <w:rsid w:val="00684708"/>
    <w:rsid w:val="00684998"/>
    <w:rsid w:val="00684D7D"/>
    <w:rsid w:val="006851B7"/>
    <w:rsid w:val="006855CE"/>
    <w:rsid w:val="00685F53"/>
    <w:rsid w:val="00686BB1"/>
    <w:rsid w:val="00690062"/>
    <w:rsid w:val="006901CA"/>
    <w:rsid w:val="00690EBB"/>
    <w:rsid w:val="0069158C"/>
    <w:rsid w:val="006919EF"/>
    <w:rsid w:val="00691CB1"/>
    <w:rsid w:val="00692273"/>
    <w:rsid w:val="00692810"/>
    <w:rsid w:val="00692BC3"/>
    <w:rsid w:val="0069301F"/>
    <w:rsid w:val="00693317"/>
    <w:rsid w:val="00693665"/>
    <w:rsid w:val="00693A91"/>
    <w:rsid w:val="00693B8B"/>
    <w:rsid w:val="00693BE6"/>
    <w:rsid w:val="006941A1"/>
    <w:rsid w:val="00694ABC"/>
    <w:rsid w:val="0069518C"/>
    <w:rsid w:val="00695201"/>
    <w:rsid w:val="00695829"/>
    <w:rsid w:val="00695834"/>
    <w:rsid w:val="00695A79"/>
    <w:rsid w:val="00696140"/>
    <w:rsid w:val="00696EEB"/>
    <w:rsid w:val="0069767C"/>
    <w:rsid w:val="006976D9"/>
    <w:rsid w:val="006977E7"/>
    <w:rsid w:val="00697C89"/>
    <w:rsid w:val="006A0148"/>
    <w:rsid w:val="006A0572"/>
    <w:rsid w:val="006A0B1E"/>
    <w:rsid w:val="006A125E"/>
    <w:rsid w:val="006A1568"/>
    <w:rsid w:val="006A1E25"/>
    <w:rsid w:val="006A20BB"/>
    <w:rsid w:val="006A2313"/>
    <w:rsid w:val="006A2703"/>
    <w:rsid w:val="006A2CD4"/>
    <w:rsid w:val="006A2DE5"/>
    <w:rsid w:val="006A33B2"/>
    <w:rsid w:val="006A3490"/>
    <w:rsid w:val="006A3624"/>
    <w:rsid w:val="006A3758"/>
    <w:rsid w:val="006A3E21"/>
    <w:rsid w:val="006A3ED1"/>
    <w:rsid w:val="006A41DE"/>
    <w:rsid w:val="006A44CC"/>
    <w:rsid w:val="006A46EB"/>
    <w:rsid w:val="006A520F"/>
    <w:rsid w:val="006A5361"/>
    <w:rsid w:val="006A5AEC"/>
    <w:rsid w:val="006A5E9B"/>
    <w:rsid w:val="006A65FA"/>
    <w:rsid w:val="006A6EAD"/>
    <w:rsid w:val="006A6F3D"/>
    <w:rsid w:val="006A72A4"/>
    <w:rsid w:val="006A7972"/>
    <w:rsid w:val="006B0A07"/>
    <w:rsid w:val="006B1B70"/>
    <w:rsid w:val="006B1C9C"/>
    <w:rsid w:val="006B2032"/>
    <w:rsid w:val="006B2607"/>
    <w:rsid w:val="006B26CB"/>
    <w:rsid w:val="006B2B3A"/>
    <w:rsid w:val="006B3294"/>
    <w:rsid w:val="006B3467"/>
    <w:rsid w:val="006B39D3"/>
    <w:rsid w:val="006B3A69"/>
    <w:rsid w:val="006B3D58"/>
    <w:rsid w:val="006B479B"/>
    <w:rsid w:val="006B47F1"/>
    <w:rsid w:val="006B4E43"/>
    <w:rsid w:val="006B52E8"/>
    <w:rsid w:val="006B55E1"/>
    <w:rsid w:val="006B641E"/>
    <w:rsid w:val="006B6DEF"/>
    <w:rsid w:val="006B7135"/>
    <w:rsid w:val="006B7728"/>
    <w:rsid w:val="006B7B19"/>
    <w:rsid w:val="006B7E5D"/>
    <w:rsid w:val="006B7ED9"/>
    <w:rsid w:val="006B7F5C"/>
    <w:rsid w:val="006C0D68"/>
    <w:rsid w:val="006C0E00"/>
    <w:rsid w:val="006C0F98"/>
    <w:rsid w:val="006C12BD"/>
    <w:rsid w:val="006C1350"/>
    <w:rsid w:val="006C177E"/>
    <w:rsid w:val="006C17B3"/>
    <w:rsid w:val="006C2352"/>
    <w:rsid w:val="006C2D11"/>
    <w:rsid w:val="006C2D3F"/>
    <w:rsid w:val="006C31E6"/>
    <w:rsid w:val="006C37E1"/>
    <w:rsid w:val="006C3AB9"/>
    <w:rsid w:val="006C3B7A"/>
    <w:rsid w:val="006C4A21"/>
    <w:rsid w:val="006C4D62"/>
    <w:rsid w:val="006C4E5A"/>
    <w:rsid w:val="006C5173"/>
    <w:rsid w:val="006C5624"/>
    <w:rsid w:val="006C6DA2"/>
    <w:rsid w:val="006C7309"/>
    <w:rsid w:val="006C7CF2"/>
    <w:rsid w:val="006D0AB4"/>
    <w:rsid w:val="006D0CF6"/>
    <w:rsid w:val="006D1776"/>
    <w:rsid w:val="006D19FC"/>
    <w:rsid w:val="006D2229"/>
    <w:rsid w:val="006D2753"/>
    <w:rsid w:val="006D2ACC"/>
    <w:rsid w:val="006D3686"/>
    <w:rsid w:val="006D40F6"/>
    <w:rsid w:val="006D4A72"/>
    <w:rsid w:val="006D4DE8"/>
    <w:rsid w:val="006D4E50"/>
    <w:rsid w:val="006D4F28"/>
    <w:rsid w:val="006D597A"/>
    <w:rsid w:val="006D5DA7"/>
    <w:rsid w:val="006D5FBC"/>
    <w:rsid w:val="006D6016"/>
    <w:rsid w:val="006D648E"/>
    <w:rsid w:val="006D64AB"/>
    <w:rsid w:val="006D70F3"/>
    <w:rsid w:val="006D766B"/>
    <w:rsid w:val="006E00CF"/>
    <w:rsid w:val="006E02AE"/>
    <w:rsid w:val="006E0717"/>
    <w:rsid w:val="006E0FC3"/>
    <w:rsid w:val="006E1172"/>
    <w:rsid w:val="006E1B57"/>
    <w:rsid w:val="006E1BB1"/>
    <w:rsid w:val="006E1C12"/>
    <w:rsid w:val="006E1F2F"/>
    <w:rsid w:val="006E1F6A"/>
    <w:rsid w:val="006E3A57"/>
    <w:rsid w:val="006E3B79"/>
    <w:rsid w:val="006E3EF9"/>
    <w:rsid w:val="006E3F4F"/>
    <w:rsid w:val="006E404A"/>
    <w:rsid w:val="006E41D4"/>
    <w:rsid w:val="006E4658"/>
    <w:rsid w:val="006E47A8"/>
    <w:rsid w:val="006E4A7E"/>
    <w:rsid w:val="006E533F"/>
    <w:rsid w:val="006E53D5"/>
    <w:rsid w:val="006E564C"/>
    <w:rsid w:val="006E5867"/>
    <w:rsid w:val="006E601D"/>
    <w:rsid w:val="006E69BF"/>
    <w:rsid w:val="006E6CC4"/>
    <w:rsid w:val="006E7083"/>
    <w:rsid w:val="006E71BB"/>
    <w:rsid w:val="006E73DA"/>
    <w:rsid w:val="006E790D"/>
    <w:rsid w:val="006F014E"/>
    <w:rsid w:val="006F0192"/>
    <w:rsid w:val="006F01B4"/>
    <w:rsid w:val="006F06CC"/>
    <w:rsid w:val="006F106C"/>
    <w:rsid w:val="006F14F1"/>
    <w:rsid w:val="006F17F7"/>
    <w:rsid w:val="006F22C8"/>
    <w:rsid w:val="006F2AF1"/>
    <w:rsid w:val="006F2D2F"/>
    <w:rsid w:val="006F2D32"/>
    <w:rsid w:val="006F2E16"/>
    <w:rsid w:val="006F2F3A"/>
    <w:rsid w:val="006F3558"/>
    <w:rsid w:val="006F3603"/>
    <w:rsid w:val="006F38AA"/>
    <w:rsid w:val="006F3FC5"/>
    <w:rsid w:val="006F4879"/>
    <w:rsid w:val="006F4CE0"/>
    <w:rsid w:val="006F5086"/>
    <w:rsid w:val="006F5912"/>
    <w:rsid w:val="006F60A9"/>
    <w:rsid w:val="006F69B5"/>
    <w:rsid w:val="006F74DA"/>
    <w:rsid w:val="006F7B76"/>
    <w:rsid w:val="006F7F83"/>
    <w:rsid w:val="007010C6"/>
    <w:rsid w:val="00701703"/>
    <w:rsid w:val="00701913"/>
    <w:rsid w:val="00701F8A"/>
    <w:rsid w:val="007026B3"/>
    <w:rsid w:val="00702915"/>
    <w:rsid w:val="00702BB1"/>
    <w:rsid w:val="00702CB6"/>
    <w:rsid w:val="0070319F"/>
    <w:rsid w:val="00703335"/>
    <w:rsid w:val="00703978"/>
    <w:rsid w:val="007039FA"/>
    <w:rsid w:val="00703CDD"/>
    <w:rsid w:val="0070408D"/>
    <w:rsid w:val="00704272"/>
    <w:rsid w:val="00704B47"/>
    <w:rsid w:val="00705419"/>
    <w:rsid w:val="00705437"/>
    <w:rsid w:val="007054A1"/>
    <w:rsid w:val="00705801"/>
    <w:rsid w:val="00706209"/>
    <w:rsid w:val="00706C65"/>
    <w:rsid w:val="00706FA5"/>
    <w:rsid w:val="00707D81"/>
    <w:rsid w:val="007101DD"/>
    <w:rsid w:val="00710434"/>
    <w:rsid w:val="00710E27"/>
    <w:rsid w:val="00711983"/>
    <w:rsid w:val="00711D5D"/>
    <w:rsid w:val="0071358B"/>
    <w:rsid w:val="0071363B"/>
    <w:rsid w:val="007139E9"/>
    <w:rsid w:val="00713BD5"/>
    <w:rsid w:val="007151EA"/>
    <w:rsid w:val="00715207"/>
    <w:rsid w:val="00716158"/>
    <w:rsid w:val="00716499"/>
    <w:rsid w:val="00716577"/>
    <w:rsid w:val="007165B3"/>
    <w:rsid w:val="00717007"/>
    <w:rsid w:val="0071720A"/>
    <w:rsid w:val="00717B04"/>
    <w:rsid w:val="00717BD3"/>
    <w:rsid w:val="007207B9"/>
    <w:rsid w:val="00720AC9"/>
    <w:rsid w:val="00720ECD"/>
    <w:rsid w:val="00720ED7"/>
    <w:rsid w:val="0072149B"/>
    <w:rsid w:val="007218AA"/>
    <w:rsid w:val="00721A35"/>
    <w:rsid w:val="00722447"/>
    <w:rsid w:val="007227A5"/>
    <w:rsid w:val="007229A6"/>
    <w:rsid w:val="00722A21"/>
    <w:rsid w:val="007235C0"/>
    <w:rsid w:val="007237EE"/>
    <w:rsid w:val="007243C9"/>
    <w:rsid w:val="007253F3"/>
    <w:rsid w:val="00725504"/>
    <w:rsid w:val="007257A0"/>
    <w:rsid w:val="00725C10"/>
    <w:rsid w:val="0072653D"/>
    <w:rsid w:val="00726D46"/>
    <w:rsid w:val="00727344"/>
    <w:rsid w:val="007275D4"/>
    <w:rsid w:val="0072770A"/>
    <w:rsid w:val="00727968"/>
    <w:rsid w:val="00727A3C"/>
    <w:rsid w:val="0073057C"/>
    <w:rsid w:val="007305A4"/>
    <w:rsid w:val="007314AC"/>
    <w:rsid w:val="007323CB"/>
    <w:rsid w:val="007323D4"/>
    <w:rsid w:val="0073253D"/>
    <w:rsid w:val="00732914"/>
    <w:rsid w:val="00733112"/>
    <w:rsid w:val="007338A9"/>
    <w:rsid w:val="00733F3C"/>
    <w:rsid w:val="007343B7"/>
    <w:rsid w:val="007344DC"/>
    <w:rsid w:val="007345E1"/>
    <w:rsid w:val="007346E9"/>
    <w:rsid w:val="0073486A"/>
    <w:rsid w:val="00734BEC"/>
    <w:rsid w:val="00735158"/>
    <w:rsid w:val="0073526A"/>
    <w:rsid w:val="00735341"/>
    <w:rsid w:val="007363A9"/>
    <w:rsid w:val="00736C54"/>
    <w:rsid w:val="00736EE8"/>
    <w:rsid w:val="0073702C"/>
    <w:rsid w:val="00737301"/>
    <w:rsid w:val="0073757A"/>
    <w:rsid w:val="00737969"/>
    <w:rsid w:val="00737EB1"/>
    <w:rsid w:val="007406B2"/>
    <w:rsid w:val="00740A8B"/>
    <w:rsid w:val="00740E01"/>
    <w:rsid w:val="007416B8"/>
    <w:rsid w:val="007418E1"/>
    <w:rsid w:val="00741CA9"/>
    <w:rsid w:val="00741E77"/>
    <w:rsid w:val="0074232A"/>
    <w:rsid w:val="0074284D"/>
    <w:rsid w:val="00742962"/>
    <w:rsid w:val="00742BEB"/>
    <w:rsid w:val="00743B10"/>
    <w:rsid w:val="00744E43"/>
    <w:rsid w:val="00744EC0"/>
    <w:rsid w:val="00745462"/>
    <w:rsid w:val="0074566B"/>
    <w:rsid w:val="00745D82"/>
    <w:rsid w:val="00745EBB"/>
    <w:rsid w:val="00745F6D"/>
    <w:rsid w:val="007462F9"/>
    <w:rsid w:val="00746FD5"/>
    <w:rsid w:val="007470E3"/>
    <w:rsid w:val="00747846"/>
    <w:rsid w:val="00747AF1"/>
    <w:rsid w:val="00750FF3"/>
    <w:rsid w:val="0075123C"/>
    <w:rsid w:val="00751F3F"/>
    <w:rsid w:val="00752168"/>
    <w:rsid w:val="00752264"/>
    <w:rsid w:val="00752A4F"/>
    <w:rsid w:val="00752CB0"/>
    <w:rsid w:val="00753373"/>
    <w:rsid w:val="00753450"/>
    <w:rsid w:val="0075345F"/>
    <w:rsid w:val="007535BD"/>
    <w:rsid w:val="0075395A"/>
    <w:rsid w:val="00754116"/>
    <w:rsid w:val="0075468C"/>
    <w:rsid w:val="007548A9"/>
    <w:rsid w:val="00755078"/>
    <w:rsid w:val="00755343"/>
    <w:rsid w:val="0075582F"/>
    <w:rsid w:val="0075586C"/>
    <w:rsid w:val="00756D2C"/>
    <w:rsid w:val="00757041"/>
    <w:rsid w:val="007571AD"/>
    <w:rsid w:val="0076037F"/>
    <w:rsid w:val="00760573"/>
    <w:rsid w:val="007606D8"/>
    <w:rsid w:val="00760F5D"/>
    <w:rsid w:val="007611CB"/>
    <w:rsid w:val="007618BE"/>
    <w:rsid w:val="00761E76"/>
    <w:rsid w:val="0076222B"/>
    <w:rsid w:val="0076223A"/>
    <w:rsid w:val="00762249"/>
    <w:rsid w:val="00762270"/>
    <w:rsid w:val="00762513"/>
    <w:rsid w:val="00762BB1"/>
    <w:rsid w:val="0076333C"/>
    <w:rsid w:val="007638F1"/>
    <w:rsid w:val="00764DF1"/>
    <w:rsid w:val="007652CE"/>
    <w:rsid w:val="00765E0F"/>
    <w:rsid w:val="00766194"/>
    <w:rsid w:val="0076659A"/>
    <w:rsid w:val="0076659E"/>
    <w:rsid w:val="007666EE"/>
    <w:rsid w:val="0077037F"/>
    <w:rsid w:val="0077057F"/>
    <w:rsid w:val="00770E93"/>
    <w:rsid w:val="00771218"/>
    <w:rsid w:val="0077247C"/>
    <w:rsid w:val="00772612"/>
    <w:rsid w:val="00772942"/>
    <w:rsid w:val="0077313F"/>
    <w:rsid w:val="00773A25"/>
    <w:rsid w:val="00773C48"/>
    <w:rsid w:val="00773E2F"/>
    <w:rsid w:val="007741D6"/>
    <w:rsid w:val="007742BF"/>
    <w:rsid w:val="00774610"/>
    <w:rsid w:val="007747F0"/>
    <w:rsid w:val="0077490F"/>
    <w:rsid w:val="00774B7B"/>
    <w:rsid w:val="00774E84"/>
    <w:rsid w:val="007755E5"/>
    <w:rsid w:val="00775609"/>
    <w:rsid w:val="007758DF"/>
    <w:rsid w:val="0077619A"/>
    <w:rsid w:val="00776925"/>
    <w:rsid w:val="00776B13"/>
    <w:rsid w:val="00776CD5"/>
    <w:rsid w:val="007770DC"/>
    <w:rsid w:val="0077771F"/>
    <w:rsid w:val="00777AFB"/>
    <w:rsid w:val="00777DB9"/>
    <w:rsid w:val="00780A1E"/>
    <w:rsid w:val="00780BF5"/>
    <w:rsid w:val="00781068"/>
    <w:rsid w:val="00781811"/>
    <w:rsid w:val="007825FA"/>
    <w:rsid w:val="007828E9"/>
    <w:rsid w:val="00782DC4"/>
    <w:rsid w:val="00783924"/>
    <w:rsid w:val="00784734"/>
    <w:rsid w:val="0078488B"/>
    <w:rsid w:val="00785A69"/>
    <w:rsid w:val="00785C1C"/>
    <w:rsid w:val="00785F6C"/>
    <w:rsid w:val="00786A4D"/>
    <w:rsid w:val="00790598"/>
    <w:rsid w:val="00790B61"/>
    <w:rsid w:val="00790FF2"/>
    <w:rsid w:val="00791953"/>
    <w:rsid w:val="00791A71"/>
    <w:rsid w:val="0079208F"/>
    <w:rsid w:val="007925C7"/>
    <w:rsid w:val="007928C2"/>
    <w:rsid w:val="00792A85"/>
    <w:rsid w:val="00792D6A"/>
    <w:rsid w:val="00792DE1"/>
    <w:rsid w:val="0079393E"/>
    <w:rsid w:val="0079472A"/>
    <w:rsid w:val="0079507E"/>
    <w:rsid w:val="007955A3"/>
    <w:rsid w:val="007957E1"/>
    <w:rsid w:val="00795D87"/>
    <w:rsid w:val="00796385"/>
    <w:rsid w:val="00796421"/>
    <w:rsid w:val="007965EB"/>
    <w:rsid w:val="00796CA5"/>
    <w:rsid w:val="00797655"/>
    <w:rsid w:val="00797844"/>
    <w:rsid w:val="00797931"/>
    <w:rsid w:val="00797945"/>
    <w:rsid w:val="007A0C2E"/>
    <w:rsid w:val="007A0C7B"/>
    <w:rsid w:val="007A0CB8"/>
    <w:rsid w:val="007A149C"/>
    <w:rsid w:val="007A1685"/>
    <w:rsid w:val="007A1D17"/>
    <w:rsid w:val="007A1FE5"/>
    <w:rsid w:val="007A21E1"/>
    <w:rsid w:val="007A29AD"/>
    <w:rsid w:val="007A2A65"/>
    <w:rsid w:val="007A2ACF"/>
    <w:rsid w:val="007A2B96"/>
    <w:rsid w:val="007A33FE"/>
    <w:rsid w:val="007A3965"/>
    <w:rsid w:val="007A4C19"/>
    <w:rsid w:val="007A4C1A"/>
    <w:rsid w:val="007A4F9A"/>
    <w:rsid w:val="007A5128"/>
    <w:rsid w:val="007A5182"/>
    <w:rsid w:val="007A5526"/>
    <w:rsid w:val="007A64CD"/>
    <w:rsid w:val="007A6780"/>
    <w:rsid w:val="007A6804"/>
    <w:rsid w:val="007A6949"/>
    <w:rsid w:val="007A6B1D"/>
    <w:rsid w:val="007A6F75"/>
    <w:rsid w:val="007A7625"/>
    <w:rsid w:val="007A7830"/>
    <w:rsid w:val="007A7B02"/>
    <w:rsid w:val="007B004F"/>
    <w:rsid w:val="007B0109"/>
    <w:rsid w:val="007B0CB2"/>
    <w:rsid w:val="007B0F1D"/>
    <w:rsid w:val="007B1454"/>
    <w:rsid w:val="007B2332"/>
    <w:rsid w:val="007B2751"/>
    <w:rsid w:val="007B27AA"/>
    <w:rsid w:val="007B2B9A"/>
    <w:rsid w:val="007B2CA7"/>
    <w:rsid w:val="007B3AD2"/>
    <w:rsid w:val="007B3FD4"/>
    <w:rsid w:val="007B41B9"/>
    <w:rsid w:val="007B426C"/>
    <w:rsid w:val="007B46F2"/>
    <w:rsid w:val="007B5C25"/>
    <w:rsid w:val="007B5C6C"/>
    <w:rsid w:val="007B5D10"/>
    <w:rsid w:val="007B5D4D"/>
    <w:rsid w:val="007B5FAA"/>
    <w:rsid w:val="007B6132"/>
    <w:rsid w:val="007B61F5"/>
    <w:rsid w:val="007B68A6"/>
    <w:rsid w:val="007B6BC3"/>
    <w:rsid w:val="007B726C"/>
    <w:rsid w:val="007B7898"/>
    <w:rsid w:val="007C07CD"/>
    <w:rsid w:val="007C0D5A"/>
    <w:rsid w:val="007C0F13"/>
    <w:rsid w:val="007C1B34"/>
    <w:rsid w:val="007C2D4B"/>
    <w:rsid w:val="007C308E"/>
    <w:rsid w:val="007C30DE"/>
    <w:rsid w:val="007C3E34"/>
    <w:rsid w:val="007C4287"/>
    <w:rsid w:val="007C4460"/>
    <w:rsid w:val="007C564F"/>
    <w:rsid w:val="007C580B"/>
    <w:rsid w:val="007C5A76"/>
    <w:rsid w:val="007C6955"/>
    <w:rsid w:val="007C73DC"/>
    <w:rsid w:val="007C78E2"/>
    <w:rsid w:val="007C7E20"/>
    <w:rsid w:val="007C7E98"/>
    <w:rsid w:val="007C7FB2"/>
    <w:rsid w:val="007D0343"/>
    <w:rsid w:val="007D0AF2"/>
    <w:rsid w:val="007D0B02"/>
    <w:rsid w:val="007D0B9C"/>
    <w:rsid w:val="007D102F"/>
    <w:rsid w:val="007D182A"/>
    <w:rsid w:val="007D1C85"/>
    <w:rsid w:val="007D1F07"/>
    <w:rsid w:val="007D2AE0"/>
    <w:rsid w:val="007D2E5E"/>
    <w:rsid w:val="007D411A"/>
    <w:rsid w:val="007D4175"/>
    <w:rsid w:val="007D4257"/>
    <w:rsid w:val="007D501E"/>
    <w:rsid w:val="007D530D"/>
    <w:rsid w:val="007D557D"/>
    <w:rsid w:val="007D5B5B"/>
    <w:rsid w:val="007D62FC"/>
    <w:rsid w:val="007D66CB"/>
    <w:rsid w:val="007D69AC"/>
    <w:rsid w:val="007D6BFE"/>
    <w:rsid w:val="007D6D29"/>
    <w:rsid w:val="007D7430"/>
    <w:rsid w:val="007D7533"/>
    <w:rsid w:val="007D7EFF"/>
    <w:rsid w:val="007E1839"/>
    <w:rsid w:val="007E29C1"/>
    <w:rsid w:val="007E322A"/>
    <w:rsid w:val="007E3653"/>
    <w:rsid w:val="007E375E"/>
    <w:rsid w:val="007E377B"/>
    <w:rsid w:val="007E4C37"/>
    <w:rsid w:val="007E4D19"/>
    <w:rsid w:val="007E53B7"/>
    <w:rsid w:val="007E554A"/>
    <w:rsid w:val="007E5D40"/>
    <w:rsid w:val="007E5D70"/>
    <w:rsid w:val="007E68FD"/>
    <w:rsid w:val="007E6D85"/>
    <w:rsid w:val="007E7149"/>
    <w:rsid w:val="007E726A"/>
    <w:rsid w:val="007F1935"/>
    <w:rsid w:val="007F1BD2"/>
    <w:rsid w:val="007F249E"/>
    <w:rsid w:val="007F2646"/>
    <w:rsid w:val="007F284D"/>
    <w:rsid w:val="007F2971"/>
    <w:rsid w:val="007F2A2A"/>
    <w:rsid w:val="007F348C"/>
    <w:rsid w:val="007F3761"/>
    <w:rsid w:val="007F3A6F"/>
    <w:rsid w:val="007F3B32"/>
    <w:rsid w:val="007F4572"/>
    <w:rsid w:val="007F47DA"/>
    <w:rsid w:val="007F4AF6"/>
    <w:rsid w:val="007F4C69"/>
    <w:rsid w:val="007F4DCC"/>
    <w:rsid w:val="007F5164"/>
    <w:rsid w:val="007F5192"/>
    <w:rsid w:val="007F52A7"/>
    <w:rsid w:val="007F5376"/>
    <w:rsid w:val="007F549F"/>
    <w:rsid w:val="007F56B5"/>
    <w:rsid w:val="007F605A"/>
    <w:rsid w:val="007F69EC"/>
    <w:rsid w:val="007F6FA4"/>
    <w:rsid w:val="007F75AF"/>
    <w:rsid w:val="0080054B"/>
    <w:rsid w:val="008005F8"/>
    <w:rsid w:val="00801201"/>
    <w:rsid w:val="00801405"/>
    <w:rsid w:val="00801858"/>
    <w:rsid w:val="00802C35"/>
    <w:rsid w:val="00802D55"/>
    <w:rsid w:val="00803D2C"/>
    <w:rsid w:val="008045B6"/>
    <w:rsid w:val="0080512F"/>
    <w:rsid w:val="0080515C"/>
    <w:rsid w:val="00805BCF"/>
    <w:rsid w:val="00805CBD"/>
    <w:rsid w:val="00805D33"/>
    <w:rsid w:val="00806035"/>
    <w:rsid w:val="00806541"/>
    <w:rsid w:val="0080697F"/>
    <w:rsid w:val="00807507"/>
    <w:rsid w:val="00807DA1"/>
    <w:rsid w:val="00807DCE"/>
    <w:rsid w:val="008101E9"/>
    <w:rsid w:val="0081093F"/>
    <w:rsid w:val="00810BC0"/>
    <w:rsid w:val="00810D56"/>
    <w:rsid w:val="00810F60"/>
    <w:rsid w:val="00811089"/>
    <w:rsid w:val="008115B5"/>
    <w:rsid w:val="00811E70"/>
    <w:rsid w:val="00812278"/>
    <w:rsid w:val="008129A8"/>
    <w:rsid w:val="00813D88"/>
    <w:rsid w:val="00813FBF"/>
    <w:rsid w:val="0081456B"/>
    <w:rsid w:val="00814A34"/>
    <w:rsid w:val="00815635"/>
    <w:rsid w:val="008159A3"/>
    <w:rsid w:val="008167B6"/>
    <w:rsid w:val="008167C7"/>
    <w:rsid w:val="008168F6"/>
    <w:rsid w:val="008169D4"/>
    <w:rsid w:val="00816A75"/>
    <w:rsid w:val="00816A87"/>
    <w:rsid w:val="00816D6D"/>
    <w:rsid w:val="00817361"/>
    <w:rsid w:val="00817E5C"/>
    <w:rsid w:val="00817EA9"/>
    <w:rsid w:val="008210A0"/>
    <w:rsid w:val="00821262"/>
    <w:rsid w:val="008212E0"/>
    <w:rsid w:val="00821887"/>
    <w:rsid w:val="00822109"/>
    <w:rsid w:val="00822463"/>
    <w:rsid w:val="00822C58"/>
    <w:rsid w:val="0082316D"/>
    <w:rsid w:val="008233F6"/>
    <w:rsid w:val="0082504C"/>
    <w:rsid w:val="008255B4"/>
    <w:rsid w:val="008255D5"/>
    <w:rsid w:val="008255E2"/>
    <w:rsid w:val="008256D7"/>
    <w:rsid w:val="008260A4"/>
    <w:rsid w:val="0082635D"/>
    <w:rsid w:val="0082643C"/>
    <w:rsid w:val="0082674E"/>
    <w:rsid w:val="00826BB3"/>
    <w:rsid w:val="00826C6D"/>
    <w:rsid w:val="0082768A"/>
    <w:rsid w:val="00827BDB"/>
    <w:rsid w:val="00827F87"/>
    <w:rsid w:val="008301DA"/>
    <w:rsid w:val="0083151E"/>
    <w:rsid w:val="00832140"/>
    <w:rsid w:val="0083237D"/>
    <w:rsid w:val="008324C1"/>
    <w:rsid w:val="008326D2"/>
    <w:rsid w:val="00832E65"/>
    <w:rsid w:val="008330AD"/>
    <w:rsid w:val="00833678"/>
    <w:rsid w:val="00833831"/>
    <w:rsid w:val="00834A05"/>
    <w:rsid w:val="00835B2F"/>
    <w:rsid w:val="00835FE4"/>
    <w:rsid w:val="00836D13"/>
    <w:rsid w:val="00836D8A"/>
    <w:rsid w:val="00836E3B"/>
    <w:rsid w:val="0083737E"/>
    <w:rsid w:val="008376E1"/>
    <w:rsid w:val="00840E08"/>
    <w:rsid w:val="00841FE2"/>
    <w:rsid w:val="00842210"/>
    <w:rsid w:val="00842289"/>
    <w:rsid w:val="0084255D"/>
    <w:rsid w:val="0084275F"/>
    <w:rsid w:val="00842AAB"/>
    <w:rsid w:val="00842E86"/>
    <w:rsid w:val="0084304F"/>
    <w:rsid w:val="0084347D"/>
    <w:rsid w:val="0084355B"/>
    <w:rsid w:val="008439D6"/>
    <w:rsid w:val="00843C8B"/>
    <w:rsid w:val="00843EF4"/>
    <w:rsid w:val="008441DE"/>
    <w:rsid w:val="0084437A"/>
    <w:rsid w:val="00844B94"/>
    <w:rsid w:val="00844C69"/>
    <w:rsid w:val="00844E60"/>
    <w:rsid w:val="008453E4"/>
    <w:rsid w:val="008455E5"/>
    <w:rsid w:val="008465C0"/>
    <w:rsid w:val="0084668F"/>
    <w:rsid w:val="00846AE0"/>
    <w:rsid w:val="00846F22"/>
    <w:rsid w:val="0084745E"/>
    <w:rsid w:val="008474EA"/>
    <w:rsid w:val="00847CA9"/>
    <w:rsid w:val="008507B1"/>
    <w:rsid w:val="008508BC"/>
    <w:rsid w:val="00850D4B"/>
    <w:rsid w:val="00850F37"/>
    <w:rsid w:val="00851365"/>
    <w:rsid w:val="0085194A"/>
    <w:rsid w:val="00852212"/>
    <w:rsid w:val="0085290D"/>
    <w:rsid w:val="00852C0D"/>
    <w:rsid w:val="008532A8"/>
    <w:rsid w:val="00853347"/>
    <w:rsid w:val="00853422"/>
    <w:rsid w:val="00853981"/>
    <w:rsid w:val="00853AD0"/>
    <w:rsid w:val="00853CBA"/>
    <w:rsid w:val="00853E29"/>
    <w:rsid w:val="00853E74"/>
    <w:rsid w:val="00854675"/>
    <w:rsid w:val="00854773"/>
    <w:rsid w:val="00854924"/>
    <w:rsid w:val="00854BF8"/>
    <w:rsid w:val="008557FF"/>
    <w:rsid w:val="00855AE4"/>
    <w:rsid w:val="00855E7C"/>
    <w:rsid w:val="0085604D"/>
    <w:rsid w:val="0085659E"/>
    <w:rsid w:val="0085679B"/>
    <w:rsid w:val="00856D2A"/>
    <w:rsid w:val="008576C9"/>
    <w:rsid w:val="00857810"/>
    <w:rsid w:val="008607FC"/>
    <w:rsid w:val="00860BF7"/>
    <w:rsid w:val="0086141F"/>
    <w:rsid w:val="00861EE8"/>
    <w:rsid w:val="00862A3C"/>
    <w:rsid w:val="00862AC9"/>
    <w:rsid w:val="00862BDC"/>
    <w:rsid w:val="00862D82"/>
    <w:rsid w:val="008631DA"/>
    <w:rsid w:val="00863569"/>
    <w:rsid w:val="0086516C"/>
    <w:rsid w:val="00865899"/>
    <w:rsid w:val="00866069"/>
    <w:rsid w:val="008663BF"/>
    <w:rsid w:val="0086691A"/>
    <w:rsid w:val="00866C78"/>
    <w:rsid w:val="00870AC9"/>
    <w:rsid w:val="00870C22"/>
    <w:rsid w:val="00870D6F"/>
    <w:rsid w:val="008710FD"/>
    <w:rsid w:val="008712F8"/>
    <w:rsid w:val="00871348"/>
    <w:rsid w:val="008713F5"/>
    <w:rsid w:val="0087148D"/>
    <w:rsid w:val="00871894"/>
    <w:rsid w:val="008728BB"/>
    <w:rsid w:val="008729F3"/>
    <w:rsid w:val="00873BF3"/>
    <w:rsid w:val="00873CB8"/>
    <w:rsid w:val="008747E6"/>
    <w:rsid w:val="00874D33"/>
    <w:rsid w:val="00874D46"/>
    <w:rsid w:val="00875DCB"/>
    <w:rsid w:val="00876238"/>
    <w:rsid w:val="00876EF7"/>
    <w:rsid w:val="0087743A"/>
    <w:rsid w:val="008775CA"/>
    <w:rsid w:val="0088034B"/>
    <w:rsid w:val="008807DA"/>
    <w:rsid w:val="0088091E"/>
    <w:rsid w:val="0088176E"/>
    <w:rsid w:val="00882247"/>
    <w:rsid w:val="008824BD"/>
    <w:rsid w:val="008826EA"/>
    <w:rsid w:val="0088277F"/>
    <w:rsid w:val="008829A7"/>
    <w:rsid w:val="00883003"/>
    <w:rsid w:val="008834B4"/>
    <w:rsid w:val="008843F6"/>
    <w:rsid w:val="00884850"/>
    <w:rsid w:val="00884DC6"/>
    <w:rsid w:val="0088541D"/>
    <w:rsid w:val="0088620A"/>
    <w:rsid w:val="0088657A"/>
    <w:rsid w:val="00886827"/>
    <w:rsid w:val="008869AB"/>
    <w:rsid w:val="00886BE6"/>
    <w:rsid w:val="00886F31"/>
    <w:rsid w:val="0088706D"/>
    <w:rsid w:val="00887565"/>
    <w:rsid w:val="00887E59"/>
    <w:rsid w:val="008900BB"/>
    <w:rsid w:val="008901B5"/>
    <w:rsid w:val="008908D6"/>
    <w:rsid w:val="00890A78"/>
    <w:rsid w:val="00891A55"/>
    <w:rsid w:val="0089235A"/>
    <w:rsid w:val="008927AD"/>
    <w:rsid w:val="00892848"/>
    <w:rsid w:val="008946B8"/>
    <w:rsid w:val="008951DE"/>
    <w:rsid w:val="0089543E"/>
    <w:rsid w:val="0089546F"/>
    <w:rsid w:val="008955A7"/>
    <w:rsid w:val="0089568F"/>
    <w:rsid w:val="00895939"/>
    <w:rsid w:val="00895AE1"/>
    <w:rsid w:val="00895ED2"/>
    <w:rsid w:val="00895FF8"/>
    <w:rsid w:val="00896A4A"/>
    <w:rsid w:val="00896B22"/>
    <w:rsid w:val="00896F8E"/>
    <w:rsid w:val="00897B08"/>
    <w:rsid w:val="00897D6D"/>
    <w:rsid w:val="00897FC0"/>
    <w:rsid w:val="008A12E1"/>
    <w:rsid w:val="008A1DC7"/>
    <w:rsid w:val="008A1EFF"/>
    <w:rsid w:val="008A26D7"/>
    <w:rsid w:val="008A333D"/>
    <w:rsid w:val="008A3679"/>
    <w:rsid w:val="008A3C2F"/>
    <w:rsid w:val="008A4108"/>
    <w:rsid w:val="008A4650"/>
    <w:rsid w:val="008A46DF"/>
    <w:rsid w:val="008A5241"/>
    <w:rsid w:val="008A54DC"/>
    <w:rsid w:val="008A58E1"/>
    <w:rsid w:val="008A5E72"/>
    <w:rsid w:val="008A6088"/>
    <w:rsid w:val="008A677A"/>
    <w:rsid w:val="008A6EBA"/>
    <w:rsid w:val="008A79A3"/>
    <w:rsid w:val="008A7C1A"/>
    <w:rsid w:val="008B090A"/>
    <w:rsid w:val="008B0AB1"/>
    <w:rsid w:val="008B1144"/>
    <w:rsid w:val="008B1938"/>
    <w:rsid w:val="008B19EA"/>
    <w:rsid w:val="008B22FE"/>
    <w:rsid w:val="008B28CF"/>
    <w:rsid w:val="008B3631"/>
    <w:rsid w:val="008B3B2E"/>
    <w:rsid w:val="008B3C5A"/>
    <w:rsid w:val="008B3D48"/>
    <w:rsid w:val="008B4151"/>
    <w:rsid w:val="008B4227"/>
    <w:rsid w:val="008B504E"/>
    <w:rsid w:val="008B5137"/>
    <w:rsid w:val="008B5163"/>
    <w:rsid w:val="008B5B70"/>
    <w:rsid w:val="008B66D4"/>
    <w:rsid w:val="008B6752"/>
    <w:rsid w:val="008B6AD8"/>
    <w:rsid w:val="008B701B"/>
    <w:rsid w:val="008C0176"/>
    <w:rsid w:val="008C1294"/>
    <w:rsid w:val="008C17A4"/>
    <w:rsid w:val="008C17E4"/>
    <w:rsid w:val="008C1D0A"/>
    <w:rsid w:val="008C257A"/>
    <w:rsid w:val="008C29C9"/>
    <w:rsid w:val="008C2E52"/>
    <w:rsid w:val="008C3138"/>
    <w:rsid w:val="008C3B77"/>
    <w:rsid w:val="008C3CF0"/>
    <w:rsid w:val="008C4467"/>
    <w:rsid w:val="008C4DD9"/>
    <w:rsid w:val="008C597C"/>
    <w:rsid w:val="008C5D2C"/>
    <w:rsid w:val="008C6424"/>
    <w:rsid w:val="008C66B3"/>
    <w:rsid w:val="008C674E"/>
    <w:rsid w:val="008C7AAD"/>
    <w:rsid w:val="008C7BCF"/>
    <w:rsid w:val="008C7F53"/>
    <w:rsid w:val="008C7FB2"/>
    <w:rsid w:val="008D03A0"/>
    <w:rsid w:val="008D045F"/>
    <w:rsid w:val="008D0BDC"/>
    <w:rsid w:val="008D0BE6"/>
    <w:rsid w:val="008D14F0"/>
    <w:rsid w:val="008D1C9C"/>
    <w:rsid w:val="008D20E1"/>
    <w:rsid w:val="008D267A"/>
    <w:rsid w:val="008D2A09"/>
    <w:rsid w:val="008D2B6B"/>
    <w:rsid w:val="008D2C09"/>
    <w:rsid w:val="008D3CCD"/>
    <w:rsid w:val="008D3CEB"/>
    <w:rsid w:val="008D4B60"/>
    <w:rsid w:val="008D4DB8"/>
    <w:rsid w:val="008D4FB3"/>
    <w:rsid w:val="008D59CE"/>
    <w:rsid w:val="008D5AE8"/>
    <w:rsid w:val="008D63B2"/>
    <w:rsid w:val="008D669C"/>
    <w:rsid w:val="008D718E"/>
    <w:rsid w:val="008D72B0"/>
    <w:rsid w:val="008D72DF"/>
    <w:rsid w:val="008D74C2"/>
    <w:rsid w:val="008D750F"/>
    <w:rsid w:val="008D767C"/>
    <w:rsid w:val="008D7C08"/>
    <w:rsid w:val="008E087C"/>
    <w:rsid w:val="008E09DD"/>
    <w:rsid w:val="008E0D39"/>
    <w:rsid w:val="008E0F8C"/>
    <w:rsid w:val="008E1905"/>
    <w:rsid w:val="008E1960"/>
    <w:rsid w:val="008E20DD"/>
    <w:rsid w:val="008E2280"/>
    <w:rsid w:val="008E2315"/>
    <w:rsid w:val="008E264C"/>
    <w:rsid w:val="008E2AB2"/>
    <w:rsid w:val="008E33D9"/>
    <w:rsid w:val="008E3FEC"/>
    <w:rsid w:val="008E4194"/>
    <w:rsid w:val="008E47E6"/>
    <w:rsid w:val="008E507A"/>
    <w:rsid w:val="008E5B3F"/>
    <w:rsid w:val="008E5DDE"/>
    <w:rsid w:val="008E6095"/>
    <w:rsid w:val="008E6ABD"/>
    <w:rsid w:val="008E6F9B"/>
    <w:rsid w:val="008E7C93"/>
    <w:rsid w:val="008F01FF"/>
    <w:rsid w:val="008F0662"/>
    <w:rsid w:val="008F0AC3"/>
    <w:rsid w:val="008F0BC6"/>
    <w:rsid w:val="008F0EE7"/>
    <w:rsid w:val="008F1596"/>
    <w:rsid w:val="008F17BF"/>
    <w:rsid w:val="008F1849"/>
    <w:rsid w:val="008F228B"/>
    <w:rsid w:val="008F25DA"/>
    <w:rsid w:val="008F290E"/>
    <w:rsid w:val="008F29C3"/>
    <w:rsid w:val="008F29DF"/>
    <w:rsid w:val="008F3C3B"/>
    <w:rsid w:val="008F40C1"/>
    <w:rsid w:val="008F468A"/>
    <w:rsid w:val="008F4BA3"/>
    <w:rsid w:val="008F535D"/>
    <w:rsid w:val="008F5A2C"/>
    <w:rsid w:val="008F5FFC"/>
    <w:rsid w:val="008F60B5"/>
    <w:rsid w:val="008F618E"/>
    <w:rsid w:val="008F6B56"/>
    <w:rsid w:val="008F758A"/>
    <w:rsid w:val="008F78AC"/>
    <w:rsid w:val="00900498"/>
    <w:rsid w:val="009006EB"/>
    <w:rsid w:val="009007B5"/>
    <w:rsid w:val="00900ACA"/>
    <w:rsid w:val="00900B59"/>
    <w:rsid w:val="00900E22"/>
    <w:rsid w:val="00901750"/>
    <w:rsid w:val="00901E9A"/>
    <w:rsid w:val="009035B2"/>
    <w:rsid w:val="00904E68"/>
    <w:rsid w:val="009052F8"/>
    <w:rsid w:val="00905343"/>
    <w:rsid w:val="009054C4"/>
    <w:rsid w:val="009076C7"/>
    <w:rsid w:val="00910058"/>
    <w:rsid w:val="009102AE"/>
    <w:rsid w:val="0091071C"/>
    <w:rsid w:val="009110F9"/>
    <w:rsid w:val="00911326"/>
    <w:rsid w:val="0091193E"/>
    <w:rsid w:val="0091194A"/>
    <w:rsid w:val="00911DDD"/>
    <w:rsid w:val="00912011"/>
    <w:rsid w:val="009120A9"/>
    <w:rsid w:val="00912144"/>
    <w:rsid w:val="00912214"/>
    <w:rsid w:val="00912247"/>
    <w:rsid w:val="0091233E"/>
    <w:rsid w:val="009125E9"/>
    <w:rsid w:val="00912966"/>
    <w:rsid w:val="0091311D"/>
    <w:rsid w:val="0091387B"/>
    <w:rsid w:val="0091428C"/>
    <w:rsid w:val="00914495"/>
    <w:rsid w:val="0091483B"/>
    <w:rsid w:val="00914BC6"/>
    <w:rsid w:val="00914FE6"/>
    <w:rsid w:val="00914FE9"/>
    <w:rsid w:val="00915A76"/>
    <w:rsid w:val="00915D61"/>
    <w:rsid w:val="00916450"/>
    <w:rsid w:val="0091677B"/>
    <w:rsid w:val="00916835"/>
    <w:rsid w:val="0091690B"/>
    <w:rsid w:val="0091716B"/>
    <w:rsid w:val="009173EB"/>
    <w:rsid w:val="00917502"/>
    <w:rsid w:val="00917523"/>
    <w:rsid w:val="00917A80"/>
    <w:rsid w:val="00917D90"/>
    <w:rsid w:val="00920C74"/>
    <w:rsid w:val="00920D05"/>
    <w:rsid w:val="00920FA4"/>
    <w:rsid w:val="009213C3"/>
    <w:rsid w:val="0092140C"/>
    <w:rsid w:val="00921E53"/>
    <w:rsid w:val="0092276F"/>
    <w:rsid w:val="00922F29"/>
    <w:rsid w:val="009234BF"/>
    <w:rsid w:val="00923C09"/>
    <w:rsid w:val="00924033"/>
    <w:rsid w:val="009245AE"/>
    <w:rsid w:val="009251EF"/>
    <w:rsid w:val="009252BB"/>
    <w:rsid w:val="00926067"/>
    <w:rsid w:val="009275D0"/>
    <w:rsid w:val="00927FC7"/>
    <w:rsid w:val="0093029B"/>
    <w:rsid w:val="00931111"/>
    <w:rsid w:val="009315B8"/>
    <w:rsid w:val="00931CF7"/>
    <w:rsid w:val="00932352"/>
    <w:rsid w:val="00932973"/>
    <w:rsid w:val="00932B38"/>
    <w:rsid w:val="00933C00"/>
    <w:rsid w:val="00933C42"/>
    <w:rsid w:val="00933FAE"/>
    <w:rsid w:val="009342DB"/>
    <w:rsid w:val="00934479"/>
    <w:rsid w:val="009351BB"/>
    <w:rsid w:val="009356A9"/>
    <w:rsid w:val="00935752"/>
    <w:rsid w:val="00935C92"/>
    <w:rsid w:val="00936172"/>
    <w:rsid w:val="00936728"/>
    <w:rsid w:val="00936CC5"/>
    <w:rsid w:val="00937516"/>
    <w:rsid w:val="009375AF"/>
    <w:rsid w:val="0093795A"/>
    <w:rsid w:val="00937CF6"/>
    <w:rsid w:val="00940742"/>
    <w:rsid w:val="00940C41"/>
    <w:rsid w:val="009416F3"/>
    <w:rsid w:val="00942245"/>
    <w:rsid w:val="0094227F"/>
    <w:rsid w:val="00942628"/>
    <w:rsid w:val="00942E2C"/>
    <w:rsid w:val="00943294"/>
    <w:rsid w:val="00943302"/>
    <w:rsid w:val="00943665"/>
    <w:rsid w:val="009437B7"/>
    <w:rsid w:val="00944004"/>
    <w:rsid w:val="0094402B"/>
    <w:rsid w:val="00944541"/>
    <w:rsid w:val="009445F4"/>
    <w:rsid w:val="00944715"/>
    <w:rsid w:val="00944AC0"/>
    <w:rsid w:val="00944F86"/>
    <w:rsid w:val="009462E2"/>
    <w:rsid w:val="00946900"/>
    <w:rsid w:val="00947302"/>
    <w:rsid w:val="009475A6"/>
    <w:rsid w:val="00947DA8"/>
    <w:rsid w:val="009503A1"/>
    <w:rsid w:val="009508A0"/>
    <w:rsid w:val="0095094E"/>
    <w:rsid w:val="00950AAC"/>
    <w:rsid w:val="009511F6"/>
    <w:rsid w:val="009511F8"/>
    <w:rsid w:val="009516DB"/>
    <w:rsid w:val="00951A5D"/>
    <w:rsid w:val="00952360"/>
    <w:rsid w:val="009526C7"/>
    <w:rsid w:val="0095288F"/>
    <w:rsid w:val="009535B5"/>
    <w:rsid w:val="009545DD"/>
    <w:rsid w:val="009547CF"/>
    <w:rsid w:val="00955297"/>
    <w:rsid w:val="00955744"/>
    <w:rsid w:val="0095596C"/>
    <w:rsid w:val="00955A87"/>
    <w:rsid w:val="009578CC"/>
    <w:rsid w:val="00957BAD"/>
    <w:rsid w:val="0096074F"/>
    <w:rsid w:val="00960BC9"/>
    <w:rsid w:val="00960BFB"/>
    <w:rsid w:val="00960D19"/>
    <w:rsid w:val="009614F6"/>
    <w:rsid w:val="009617AC"/>
    <w:rsid w:val="00961C5A"/>
    <w:rsid w:val="00961D43"/>
    <w:rsid w:val="00961EE2"/>
    <w:rsid w:val="00962175"/>
    <w:rsid w:val="00962B7F"/>
    <w:rsid w:val="0096339E"/>
    <w:rsid w:val="0096372A"/>
    <w:rsid w:val="009637B0"/>
    <w:rsid w:val="009639A1"/>
    <w:rsid w:val="00964A20"/>
    <w:rsid w:val="00966235"/>
    <w:rsid w:val="0096623A"/>
    <w:rsid w:val="009663C4"/>
    <w:rsid w:val="009665B4"/>
    <w:rsid w:val="00966688"/>
    <w:rsid w:val="009667BD"/>
    <w:rsid w:val="00966E02"/>
    <w:rsid w:val="00967BCF"/>
    <w:rsid w:val="0097069E"/>
    <w:rsid w:val="00971D43"/>
    <w:rsid w:val="00971F3D"/>
    <w:rsid w:val="009728B8"/>
    <w:rsid w:val="00972C30"/>
    <w:rsid w:val="00972ED3"/>
    <w:rsid w:val="00972F19"/>
    <w:rsid w:val="00972F9D"/>
    <w:rsid w:val="009730B1"/>
    <w:rsid w:val="009733E7"/>
    <w:rsid w:val="00973D05"/>
    <w:rsid w:val="00974009"/>
    <w:rsid w:val="0097533D"/>
    <w:rsid w:val="009753DC"/>
    <w:rsid w:val="009756FB"/>
    <w:rsid w:val="00975FFA"/>
    <w:rsid w:val="0097697F"/>
    <w:rsid w:val="009772C9"/>
    <w:rsid w:val="009806DF"/>
    <w:rsid w:val="0098088D"/>
    <w:rsid w:val="00980A6D"/>
    <w:rsid w:val="00980AE1"/>
    <w:rsid w:val="00980B04"/>
    <w:rsid w:val="00980D81"/>
    <w:rsid w:val="00980DA2"/>
    <w:rsid w:val="0098117A"/>
    <w:rsid w:val="0098160C"/>
    <w:rsid w:val="00981C62"/>
    <w:rsid w:val="00981C84"/>
    <w:rsid w:val="00981DB2"/>
    <w:rsid w:val="00982287"/>
    <w:rsid w:val="00982689"/>
    <w:rsid w:val="00982D82"/>
    <w:rsid w:val="00983398"/>
    <w:rsid w:val="0098355E"/>
    <w:rsid w:val="00983AD7"/>
    <w:rsid w:val="0098489F"/>
    <w:rsid w:val="00984A0C"/>
    <w:rsid w:val="00984C9B"/>
    <w:rsid w:val="0098572F"/>
    <w:rsid w:val="009858A1"/>
    <w:rsid w:val="00985B66"/>
    <w:rsid w:val="00987505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C86"/>
    <w:rsid w:val="0099325B"/>
    <w:rsid w:val="009938EF"/>
    <w:rsid w:val="00994252"/>
    <w:rsid w:val="0099447B"/>
    <w:rsid w:val="00994ABD"/>
    <w:rsid w:val="00995444"/>
    <w:rsid w:val="00996147"/>
    <w:rsid w:val="00996544"/>
    <w:rsid w:val="00996B43"/>
    <w:rsid w:val="00997FFB"/>
    <w:rsid w:val="009A122C"/>
    <w:rsid w:val="009A1B9B"/>
    <w:rsid w:val="009A21C3"/>
    <w:rsid w:val="009A231D"/>
    <w:rsid w:val="009A314D"/>
    <w:rsid w:val="009A3C86"/>
    <w:rsid w:val="009A41A2"/>
    <w:rsid w:val="009A4335"/>
    <w:rsid w:val="009A44F8"/>
    <w:rsid w:val="009A5583"/>
    <w:rsid w:val="009A5700"/>
    <w:rsid w:val="009A572A"/>
    <w:rsid w:val="009A5AE8"/>
    <w:rsid w:val="009A777F"/>
    <w:rsid w:val="009B0BDD"/>
    <w:rsid w:val="009B0C69"/>
    <w:rsid w:val="009B0FF6"/>
    <w:rsid w:val="009B10DD"/>
    <w:rsid w:val="009B1768"/>
    <w:rsid w:val="009B1B97"/>
    <w:rsid w:val="009B1BCE"/>
    <w:rsid w:val="009B1C83"/>
    <w:rsid w:val="009B224A"/>
    <w:rsid w:val="009B234C"/>
    <w:rsid w:val="009B23F7"/>
    <w:rsid w:val="009B268E"/>
    <w:rsid w:val="009B2BF2"/>
    <w:rsid w:val="009B2C06"/>
    <w:rsid w:val="009B2D32"/>
    <w:rsid w:val="009B3567"/>
    <w:rsid w:val="009B35BC"/>
    <w:rsid w:val="009B363C"/>
    <w:rsid w:val="009B3858"/>
    <w:rsid w:val="009B4217"/>
    <w:rsid w:val="009B435E"/>
    <w:rsid w:val="009B45C6"/>
    <w:rsid w:val="009B4C5C"/>
    <w:rsid w:val="009B4EEC"/>
    <w:rsid w:val="009B4FC3"/>
    <w:rsid w:val="009B5219"/>
    <w:rsid w:val="009B5C63"/>
    <w:rsid w:val="009B67F4"/>
    <w:rsid w:val="009B6ACD"/>
    <w:rsid w:val="009B6D4C"/>
    <w:rsid w:val="009B7404"/>
    <w:rsid w:val="009C08B5"/>
    <w:rsid w:val="009C1213"/>
    <w:rsid w:val="009C151E"/>
    <w:rsid w:val="009C1543"/>
    <w:rsid w:val="009C18DE"/>
    <w:rsid w:val="009C241B"/>
    <w:rsid w:val="009C2D1C"/>
    <w:rsid w:val="009C2EF6"/>
    <w:rsid w:val="009C4C44"/>
    <w:rsid w:val="009C4CE8"/>
    <w:rsid w:val="009C4DA4"/>
    <w:rsid w:val="009C50FE"/>
    <w:rsid w:val="009C5822"/>
    <w:rsid w:val="009C5E1B"/>
    <w:rsid w:val="009D04B2"/>
    <w:rsid w:val="009D13DC"/>
    <w:rsid w:val="009D17DF"/>
    <w:rsid w:val="009D1D5C"/>
    <w:rsid w:val="009D242B"/>
    <w:rsid w:val="009D2DF0"/>
    <w:rsid w:val="009D2E77"/>
    <w:rsid w:val="009D30C2"/>
    <w:rsid w:val="009D4044"/>
    <w:rsid w:val="009D44C5"/>
    <w:rsid w:val="009D4521"/>
    <w:rsid w:val="009D47C0"/>
    <w:rsid w:val="009D4A3D"/>
    <w:rsid w:val="009D5BCE"/>
    <w:rsid w:val="009D646C"/>
    <w:rsid w:val="009D65A1"/>
    <w:rsid w:val="009D66C0"/>
    <w:rsid w:val="009D681B"/>
    <w:rsid w:val="009D753A"/>
    <w:rsid w:val="009E1864"/>
    <w:rsid w:val="009E186C"/>
    <w:rsid w:val="009E213B"/>
    <w:rsid w:val="009E2188"/>
    <w:rsid w:val="009E2824"/>
    <w:rsid w:val="009E28D7"/>
    <w:rsid w:val="009E2E5B"/>
    <w:rsid w:val="009E3CE1"/>
    <w:rsid w:val="009E4E8B"/>
    <w:rsid w:val="009E5049"/>
    <w:rsid w:val="009E56E2"/>
    <w:rsid w:val="009E58E0"/>
    <w:rsid w:val="009E5D80"/>
    <w:rsid w:val="009E6310"/>
    <w:rsid w:val="009E6593"/>
    <w:rsid w:val="009E679E"/>
    <w:rsid w:val="009E687E"/>
    <w:rsid w:val="009E6D72"/>
    <w:rsid w:val="009E753D"/>
    <w:rsid w:val="009E7A21"/>
    <w:rsid w:val="009E7B89"/>
    <w:rsid w:val="009F00A3"/>
    <w:rsid w:val="009F075D"/>
    <w:rsid w:val="009F1081"/>
    <w:rsid w:val="009F322F"/>
    <w:rsid w:val="009F3C9B"/>
    <w:rsid w:val="009F3E3B"/>
    <w:rsid w:val="009F3FE3"/>
    <w:rsid w:val="009F47B8"/>
    <w:rsid w:val="009F4CD2"/>
    <w:rsid w:val="009F4E47"/>
    <w:rsid w:val="009F51BB"/>
    <w:rsid w:val="009F617E"/>
    <w:rsid w:val="009F6964"/>
    <w:rsid w:val="009F78AF"/>
    <w:rsid w:val="009F7B69"/>
    <w:rsid w:val="00A017B3"/>
    <w:rsid w:val="00A019F5"/>
    <w:rsid w:val="00A02087"/>
    <w:rsid w:val="00A0216E"/>
    <w:rsid w:val="00A02B07"/>
    <w:rsid w:val="00A02C4C"/>
    <w:rsid w:val="00A02D6D"/>
    <w:rsid w:val="00A03F9E"/>
    <w:rsid w:val="00A04041"/>
    <w:rsid w:val="00A0422D"/>
    <w:rsid w:val="00A043B9"/>
    <w:rsid w:val="00A0466B"/>
    <w:rsid w:val="00A0495D"/>
    <w:rsid w:val="00A04CD1"/>
    <w:rsid w:val="00A04E01"/>
    <w:rsid w:val="00A052A8"/>
    <w:rsid w:val="00A05F4D"/>
    <w:rsid w:val="00A06823"/>
    <w:rsid w:val="00A06CAD"/>
    <w:rsid w:val="00A07A50"/>
    <w:rsid w:val="00A10429"/>
    <w:rsid w:val="00A10474"/>
    <w:rsid w:val="00A105A8"/>
    <w:rsid w:val="00A10675"/>
    <w:rsid w:val="00A10EF4"/>
    <w:rsid w:val="00A1141D"/>
    <w:rsid w:val="00A117EA"/>
    <w:rsid w:val="00A11C41"/>
    <w:rsid w:val="00A11D47"/>
    <w:rsid w:val="00A11E8D"/>
    <w:rsid w:val="00A120A4"/>
    <w:rsid w:val="00A12818"/>
    <w:rsid w:val="00A130B5"/>
    <w:rsid w:val="00A139EC"/>
    <w:rsid w:val="00A14870"/>
    <w:rsid w:val="00A151C0"/>
    <w:rsid w:val="00A15468"/>
    <w:rsid w:val="00A1557A"/>
    <w:rsid w:val="00A15A08"/>
    <w:rsid w:val="00A1678E"/>
    <w:rsid w:val="00A17F55"/>
    <w:rsid w:val="00A207E9"/>
    <w:rsid w:val="00A20A4F"/>
    <w:rsid w:val="00A213CC"/>
    <w:rsid w:val="00A227A3"/>
    <w:rsid w:val="00A22AD6"/>
    <w:rsid w:val="00A23367"/>
    <w:rsid w:val="00A23596"/>
    <w:rsid w:val="00A248BC"/>
    <w:rsid w:val="00A24DD7"/>
    <w:rsid w:val="00A25560"/>
    <w:rsid w:val="00A25A02"/>
    <w:rsid w:val="00A25BAD"/>
    <w:rsid w:val="00A26033"/>
    <w:rsid w:val="00A260A1"/>
    <w:rsid w:val="00A267BD"/>
    <w:rsid w:val="00A26CB5"/>
    <w:rsid w:val="00A26E34"/>
    <w:rsid w:val="00A27110"/>
    <w:rsid w:val="00A2719D"/>
    <w:rsid w:val="00A27FEB"/>
    <w:rsid w:val="00A300AF"/>
    <w:rsid w:val="00A3015A"/>
    <w:rsid w:val="00A30BEB"/>
    <w:rsid w:val="00A31153"/>
    <w:rsid w:val="00A3191A"/>
    <w:rsid w:val="00A319D6"/>
    <w:rsid w:val="00A31C5D"/>
    <w:rsid w:val="00A31D7C"/>
    <w:rsid w:val="00A321A7"/>
    <w:rsid w:val="00A32380"/>
    <w:rsid w:val="00A32975"/>
    <w:rsid w:val="00A32E7C"/>
    <w:rsid w:val="00A34845"/>
    <w:rsid w:val="00A355B5"/>
    <w:rsid w:val="00A35731"/>
    <w:rsid w:val="00A361C8"/>
    <w:rsid w:val="00A36482"/>
    <w:rsid w:val="00A365A5"/>
    <w:rsid w:val="00A3674B"/>
    <w:rsid w:val="00A36A58"/>
    <w:rsid w:val="00A36C0B"/>
    <w:rsid w:val="00A37945"/>
    <w:rsid w:val="00A3794F"/>
    <w:rsid w:val="00A37AEC"/>
    <w:rsid w:val="00A37C39"/>
    <w:rsid w:val="00A37CEF"/>
    <w:rsid w:val="00A37D47"/>
    <w:rsid w:val="00A401FD"/>
    <w:rsid w:val="00A41004"/>
    <w:rsid w:val="00A414F8"/>
    <w:rsid w:val="00A41774"/>
    <w:rsid w:val="00A41802"/>
    <w:rsid w:val="00A42761"/>
    <w:rsid w:val="00A42897"/>
    <w:rsid w:val="00A42C61"/>
    <w:rsid w:val="00A43810"/>
    <w:rsid w:val="00A43CF3"/>
    <w:rsid w:val="00A441E4"/>
    <w:rsid w:val="00A446FF"/>
    <w:rsid w:val="00A44B4E"/>
    <w:rsid w:val="00A44FC0"/>
    <w:rsid w:val="00A45061"/>
    <w:rsid w:val="00A453DF"/>
    <w:rsid w:val="00A45742"/>
    <w:rsid w:val="00A4588E"/>
    <w:rsid w:val="00A46731"/>
    <w:rsid w:val="00A46915"/>
    <w:rsid w:val="00A474A2"/>
    <w:rsid w:val="00A47F96"/>
    <w:rsid w:val="00A50664"/>
    <w:rsid w:val="00A50E47"/>
    <w:rsid w:val="00A510FC"/>
    <w:rsid w:val="00A51D36"/>
    <w:rsid w:val="00A5222F"/>
    <w:rsid w:val="00A5272B"/>
    <w:rsid w:val="00A52B65"/>
    <w:rsid w:val="00A53171"/>
    <w:rsid w:val="00A5320C"/>
    <w:rsid w:val="00A53D46"/>
    <w:rsid w:val="00A5465A"/>
    <w:rsid w:val="00A54AEE"/>
    <w:rsid w:val="00A54E5D"/>
    <w:rsid w:val="00A54F6D"/>
    <w:rsid w:val="00A55504"/>
    <w:rsid w:val="00A5570D"/>
    <w:rsid w:val="00A55B46"/>
    <w:rsid w:val="00A55D79"/>
    <w:rsid w:val="00A56BE3"/>
    <w:rsid w:val="00A56C7E"/>
    <w:rsid w:val="00A60CFA"/>
    <w:rsid w:val="00A60E27"/>
    <w:rsid w:val="00A60EA7"/>
    <w:rsid w:val="00A6127A"/>
    <w:rsid w:val="00A619D3"/>
    <w:rsid w:val="00A61AF8"/>
    <w:rsid w:val="00A62DAB"/>
    <w:rsid w:val="00A63445"/>
    <w:rsid w:val="00A63665"/>
    <w:rsid w:val="00A638E9"/>
    <w:rsid w:val="00A639A5"/>
    <w:rsid w:val="00A63B7E"/>
    <w:rsid w:val="00A63DF4"/>
    <w:rsid w:val="00A64A24"/>
    <w:rsid w:val="00A64B10"/>
    <w:rsid w:val="00A651CD"/>
    <w:rsid w:val="00A6592D"/>
    <w:rsid w:val="00A664CE"/>
    <w:rsid w:val="00A6669A"/>
    <w:rsid w:val="00A66858"/>
    <w:rsid w:val="00A66EFE"/>
    <w:rsid w:val="00A66FF0"/>
    <w:rsid w:val="00A67020"/>
    <w:rsid w:val="00A670FA"/>
    <w:rsid w:val="00A67207"/>
    <w:rsid w:val="00A675B9"/>
    <w:rsid w:val="00A67E70"/>
    <w:rsid w:val="00A70019"/>
    <w:rsid w:val="00A7072B"/>
    <w:rsid w:val="00A707AC"/>
    <w:rsid w:val="00A709D0"/>
    <w:rsid w:val="00A70BD1"/>
    <w:rsid w:val="00A71E64"/>
    <w:rsid w:val="00A72685"/>
    <w:rsid w:val="00A72757"/>
    <w:rsid w:val="00A728A3"/>
    <w:rsid w:val="00A7298B"/>
    <w:rsid w:val="00A72B65"/>
    <w:rsid w:val="00A72DF0"/>
    <w:rsid w:val="00A73013"/>
    <w:rsid w:val="00A7301E"/>
    <w:rsid w:val="00A73253"/>
    <w:rsid w:val="00A7335E"/>
    <w:rsid w:val="00A73C0F"/>
    <w:rsid w:val="00A73DBC"/>
    <w:rsid w:val="00A74C9F"/>
    <w:rsid w:val="00A7504D"/>
    <w:rsid w:val="00A7520F"/>
    <w:rsid w:val="00A7537C"/>
    <w:rsid w:val="00A7580C"/>
    <w:rsid w:val="00A76AD6"/>
    <w:rsid w:val="00A77040"/>
    <w:rsid w:val="00A77F94"/>
    <w:rsid w:val="00A8008B"/>
    <w:rsid w:val="00A80E4C"/>
    <w:rsid w:val="00A81474"/>
    <w:rsid w:val="00A81C2C"/>
    <w:rsid w:val="00A82C78"/>
    <w:rsid w:val="00A82DE6"/>
    <w:rsid w:val="00A8344F"/>
    <w:rsid w:val="00A838D0"/>
    <w:rsid w:val="00A84431"/>
    <w:rsid w:val="00A84644"/>
    <w:rsid w:val="00A84BF5"/>
    <w:rsid w:val="00A84EC4"/>
    <w:rsid w:val="00A851F1"/>
    <w:rsid w:val="00A853C7"/>
    <w:rsid w:val="00A853E9"/>
    <w:rsid w:val="00A85E84"/>
    <w:rsid w:val="00A86508"/>
    <w:rsid w:val="00A86C42"/>
    <w:rsid w:val="00A86CF0"/>
    <w:rsid w:val="00A876C3"/>
    <w:rsid w:val="00A877E4"/>
    <w:rsid w:val="00A878F4"/>
    <w:rsid w:val="00A87BAE"/>
    <w:rsid w:val="00A87D4D"/>
    <w:rsid w:val="00A87E71"/>
    <w:rsid w:val="00A90169"/>
    <w:rsid w:val="00A9154F"/>
    <w:rsid w:val="00A91550"/>
    <w:rsid w:val="00A916C7"/>
    <w:rsid w:val="00A9173B"/>
    <w:rsid w:val="00A91820"/>
    <w:rsid w:val="00A91B48"/>
    <w:rsid w:val="00A92273"/>
    <w:rsid w:val="00A923C9"/>
    <w:rsid w:val="00A92801"/>
    <w:rsid w:val="00A9401C"/>
    <w:rsid w:val="00A940C2"/>
    <w:rsid w:val="00A9490C"/>
    <w:rsid w:val="00A949C4"/>
    <w:rsid w:val="00A94BAF"/>
    <w:rsid w:val="00A9504D"/>
    <w:rsid w:val="00A9644D"/>
    <w:rsid w:val="00A96EF7"/>
    <w:rsid w:val="00A9740D"/>
    <w:rsid w:val="00A9750B"/>
    <w:rsid w:val="00AA02A9"/>
    <w:rsid w:val="00AA04A8"/>
    <w:rsid w:val="00AA0A7D"/>
    <w:rsid w:val="00AA19E8"/>
    <w:rsid w:val="00AA1EAF"/>
    <w:rsid w:val="00AA1F4A"/>
    <w:rsid w:val="00AA2674"/>
    <w:rsid w:val="00AA2F50"/>
    <w:rsid w:val="00AA2FF2"/>
    <w:rsid w:val="00AA3081"/>
    <w:rsid w:val="00AA3AE8"/>
    <w:rsid w:val="00AA43F2"/>
    <w:rsid w:val="00AA7A2D"/>
    <w:rsid w:val="00AB00D5"/>
    <w:rsid w:val="00AB0D7F"/>
    <w:rsid w:val="00AB0F60"/>
    <w:rsid w:val="00AB143B"/>
    <w:rsid w:val="00AB1672"/>
    <w:rsid w:val="00AB185F"/>
    <w:rsid w:val="00AB22CA"/>
    <w:rsid w:val="00AB249F"/>
    <w:rsid w:val="00AB299F"/>
    <w:rsid w:val="00AB2E68"/>
    <w:rsid w:val="00AB3773"/>
    <w:rsid w:val="00AB3AA6"/>
    <w:rsid w:val="00AB4118"/>
    <w:rsid w:val="00AB45D4"/>
    <w:rsid w:val="00AB4E19"/>
    <w:rsid w:val="00AB540E"/>
    <w:rsid w:val="00AB562C"/>
    <w:rsid w:val="00AB66A1"/>
    <w:rsid w:val="00AB6823"/>
    <w:rsid w:val="00AB7132"/>
    <w:rsid w:val="00AC08D1"/>
    <w:rsid w:val="00AC0A2D"/>
    <w:rsid w:val="00AC179F"/>
    <w:rsid w:val="00AC1813"/>
    <w:rsid w:val="00AC1EF4"/>
    <w:rsid w:val="00AC22EF"/>
    <w:rsid w:val="00AC2949"/>
    <w:rsid w:val="00AC2B4D"/>
    <w:rsid w:val="00AC3BC5"/>
    <w:rsid w:val="00AC44FC"/>
    <w:rsid w:val="00AC55F1"/>
    <w:rsid w:val="00AC5A87"/>
    <w:rsid w:val="00AC61F3"/>
    <w:rsid w:val="00AC63C0"/>
    <w:rsid w:val="00AC6E22"/>
    <w:rsid w:val="00AC792F"/>
    <w:rsid w:val="00AC7B30"/>
    <w:rsid w:val="00AD02E7"/>
    <w:rsid w:val="00AD0719"/>
    <w:rsid w:val="00AD082A"/>
    <w:rsid w:val="00AD0849"/>
    <w:rsid w:val="00AD2D24"/>
    <w:rsid w:val="00AD34E7"/>
    <w:rsid w:val="00AD38DC"/>
    <w:rsid w:val="00AD3C77"/>
    <w:rsid w:val="00AD3CE1"/>
    <w:rsid w:val="00AD3E33"/>
    <w:rsid w:val="00AD3FE4"/>
    <w:rsid w:val="00AD559C"/>
    <w:rsid w:val="00AD5D64"/>
    <w:rsid w:val="00AD6355"/>
    <w:rsid w:val="00AD6528"/>
    <w:rsid w:val="00AD694D"/>
    <w:rsid w:val="00AD6F13"/>
    <w:rsid w:val="00AD78D1"/>
    <w:rsid w:val="00AE0376"/>
    <w:rsid w:val="00AE0629"/>
    <w:rsid w:val="00AE08F8"/>
    <w:rsid w:val="00AE14CB"/>
    <w:rsid w:val="00AE2936"/>
    <w:rsid w:val="00AE35E8"/>
    <w:rsid w:val="00AE4497"/>
    <w:rsid w:val="00AE479C"/>
    <w:rsid w:val="00AE4EA2"/>
    <w:rsid w:val="00AE56EF"/>
    <w:rsid w:val="00AE59EE"/>
    <w:rsid w:val="00AE5AC3"/>
    <w:rsid w:val="00AE65CA"/>
    <w:rsid w:val="00AE6A5B"/>
    <w:rsid w:val="00AE6F82"/>
    <w:rsid w:val="00AE745B"/>
    <w:rsid w:val="00AE77CB"/>
    <w:rsid w:val="00AE787F"/>
    <w:rsid w:val="00AE7B8B"/>
    <w:rsid w:val="00AF04DC"/>
    <w:rsid w:val="00AF060E"/>
    <w:rsid w:val="00AF0D09"/>
    <w:rsid w:val="00AF124C"/>
    <w:rsid w:val="00AF1262"/>
    <w:rsid w:val="00AF1636"/>
    <w:rsid w:val="00AF17C0"/>
    <w:rsid w:val="00AF1FDF"/>
    <w:rsid w:val="00AF348C"/>
    <w:rsid w:val="00AF3C0F"/>
    <w:rsid w:val="00AF3C88"/>
    <w:rsid w:val="00AF46F1"/>
    <w:rsid w:val="00AF5F22"/>
    <w:rsid w:val="00AF60B1"/>
    <w:rsid w:val="00AF7298"/>
    <w:rsid w:val="00B00634"/>
    <w:rsid w:val="00B01167"/>
    <w:rsid w:val="00B012E4"/>
    <w:rsid w:val="00B01409"/>
    <w:rsid w:val="00B01858"/>
    <w:rsid w:val="00B01B0E"/>
    <w:rsid w:val="00B02BCC"/>
    <w:rsid w:val="00B02E99"/>
    <w:rsid w:val="00B03FCF"/>
    <w:rsid w:val="00B047F2"/>
    <w:rsid w:val="00B04F1C"/>
    <w:rsid w:val="00B050CD"/>
    <w:rsid w:val="00B05544"/>
    <w:rsid w:val="00B05655"/>
    <w:rsid w:val="00B057B4"/>
    <w:rsid w:val="00B05EE9"/>
    <w:rsid w:val="00B06B4A"/>
    <w:rsid w:val="00B06EE9"/>
    <w:rsid w:val="00B06F0D"/>
    <w:rsid w:val="00B06F73"/>
    <w:rsid w:val="00B07104"/>
    <w:rsid w:val="00B074A6"/>
    <w:rsid w:val="00B0750F"/>
    <w:rsid w:val="00B07728"/>
    <w:rsid w:val="00B0789D"/>
    <w:rsid w:val="00B07EF5"/>
    <w:rsid w:val="00B07F43"/>
    <w:rsid w:val="00B101DE"/>
    <w:rsid w:val="00B1035A"/>
    <w:rsid w:val="00B10777"/>
    <w:rsid w:val="00B10CA3"/>
    <w:rsid w:val="00B10DF5"/>
    <w:rsid w:val="00B11073"/>
    <w:rsid w:val="00B11080"/>
    <w:rsid w:val="00B1185E"/>
    <w:rsid w:val="00B11E83"/>
    <w:rsid w:val="00B11F8E"/>
    <w:rsid w:val="00B12117"/>
    <w:rsid w:val="00B12150"/>
    <w:rsid w:val="00B1260D"/>
    <w:rsid w:val="00B12BF4"/>
    <w:rsid w:val="00B13153"/>
    <w:rsid w:val="00B131E7"/>
    <w:rsid w:val="00B13592"/>
    <w:rsid w:val="00B14402"/>
    <w:rsid w:val="00B148DB"/>
    <w:rsid w:val="00B15C27"/>
    <w:rsid w:val="00B15DDA"/>
    <w:rsid w:val="00B16209"/>
    <w:rsid w:val="00B16658"/>
    <w:rsid w:val="00B16A2B"/>
    <w:rsid w:val="00B17898"/>
    <w:rsid w:val="00B202BF"/>
    <w:rsid w:val="00B20A16"/>
    <w:rsid w:val="00B20AC5"/>
    <w:rsid w:val="00B20C49"/>
    <w:rsid w:val="00B21334"/>
    <w:rsid w:val="00B21CDD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2C3"/>
    <w:rsid w:val="00B23396"/>
    <w:rsid w:val="00B23B4D"/>
    <w:rsid w:val="00B23DA3"/>
    <w:rsid w:val="00B24079"/>
    <w:rsid w:val="00B242D1"/>
    <w:rsid w:val="00B24321"/>
    <w:rsid w:val="00B24BCA"/>
    <w:rsid w:val="00B24DB7"/>
    <w:rsid w:val="00B24F44"/>
    <w:rsid w:val="00B24F53"/>
    <w:rsid w:val="00B24FCD"/>
    <w:rsid w:val="00B25787"/>
    <w:rsid w:val="00B259CE"/>
    <w:rsid w:val="00B25DF1"/>
    <w:rsid w:val="00B26BFF"/>
    <w:rsid w:val="00B26DA0"/>
    <w:rsid w:val="00B277BE"/>
    <w:rsid w:val="00B278EF"/>
    <w:rsid w:val="00B3003C"/>
    <w:rsid w:val="00B30816"/>
    <w:rsid w:val="00B31010"/>
    <w:rsid w:val="00B31200"/>
    <w:rsid w:val="00B31220"/>
    <w:rsid w:val="00B31339"/>
    <w:rsid w:val="00B31A33"/>
    <w:rsid w:val="00B31F86"/>
    <w:rsid w:val="00B32945"/>
    <w:rsid w:val="00B33182"/>
    <w:rsid w:val="00B336E5"/>
    <w:rsid w:val="00B33A8A"/>
    <w:rsid w:val="00B33F31"/>
    <w:rsid w:val="00B33FBA"/>
    <w:rsid w:val="00B34479"/>
    <w:rsid w:val="00B345FF"/>
    <w:rsid w:val="00B35B16"/>
    <w:rsid w:val="00B3631A"/>
    <w:rsid w:val="00B3648D"/>
    <w:rsid w:val="00B36729"/>
    <w:rsid w:val="00B36D55"/>
    <w:rsid w:val="00B374F6"/>
    <w:rsid w:val="00B40D8E"/>
    <w:rsid w:val="00B40E08"/>
    <w:rsid w:val="00B4174B"/>
    <w:rsid w:val="00B41BC1"/>
    <w:rsid w:val="00B42DC0"/>
    <w:rsid w:val="00B43860"/>
    <w:rsid w:val="00B43DA9"/>
    <w:rsid w:val="00B43FC9"/>
    <w:rsid w:val="00B4425F"/>
    <w:rsid w:val="00B44C0A"/>
    <w:rsid w:val="00B44FE9"/>
    <w:rsid w:val="00B45742"/>
    <w:rsid w:val="00B45D32"/>
    <w:rsid w:val="00B46274"/>
    <w:rsid w:val="00B46333"/>
    <w:rsid w:val="00B4657F"/>
    <w:rsid w:val="00B46591"/>
    <w:rsid w:val="00B46B75"/>
    <w:rsid w:val="00B5081D"/>
    <w:rsid w:val="00B51416"/>
    <w:rsid w:val="00B5159A"/>
    <w:rsid w:val="00B515B1"/>
    <w:rsid w:val="00B51BCD"/>
    <w:rsid w:val="00B51E08"/>
    <w:rsid w:val="00B52CC0"/>
    <w:rsid w:val="00B52E69"/>
    <w:rsid w:val="00B52FD1"/>
    <w:rsid w:val="00B5313B"/>
    <w:rsid w:val="00B5323B"/>
    <w:rsid w:val="00B537E7"/>
    <w:rsid w:val="00B538A4"/>
    <w:rsid w:val="00B538CF"/>
    <w:rsid w:val="00B540C6"/>
    <w:rsid w:val="00B54D19"/>
    <w:rsid w:val="00B55368"/>
    <w:rsid w:val="00B5571B"/>
    <w:rsid w:val="00B570F9"/>
    <w:rsid w:val="00B57F2D"/>
    <w:rsid w:val="00B60606"/>
    <w:rsid w:val="00B6073D"/>
    <w:rsid w:val="00B60BAD"/>
    <w:rsid w:val="00B61307"/>
    <w:rsid w:val="00B61B65"/>
    <w:rsid w:val="00B6225F"/>
    <w:rsid w:val="00B628D0"/>
    <w:rsid w:val="00B62C54"/>
    <w:rsid w:val="00B6331D"/>
    <w:rsid w:val="00B6338D"/>
    <w:rsid w:val="00B638E3"/>
    <w:rsid w:val="00B63E8B"/>
    <w:rsid w:val="00B642CD"/>
    <w:rsid w:val="00B64662"/>
    <w:rsid w:val="00B64A15"/>
    <w:rsid w:val="00B64F9A"/>
    <w:rsid w:val="00B654EC"/>
    <w:rsid w:val="00B65EC4"/>
    <w:rsid w:val="00B66147"/>
    <w:rsid w:val="00B661BF"/>
    <w:rsid w:val="00B667BB"/>
    <w:rsid w:val="00B66800"/>
    <w:rsid w:val="00B66B74"/>
    <w:rsid w:val="00B674A3"/>
    <w:rsid w:val="00B676E2"/>
    <w:rsid w:val="00B67B02"/>
    <w:rsid w:val="00B700DE"/>
    <w:rsid w:val="00B704D4"/>
    <w:rsid w:val="00B7058F"/>
    <w:rsid w:val="00B705E2"/>
    <w:rsid w:val="00B706B8"/>
    <w:rsid w:val="00B70B03"/>
    <w:rsid w:val="00B71267"/>
    <w:rsid w:val="00B71492"/>
    <w:rsid w:val="00B71503"/>
    <w:rsid w:val="00B724AC"/>
    <w:rsid w:val="00B72992"/>
    <w:rsid w:val="00B73CB4"/>
    <w:rsid w:val="00B740D0"/>
    <w:rsid w:val="00B74678"/>
    <w:rsid w:val="00B749C8"/>
    <w:rsid w:val="00B74A80"/>
    <w:rsid w:val="00B752B7"/>
    <w:rsid w:val="00B755A6"/>
    <w:rsid w:val="00B75626"/>
    <w:rsid w:val="00B75862"/>
    <w:rsid w:val="00B758F1"/>
    <w:rsid w:val="00B75BBA"/>
    <w:rsid w:val="00B7601B"/>
    <w:rsid w:val="00B76027"/>
    <w:rsid w:val="00B764BC"/>
    <w:rsid w:val="00B770C8"/>
    <w:rsid w:val="00B7733B"/>
    <w:rsid w:val="00B80189"/>
    <w:rsid w:val="00B80653"/>
    <w:rsid w:val="00B81309"/>
    <w:rsid w:val="00B81444"/>
    <w:rsid w:val="00B81619"/>
    <w:rsid w:val="00B81708"/>
    <w:rsid w:val="00B81DA6"/>
    <w:rsid w:val="00B81E80"/>
    <w:rsid w:val="00B826ED"/>
    <w:rsid w:val="00B83A52"/>
    <w:rsid w:val="00B841B1"/>
    <w:rsid w:val="00B84685"/>
    <w:rsid w:val="00B84980"/>
    <w:rsid w:val="00B84A95"/>
    <w:rsid w:val="00B84BDE"/>
    <w:rsid w:val="00B84DFB"/>
    <w:rsid w:val="00B8635D"/>
    <w:rsid w:val="00B8652B"/>
    <w:rsid w:val="00B8697B"/>
    <w:rsid w:val="00B86C05"/>
    <w:rsid w:val="00B86DB1"/>
    <w:rsid w:val="00B86E50"/>
    <w:rsid w:val="00B86F09"/>
    <w:rsid w:val="00B87BAD"/>
    <w:rsid w:val="00B90031"/>
    <w:rsid w:val="00B9076C"/>
    <w:rsid w:val="00B90C98"/>
    <w:rsid w:val="00B90D53"/>
    <w:rsid w:val="00B90F17"/>
    <w:rsid w:val="00B91033"/>
    <w:rsid w:val="00B91529"/>
    <w:rsid w:val="00B92932"/>
    <w:rsid w:val="00B9297A"/>
    <w:rsid w:val="00B92CB7"/>
    <w:rsid w:val="00B93121"/>
    <w:rsid w:val="00B93BB3"/>
    <w:rsid w:val="00B93F3C"/>
    <w:rsid w:val="00B946A4"/>
    <w:rsid w:val="00B946AB"/>
    <w:rsid w:val="00B9477F"/>
    <w:rsid w:val="00B94F77"/>
    <w:rsid w:val="00B96528"/>
    <w:rsid w:val="00B96585"/>
    <w:rsid w:val="00B96B07"/>
    <w:rsid w:val="00B97018"/>
    <w:rsid w:val="00B97428"/>
    <w:rsid w:val="00B974B3"/>
    <w:rsid w:val="00B97811"/>
    <w:rsid w:val="00B97C70"/>
    <w:rsid w:val="00BA094C"/>
    <w:rsid w:val="00BA0CD6"/>
    <w:rsid w:val="00BA1020"/>
    <w:rsid w:val="00BA17C6"/>
    <w:rsid w:val="00BA1A72"/>
    <w:rsid w:val="00BA1F04"/>
    <w:rsid w:val="00BA20EC"/>
    <w:rsid w:val="00BA229F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4DB"/>
    <w:rsid w:val="00BA50F9"/>
    <w:rsid w:val="00BA5541"/>
    <w:rsid w:val="00BA7456"/>
    <w:rsid w:val="00BA74AC"/>
    <w:rsid w:val="00BB0BDD"/>
    <w:rsid w:val="00BB118D"/>
    <w:rsid w:val="00BB2480"/>
    <w:rsid w:val="00BB2532"/>
    <w:rsid w:val="00BB49A8"/>
    <w:rsid w:val="00BB4B4D"/>
    <w:rsid w:val="00BB58B8"/>
    <w:rsid w:val="00BB58C2"/>
    <w:rsid w:val="00BB5DBB"/>
    <w:rsid w:val="00BB5F2B"/>
    <w:rsid w:val="00BB6D12"/>
    <w:rsid w:val="00BB74A2"/>
    <w:rsid w:val="00BB7D61"/>
    <w:rsid w:val="00BB7E30"/>
    <w:rsid w:val="00BC0372"/>
    <w:rsid w:val="00BC04B3"/>
    <w:rsid w:val="00BC0767"/>
    <w:rsid w:val="00BC1298"/>
    <w:rsid w:val="00BC1CF3"/>
    <w:rsid w:val="00BC1D86"/>
    <w:rsid w:val="00BC208C"/>
    <w:rsid w:val="00BC31C0"/>
    <w:rsid w:val="00BC3232"/>
    <w:rsid w:val="00BC3998"/>
    <w:rsid w:val="00BC39A5"/>
    <w:rsid w:val="00BC3B7F"/>
    <w:rsid w:val="00BC3E01"/>
    <w:rsid w:val="00BC4674"/>
    <w:rsid w:val="00BC4997"/>
    <w:rsid w:val="00BC4D95"/>
    <w:rsid w:val="00BC52C3"/>
    <w:rsid w:val="00BC5D32"/>
    <w:rsid w:val="00BC5E68"/>
    <w:rsid w:val="00BC64F9"/>
    <w:rsid w:val="00BC6579"/>
    <w:rsid w:val="00BC6CCF"/>
    <w:rsid w:val="00BC6DB9"/>
    <w:rsid w:val="00BC7875"/>
    <w:rsid w:val="00BD0057"/>
    <w:rsid w:val="00BD065D"/>
    <w:rsid w:val="00BD1392"/>
    <w:rsid w:val="00BD1CDC"/>
    <w:rsid w:val="00BD1E7A"/>
    <w:rsid w:val="00BD235C"/>
    <w:rsid w:val="00BD2589"/>
    <w:rsid w:val="00BD25AA"/>
    <w:rsid w:val="00BD2830"/>
    <w:rsid w:val="00BD2C89"/>
    <w:rsid w:val="00BD2EC2"/>
    <w:rsid w:val="00BD3C8D"/>
    <w:rsid w:val="00BD4AB6"/>
    <w:rsid w:val="00BD571A"/>
    <w:rsid w:val="00BD58DD"/>
    <w:rsid w:val="00BD59BC"/>
    <w:rsid w:val="00BD5F30"/>
    <w:rsid w:val="00BD5FA1"/>
    <w:rsid w:val="00BD679B"/>
    <w:rsid w:val="00BD6A08"/>
    <w:rsid w:val="00BD72AD"/>
    <w:rsid w:val="00BD7601"/>
    <w:rsid w:val="00BE0432"/>
    <w:rsid w:val="00BE085B"/>
    <w:rsid w:val="00BE0BE5"/>
    <w:rsid w:val="00BE0E45"/>
    <w:rsid w:val="00BE0EC0"/>
    <w:rsid w:val="00BE190C"/>
    <w:rsid w:val="00BE2304"/>
    <w:rsid w:val="00BE29CB"/>
    <w:rsid w:val="00BE2DD8"/>
    <w:rsid w:val="00BE36AF"/>
    <w:rsid w:val="00BE3A87"/>
    <w:rsid w:val="00BE3F89"/>
    <w:rsid w:val="00BE6183"/>
    <w:rsid w:val="00BE62BC"/>
    <w:rsid w:val="00BE7039"/>
    <w:rsid w:val="00BE7E7F"/>
    <w:rsid w:val="00BF025D"/>
    <w:rsid w:val="00BF0385"/>
    <w:rsid w:val="00BF0FAB"/>
    <w:rsid w:val="00BF0FD7"/>
    <w:rsid w:val="00BF10B6"/>
    <w:rsid w:val="00BF10E0"/>
    <w:rsid w:val="00BF1654"/>
    <w:rsid w:val="00BF1747"/>
    <w:rsid w:val="00BF2302"/>
    <w:rsid w:val="00BF276C"/>
    <w:rsid w:val="00BF2A8D"/>
    <w:rsid w:val="00BF2F6A"/>
    <w:rsid w:val="00BF3145"/>
    <w:rsid w:val="00BF398A"/>
    <w:rsid w:val="00BF3D2F"/>
    <w:rsid w:val="00BF4384"/>
    <w:rsid w:val="00BF45E2"/>
    <w:rsid w:val="00BF4828"/>
    <w:rsid w:val="00BF4921"/>
    <w:rsid w:val="00BF63CB"/>
    <w:rsid w:val="00BF7012"/>
    <w:rsid w:val="00BF7086"/>
    <w:rsid w:val="00BF7140"/>
    <w:rsid w:val="00BF7F60"/>
    <w:rsid w:val="00C00DFE"/>
    <w:rsid w:val="00C015BA"/>
    <w:rsid w:val="00C015F1"/>
    <w:rsid w:val="00C01BB0"/>
    <w:rsid w:val="00C04088"/>
    <w:rsid w:val="00C046BB"/>
    <w:rsid w:val="00C0588D"/>
    <w:rsid w:val="00C059C5"/>
    <w:rsid w:val="00C05B6F"/>
    <w:rsid w:val="00C06CB4"/>
    <w:rsid w:val="00C06CFE"/>
    <w:rsid w:val="00C06D6A"/>
    <w:rsid w:val="00C102DA"/>
    <w:rsid w:val="00C10D16"/>
    <w:rsid w:val="00C11568"/>
    <w:rsid w:val="00C11886"/>
    <w:rsid w:val="00C11CEE"/>
    <w:rsid w:val="00C1249B"/>
    <w:rsid w:val="00C12515"/>
    <w:rsid w:val="00C12B28"/>
    <w:rsid w:val="00C12BAA"/>
    <w:rsid w:val="00C12E6D"/>
    <w:rsid w:val="00C138F2"/>
    <w:rsid w:val="00C13C3E"/>
    <w:rsid w:val="00C14285"/>
    <w:rsid w:val="00C148EF"/>
    <w:rsid w:val="00C14ABF"/>
    <w:rsid w:val="00C14B9C"/>
    <w:rsid w:val="00C14C78"/>
    <w:rsid w:val="00C160F2"/>
    <w:rsid w:val="00C16147"/>
    <w:rsid w:val="00C161D2"/>
    <w:rsid w:val="00C171C3"/>
    <w:rsid w:val="00C1734A"/>
    <w:rsid w:val="00C1760E"/>
    <w:rsid w:val="00C17697"/>
    <w:rsid w:val="00C17848"/>
    <w:rsid w:val="00C17EA0"/>
    <w:rsid w:val="00C2095B"/>
    <w:rsid w:val="00C2113C"/>
    <w:rsid w:val="00C211D2"/>
    <w:rsid w:val="00C2133C"/>
    <w:rsid w:val="00C215ED"/>
    <w:rsid w:val="00C21C4D"/>
    <w:rsid w:val="00C21C92"/>
    <w:rsid w:val="00C2225C"/>
    <w:rsid w:val="00C22AF7"/>
    <w:rsid w:val="00C22FC8"/>
    <w:rsid w:val="00C23907"/>
    <w:rsid w:val="00C23AF6"/>
    <w:rsid w:val="00C248B6"/>
    <w:rsid w:val="00C25105"/>
    <w:rsid w:val="00C2533A"/>
    <w:rsid w:val="00C255ED"/>
    <w:rsid w:val="00C25817"/>
    <w:rsid w:val="00C25F02"/>
    <w:rsid w:val="00C263A5"/>
    <w:rsid w:val="00C26618"/>
    <w:rsid w:val="00C27178"/>
    <w:rsid w:val="00C31093"/>
    <w:rsid w:val="00C313D3"/>
    <w:rsid w:val="00C32C18"/>
    <w:rsid w:val="00C32DAF"/>
    <w:rsid w:val="00C32F94"/>
    <w:rsid w:val="00C339EA"/>
    <w:rsid w:val="00C33BD2"/>
    <w:rsid w:val="00C34182"/>
    <w:rsid w:val="00C342DA"/>
    <w:rsid w:val="00C35491"/>
    <w:rsid w:val="00C354BE"/>
    <w:rsid w:val="00C35780"/>
    <w:rsid w:val="00C35A85"/>
    <w:rsid w:val="00C35B35"/>
    <w:rsid w:val="00C3601B"/>
    <w:rsid w:val="00C36529"/>
    <w:rsid w:val="00C36B53"/>
    <w:rsid w:val="00C36F55"/>
    <w:rsid w:val="00C37343"/>
    <w:rsid w:val="00C3744C"/>
    <w:rsid w:val="00C374B6"/>
    <w:rsid w:val="00C37BF2"/>
    <w:rsid w:val="00C37E45"/>
    <w:rsid w:val="00C4020E"/>
    <w:rsid w:val="00C4061C"/>
    <w:rsid w:val="00C4066D"/>
    <w:rsid w:val="00C4142F"/>
    <w:rsid w:val="00C41511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D9B"/>
    <w:rsid w:val="00C4725D"/>
    <w:rsid w:val="00C47531"/>
    <w:rsid w:val="00C47942"/>
    <w:rsid w:val="00C5025F"/>
    <w:rsid w:val="00C506F9"/>
    <w:rsid w:val="00C51940"/>
    <w:rsid w:val="00C52430"/>
    <w:rsid w:val="00C5286A"/>
    <w:rsid w:val="00C532C6"/>
    <w:rsid w:val="00C53554"/>
    <w:rsid w:val="00C53C8E"/>
    <w:rsid w:val="00C53CEE"/>
    <w:rsid w:val="00C544AD"/>
    <w:rsid w:val="00C550B1"/>
    <w:rsid w:val="00C55166"/>
    <w:rsid w:val="00C552C9"/>
    <w:rsid w:val="00C55CF9"/>
    <w:rsid w:val="00C56B6F"/>
    <w:rsid w:val="00C571B0"/>
    <w:rsid w:val="00C5723D"/>
    <w:rsid w:val="00C572DA"/>
    <w:rsid w:val="00C57560"/>
    <w:rsid w:val="00C57FF8"/>
    <w:rsid w:val="00C60295"/>
    <w:rsid w:val="00C602BE"/>
    <w:rsid w:val="00C6071B"/>
    <w:rsid w:val="00C60768"/>
    <w:rsid w:val="00C60A13"/>
    <w:rsid w:val="00C610BA"/>
    <w:rsid w:val="00C610CA"/>
    <w:rsid w:val="00C613F1"/>
    <w:rsid w:val="00C6179B"/>
    <w:rsid w:val="00C61CC6"/>
    <w:rsid w:val="00C61CF7"/>
    <w:rsid w:val="00C6232D"/>
    <w:rsid w:val="00C62DAF"/>
    <w:rsid w:val="00C63522"/>
    <w:rsid w:val="00C63891"/>
    <w:rsid w:val="00C63C23"/>
    <w:rsid w:val="00C63FC1"/>
    <w:rsid w:val="00C640EA"/>
    <w:rsid w:val="00C64216"/>
    <w:rsid w:val="00C64914"/>
    <w:rsid w:val="00C65E90"/>
    <w:rsid w:val="00C665B6"/>
    <w:rsid w:val="00C669EC"/>
    <w:rsid w:val="00C66AE4"/>
    <w:rsid w:val="00C66C47"/>
    <w:rsid w:val="00C6730D"/>
    <w:rsid w:val="00C676C9"/>
    <w:rsid w:val="00C67EFC"/>
    <w:rsid w:val="00C70A61"/>
    <w:rsid w:val="00C710F2"/>
    <w:rsid w:val="00C712BB"/>
    <w:rsid w:val="00C729AB"/>
    <w:rsid w:val="00C72A93"/>
    <w:rsid w:val="00C73B26"/>
    <w:rsid w:val="00C73E05"/>
    <w:rsid w:val="00C74990"/>
    <w:rsid w:val="00C74BFF"/>
    <w:rsid w:val="00C74F84"/>
    <w:rsid w:val="00C7550D"/>
    <w:rsid w:val="00C757EC"/>
    <w:rsid w:val="00C758FD"/>
    <w:rsid w:val="00C75C02"/>
    <w:rsid w:val="00C75C2A"/>
    <w:rsid w:val="00C76B38"/>
    <w:rsid w:val="00C76CC9"/>
    <w:rsid w:val="00C777EC"/>
    <w:rsid w:val="00C77877"/>
    <w:rsid w:val="00C77BB1"/>
    <w:rsid w:val="00C801D8"/>
    <w:rsid w:val="00C80842"/>
    <w:rsid w:val="00C81560"/>
    <w:rsid w:val="00C8183B"/>
    <w:rsid w:val="00C818DD"/>
    <w:rsid w:val="00C82712"/>
    <w:rsid w:val="00C83B45"/>
    <w:rsid w:val="00C83BDB"/>
    <w:rsid w:val="00C84C75"/>
    <w:rsid w:val="00C85218"/>
    <w:rsid w:val="00C85A07"/>
    <w:rsid w:val="00C85DF1"/>
    <w:rsid w:val="00C8607E"/>
    <w:rsid w:val="00C86208"/>
    <w:rsid w:val="00C86222"/>
    <w:rsid w:val="00C86BA9"/>
    <w:rsid w:val="00C86F0F"/>
    <w:rsid w:val="00C86FFD"/>
    <w:rsid w:val="00C871E7"/>
    <w:rsid w:val="00C8764A"/>
    <w:rsid w:val="00C878DD"/>
    <w:rsid w:val="00C87A28"/>
    <w:rsid w:val="00C87E6D"/>
    <w:rsid w:val="00C9015E"/>
    <w:rsid w:val="00C908F5"/>
    <w:rsid w:val="00C90E70"/>
    <w:rsid w:val="00C9125C"/>
    <w:rsid w:val="00C916B7"/>
    <w:rsid w:val="00C91C1C"/>
    <w:rsid w:val="00C91F02"/>
    <w:rsid w:val="00C9250F"/>
    <w:rsid w:val="00C92723"/>
    <w:rsid w:val="00C92AFE"/>
    <w:rsid w:val="00C9352C"/>
    <w:rsid w:val="00C937DA"/>
    <w:rsid w:val="00C9384C"/>
    <w:rsid w:val="00C93C8C"/>
    <w:rsid w:val="00C93FE7"/>
    <w:rsid w:val="00C94103"/>
    <w:rsid w:val="00C94C76"/>
    <w:rsid w:val="00C95536"/>
    <w:rsid w:val="00C95717"/>
    <w:rsid w:val="00C95850"/>
    <w:rsid w:val="00C95B53"/>
    <w:rsid w:val="00C95D1B"/>
    <w:rsid w:val="00C965AD"/>
    <w:rsid w:val="00C96932"/>
    <w:rsid w:val="00C97B0A"/>
    <w:rsid w:val="00CA0650"/>
    <w:rsid w:val="00CA07B4"/>
    <w:rsid w:val="00CA0CDA"/>
    <w:rsid w:val="00CA0F7D"/>
    <w:rsid w:val="00CA220E"/>
    <w:rsid w:val="00CA29FD"/>
    <w:rsid w:val="00CA2C25"/>
    <w:rsid w:val="00CA2CAA"/>
    <w:rsid w:val="00CA2FD8"/>
    <w:rsid w:val="00CA330D"/>
    <w:rsid w:val="00CA336B"/>
    <w:rsid w:val="00CA36F4"/>
    <w:rsid w:val="00CA37A7"/>
    <w:rsid w:val="00CA4BA8"/>
    <w:rsid w:val="00CA4EDD"/>
    <w:rsid w:val="00CA4F81"/>
    <w:rsid w:val="00CA516F"/>
    <w:rsid w:val="00CA53BB"/>
    <w:rsid w:val="00CA576E"/>
    <w:rsid w:val="00CA5A2D"/>
    <w:rsid w:val="00CA63D2"/>
    <w:rsid w:val="00CA6750"/>
    <w:rsid w:val="00CA7E8A"/>
    <w:rsid w:val="00CB012B"/>
    <w:rsid w:val="00CB03C7"/>
    <w:rsid w:val="00CB05BE"/>
    <w:rsid w:val="00CB0BCA"/>
    <w:rsid w:val="00CB0EB6"/>
    <w:rsid w:val="00CB150A"/>
    <w:rsid w:val="00CB17F3"/>
    <w:rsid w:val="00CB1B34"/>
    <w:rsid w:val="00CB1D8D"/>
    <w:rsid w:val="00CB28F1"/>
    <w:rsid w:val="00CB2959"/>
    <w:rsid w:val="00CB3744"/>
    <w:rsid w:val="00CB3998"/>
    <w:rsid w:val="00CB3B06"/>
    <w:rsid w:val="00CB3D7F"/>
    <w:rsid w:val="00CB4348"/>
    <w:rsid w:val="00CB5D37"/>
    <w:rsid w:val="00CB60A2"/>
    <w:rsid w:val="00CB6A2F"/>
    <w:rsid w:val="00CB6CDD"/>
    <w:rsid w:val="00CB72D5"/>
    <w:rsid w:val="00CB739C"/>
    <w:rsid w:val="00CB73D2"/>
    <w:rsid w:val="00CB75A7"/>
    <w:rsid w:val="00CB7BB2"/>
    <w:rsid w:val="00CC0F04"/>
    <w:rsid w:val="00CC0F7A"/>
    <w:rsid w:val="00CC1585"/>
    <w:rsid w:val="00CC1B3A"/>
    <w:rsid w:val="00CC20EF"/>
    <w:rsid w:val="00CC2527"/>
    <w:rsid w:val="00CC28D1"/>
    <w:rsid w:val="00CC2BA1"/>
    <w:rsid w:val="00CC2C53"/>
    <w:rsid w:val="00CC30AB"/>
    <w:rsid w:val="00CC316E"/>
    <w:rsid w:val="00CC399E"/>
    <w:rsid w:val="00CC3E96"/>
    <w:rsid w:val="00CC58CD"/>
    <w:rsid w:val="00CC6346"/>
    <w:rsid w:val="00CC7381"/>
    <w:rsid w:val="00CC774F"/>
    <w:rsid w:val="00CC7834"/>
    <w:rsid w:val="00CC7EA2"/>
    <w:rsid w:val="00CC7EF7"/>
    <w:rsid w:val="00CD02A9"/>
    <w:rsid w:val="00CD055A"/>
    <w:rsid w:val="00CD0B99"/>
    <w:rsid w:val="00CD0C74"/>
    <w:rsid w:val="00CD0E5C"/>
    <w:rsid w:val="00CD1823"/>
    <w:rsid w:val="00CD18DE"/>
    <w:rsid w:val="00CD1C1D"/>
    <w:rsid w:val="00CD25C8"/>
    <w:rsid w:val="00CD27C1"/>
    <w:rsid w:val="00CD304C"/>
    <w:rsid w:val="00CD3603"/>
    <w:rsid w:val="00CD3676"/>
    <w:rsid w:val="00CD3C6D"/>
    <w:rsid w:val="00CD4133"/>
    <w:rsid w:val="00CD438B"/>
    <w:rsid w:val="00CD4B66"/>
    <w:rsid w:val="00CD4C6F"/>
    <w:rsid w:val="00CD5425"/>
    <w:rsid w:val="00CD54CA"/>
    <w:rsid w:val="00CD57FD"/>
    <w:rsid w:val="00CD58CA"/>
    <w:rsid w:val="00CD5C1A"/>
    <w:rsid w:val="00CD5F15"/>
    <w:rsid w:val="00CD6675"/>
    <w:rsid w:val="00CD66CA"/>
    <w:rsid w:val="00CD687A"/>
    <w:rsid w:val="00CD69A2"/>
    <w:rsid w:val="00CD6F58"/>
    <w:rsid w:val="00CD781C"/>
    <w:rsid w:val="00CD79C8"/>
    <w:rsid w:val="00CD7ACB"/>
    <w:rsid w:val="00CE00EE"/>
    <w:rsid w:val="00CE03DF"/>
    <w:rsid w:val="00CE062A"/>
    <w:rsid w:val="00CE07A1"/>
    <w:rsid w:val="00CE0857"/>
    <w:rsid w:val="00CE2583"/>
    <w:rsid w:val="00CE28A3"/>
    <w:rsid w:val="00CE2F17"/>
    <w:rsid w:val="00CE3002"/>
    <w:rsid w:val="00CE3324"/>
    <w:rsid w:val="00CE3B1F"/>
    <w:rsid w:val="00CE3D02"/>
    <w:rsid w:val="00CE3E92"/>
    <w:rsid w:val="00CE4FD2"/>
    <w:rsid w:val="00CE5636"/>
    <w:rsid w:val="00CE6BFF"/>
    <w:rsid w:val="00CE6D99"/>
    <w:rsid w:val="00CE6FE7"/>
    <w:rsid w:val="00CE7696"/>
    <w:rsid w:val="00CE7AF8"/>
    <w:rsid w:val="00CE7B38"/>
    <w:rsid w:val="00CE7D5A"/>
    <w:rsid w:val="00CE7E43"/>
    <w:rsid w:val="00CF0B77"/>
    <w:rsid w:val="00CF163D"/>
    <w:rsid w:val="00CF17CD"/>
    <w:rsid w:val="00CF1E69"/>
    <w:rsid w:val="00CF2273"/>
    <w:rsid w:val="00CF2295"/>
    <w:rsid w:val="00CF31BB"/>
    <w:rsid w:val="00CF338D"/>
    <w:rsid w:val="00CF341B"/>
    <w:rsid w:val="00CF351E"/>
    <w:rsid w:val="00CF3563"/>
    <w:rsid w:val="00CF35BE"/>
    <w:rsid w:val="00CF3AA0"/>
    <w:rsid w:val="00CF3EF1"/>
    <w:rsid w:val="00CF4AF1"/>
    <w:rsid w:val="00CF4CDC"/>
    <w:rsid w:val="00CF53DA"/>
    <w:rsid w:val="00CF6D01"/>
    <w:rsid w:val="00CF78E5"/>
    <w:rsid w:val="00D00A62"/>
    <w:rsid w:val="00D00E34"/>
    <w:rsid w:val="00D0103D"/>
    <w:rsid w:val="00D015FC"/>
    <w:rsid w:val="00D02219"/>
    <w:rsid w:val="00D02644"/>
    <w:rsid w:val="00D02758"/>
    <w:rsid w:val="00D028BA"/>
    <w:rsid w:val="00D03123"/>
    <w:rsid w:val="00D035EB"/>
    <w:rsid w:val="00D03D14"/>
    <w:rsid w:val="00D03DC2"/>
    <w:rsid w:val="00D04200"/>
    <w:rsid w:val="00D04598"/>
    <w:rsid w:val="00D04886"/>
    <w:rsid w:val="00D0491E"/>
    <w:rsid w:val="00D0507C"/>
    <w:rsid w:val="00D05A4C"/>
    <w:rsid w:val="00D05CFD"/>
    <w:rsid w:val="00D05DD9"/>
    <w:rsid w:val="00D05E01"/>
    <w:rsid w:val="00D06087"/>
    <w:rsid w:val="00D060DF"/>
    <w:rsid w:val="00D061C4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C89"/>
    <w:rsid w:val="00D12228"/>
    <w:rsid w:val="00D123A9"/>
    <w:rsid w:val="00D136EF"/>
    <w:rsid w:val="00D13ECA"/>
    <w:rsid w:val="00D1437F"/>
    <w:rsid w:val="00D144E2"/>
    <w:rsid w:val="00D147B6"/>
    <w:rsid w:val="00D14A03"/>
    <w:rsid w:val="00D14B09"/>
    <w:rsid w:val="00D14E98"/>
    <w:rsid w:val="00D150C7"/>
    <w:rsid w:val="00D1557E"/>
    <w:rsid w:val="00D15BD8"/>
    <w:rsid w:val="00D15DF7"/>
    <w:rsid w:val="00D16EC4"/>
    <w:rsid w:val="00D179A2"/>
    <w:rsid w:val="00D21E09"/>
    <w:rsid w:val="00D221C8"/>
    <w:rsid w:val="00D22688"/>
    <w:rsid w:val="00D22BA2"/>
    <w:rsid w:val="00D23041"/>
    <w:rsid w:val="00D243FE"/>
    <w:rsid w:val="00D24AD8"/>
    <w:rsid w:val="00D25AAE"/>
    <w:rsid w:val="00D25BE7"/>
    <w:rsid w:val="00D26712"/>
    <w:rsid w:val="00D26DAD"/>
    <w:rsid w:val="00D27024"/>
    <w:rsid w:val="00D27459"/>
    <w:rsid w:val="00D27F00"/>
    <w:rsid w:val="00D3083F"/>
    <w:rsid w:val="00D30BF4"/>
    <w:rsid w:val="00D30FE7"/>
    <w:rsid w:val="00D3125C"/>
    <w:rsid w:val="00D31627"/>
    <w:rsid w:val="00D31DDD"/>
    <w:rsid w:val="00D32AD9"/>
    <w:rsid w:val="00D32B22"/>
    <w:rsid w:val="00D32E4F"/>
    <w:rsid w:val="00D340C4"/>
    <w:rsid w:val="00D347AA"/>
    <w:rsid w:val="00D34F48"/>
    <w:rsid w:val="00D3534E"/>
    <w:rsid w:val="00D355FD"/>
    <w:rsid w:val="00D35ED2"/>
    <w:rsid w:val="00D365B9"/>
    <w:rsid w:val="00D36772"/>
    <w:rsid w:val="00D3687A"/>
    <w:rsid w:val="00D368CD"/>
    <w:rsid w:val="00D36D77"/>
    <w:rsid w:val="00D36D7B"/>
    <w:rsid w:val="00D37591"/>
    <w:rsid w:val="00D37800"/>
    <w:rsid w:val="00D40330"/>
    <w:rsid w:val="00D403D4"/>
    <w:rsid w:val="00D404F7"/>
    <w:rsid w:val="00D41187"/>
    <w:rsid w:val="00D4227E"/>
    <w:rsid w:val="00D426C2"/>
    <w:rsid w:val="00D427C0"/>
    <w:rsid w:val="00D4282C"/>
    <w:rsid w:val="00D42E32"/>
    <w:rsid w:val="00D435D4"/>
    <w:rsid w:val="00D4563D"/>
    <w:rsid w:val="00D45A30"/>
    <w:rsid w:val="00D45BD7"/>
    <w:rsid w:val="00D45DCC"/>
    <w:rsid w:val="00D45FE6"/>
    <w:rsid w:val="00D46590"/>
    <w:rsid w:val="00D465E5"/>
    <w:rsid w:val="00D4682B"/>
    <w:rsid w:val="00D468C1"/>
    <w:rsid w:val="00D46915"/>
    <w:rsid w:val="00D469F6"/>
    <w:rsid w:val="00D46EE6"/>
    <w:rsid w:val="00D4711B"/>
    <w:rsid w:val="00D47690"/>
    <w:rsid w:val="00D47C2F"/>
    <w:rsid w:val="00D47EFA"/>
    <w:rsid w:val="00D50677"/>
    <w:rsid w:val="00D50815"/>
    <w:rsid w:val="00D50AA4"/>
    <w:rsid w:val="00D514BC"/>
    <w:rsid w:val="00D51590"/>
    <w:rsid w:val="00D51E17"/>
    <w:rsid w:val="00D5238F"/>
    <w:rsid w:val="00D526F0"/>
    <w:rsid w:val="00D527AC"/>
    <w:rsid w:val="00D52CCF"/>
    <w:rsid w:val="00D52E56"/>
    <w:rsid w:val="00D53220"/>
    <w:rsid w:val="00D53336"/>
    <w:rsid w:val="00D533C0"/>
    <w:rsid w:val="00D53C58"/>
    <w:rsid w:val="00D543CA"/>
    <w:rsid w:val="00D5468E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A98"/>
    <w:rsid w:val="00D572F4"/>
    <w:rsid w:val="00D6045B"/>
    <w:rsid w:val="00D605BF"/>
    <w:rsid w:val="00D607DC"/>
    <w:rsid w:val="00D60A53"/>
    <w:rsid w:val="00D60B8D"/>
    <w:rsid w:val="00D60BCA"/>
    <w:rsid w:val="00D612F3"/>
    <w:rsid w:val="00D61BE3"/>
    <w:rsid w:val="00D61D0D"/>
    <w:rsid w:val="00D61E20"/>
    <w:rsid w:val="00D62BFC"/>
    <w:rsid w:val="00D62D9A"/>
    <w:rsid w:val="00D630A3"/>
    <w:rsid w:val="00D6319F"/>
    <w:rsid w:val="00D645D6"/>
    <w:rsid w:val="00D6561C"/>
    <w:rsid w:val="00D656F0"/>
    <w:rsid w:val="00D657C1"/>
    <w:rsid w:val="00D65CB0"/>
    <w:rsid w:val="00D663B5"/>
    <w:rsid w:val="00D67188"/>
    <w:rsid w:val="00D67281"/>
    <w:rsid w:val="00D679BA"/>
    <w:rsid w:val="00D67BBD"/>
    <w:rsid w:val="00D67E31"/>
    <w:rsid w:val="00D703B9"/>
    <w:rsid w:val="00D70734"/>
    <w:rsid w:val="00D70C34"/>
    <w:rsid w:val="00D70E4B"/>
    <w:rsid w:val="00D710E6"/>
    <w:rsid w:val="00D7141F"/>
    <w:rsid w:val="00D721C0"/>
    <w:rsid w:val="00D733A5"/>
    <w:rsid w:val="00D7345F"/>
    <w:rsid w:val="00D7371C"/>
    <w:rsid w:val="00D7373F"/>
    <w:rsid w:val="00D74283"/>
    <w:rsid w:val="00D745B9"/>
    <w:rsid w:val="00D74A87"/>
    <w:rsid w:val="00D74CA0"/>
    <w:rsid w:val="00D75A3B"/>
    <w:rsid w:val="00D762A6"/>
    <w:rsid w:val="00D77263"/>
    <w:rsid w:val="00D77343"/>
    <w:rsid w:val="00D77584"/>
    <w:rsid w:val="00D77750"/>
    <w:rsid w:val="00D8032A"/>
    <w:rsid w:val="00D80A32"/>
    <w:rsid w:val="00D80A74"/>
    <w:rsid w:val="00D80E23"/>
    <w:rsid w:val="00D80F6D"/>
    <w:rsid w:val="00D81455"/>
    <w:rsid w:val="00D816F2"/>
    <w:rsid w:val="00D823CC"/>
    <w:rsid w:val="00D82722"/>
    <w:rsid w:val="00D829B8"/>
    <w:rsid w:val="00D82A09"/>
    <w:rsid w:val="00D82BE2"/>
    <w:rsid w:val="00D8304D"/>
    <w:rsid w:val="00D836A1"/>
    <w:rsid w:val="00D839A7"/>
    <w:rsid w:val="00D8411D"/>
    <w:rsid w:val="00D84123"/>
    <w:rsid w:val="00D8442D"/>
    <w:rsid w:val="00D84749"/>
    <w:rsid w:val="00D84C5A"/>
    <w:rsid w:val="00D84D15"/>
    <w:rsid w:val="00D85097"/>
    <w:rsid w:val="00D8522F"/>
    <w:rsid w:val="00D85696"/>
    <w:rsid w:val="00D85B1D"/>
    <w:rsid w:val="00D85C13"/>
    <w:rsid w:val="00D869E7"/>
    <w:rsid w:val="00D86B1A"/>
    <w:rsid w:val="00D87794"/>
    <w:rsid w:val="00D9014C"/>
    <w:rsid w:val="00D90835"/>
    <w:rsid w:val="00D90979"/>
    <w:rsid w:val="00D909B0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37A4"/>
    <w:rsid w:val="00D93CBC"/>
    <w:rsid w:val="00D9418C"/>
    <w:rsid w:val="00D9462B"/>
    <w:rsid w:val="00D9481F"/>
    <w:rsid w:val="00D94875"/>
    <w:rsid w:val="00D94C2E"/>
    <w:rsid w:val="00D951E0"/>
    <w:rsid w:val="00D95B6C"/>
    <w:rsid w:val="00D95C7D"/>
    <w:rsid w:val="00D95EA8"/>
    <w:rsid w:val="00D960FF"/>
    <w:rsid w:val="00D96407"/>
    <w:rsid w:val="00D96FD3"/>
    <w:rsid w:val="00D976F1"/>
    <w:rsid w:val="00D979C3"/>
    <w:rsid w:val="00D97E43"/>
    <w:rsid w:val="00D97F2F"/>
    <w:rsid w:val="00DA0D4C"/>
    <w:rsid w:val="00DA0EEC"/>
    <w:rsid w:val="00DA17BA"/>
    <w:rsid w:val="00DA1A66"/>
    <w:rsid w:val="00DA1BF6"/>
    <w:rsid w:val="00DA1CE3"/>
    <w:rsid w:val="00DA1FC5"/>
    <w:rsid w:val="00DA2564"/>
    <w:rsid w:val="00DA2B80"/>
    <w:rsid w:val="00DA2DEA"/>
    <w:rsid w:val="00DA361E"/>
    <w:rsid w:val="00DA3866"/>
    <w:rsid w:val="00DA391F"/>
    <w:rsid w:val="00DA3FAC"/>
    <w:rsid w:val="00DA499E"/>
    <w:rsid w:val="00DA537C"/>
    <w:rsid w:val="00DA5D80"/>
    <w:rsid w:val="00DA5F68"/>
    <w:rsid w:val="00DA69CA"/>
    <w:rsid w:val="00DB0512"/>
    <w:rsid w:val="00DB0707"/>
    <w:rsid w:val="00DB0A7C"/>
    <w:rsid w:val="00DB0C14"/>
    <w:rsid w:val="00DB0D73"/>
    <w:rsid w:val="00DB10E0"/>
    <w:rsid w:val="00DB14B0"/>
    <w:rsid w:val="00DB1F82"/>
    <w:rsid w:val="00DB2131"/>
    <w:rsid w:val="00DB244E"/>
    <w:rsid w:val="00DB2962"/>
    <w:rsid w:val="00DB2ABE"/>
    <w:rsid w:val="00DB2B88"/>
    <w:rsid w:val="00DB4831"/>
    <w:rsid w:val="00DB6172"/>
    <w:rsid w:val="00DB6597"/>
    <w:rsid w:val="00DB697A"/>
    <w:rsid w:val="00DB71BE"/>
    <w:rsid w:val="00DB7326"/>
    <w:rsid w:val="00DB7457"/>
    <w:rsid w:val="00DB7628"/>
    <w:rsid w:val="00DB7D3F"/>
    <w:rsid w:val="00DB7D84"/>
    <w:rsid w:val="00DC011F"/>
    <w:rsid w:val="00DC0540"/>
    <w:rsid w:val="00DC0630"/>
    <w:rsid w:val="00DC0A8A"/>
    <w:rsid w:val="00DC18DD"/>
    <w:rsid w:val="00DC1A5D"/>
    <w:rsid w:val="00DC22D2"/>
    <w:rsid w:val="00DC25D8"/>
    <w:rsid w:val="00DC411F"/>
    <w:rsid w:val="00DC4367"/>
    <w:rsid w:val="00DC4BC0"/>
    <w:rsid w:val="00DC4C0F"/>
    <w:rsid w:val="00DC4EFC"/>
    <w:rsid w:val="00DC51E4"/>
    <w:rsid w:val="00DC520D"/>
    <w:rsid w:val="00DC557E"/>
    <w:rsid w:val="00DC5F8B"/>
    <w:rsid w:val="00DC60E4"/>
    <w:rsid w:val="00DC6300"/>
    <w:rsid w:val="00DC6658"/>
    <w:rsid w:val="00DC67CA"/>
    <w:rsid w:val="00DC686B"/>
    <w:rsid w:val="00DC6D65"/>
    <w:rsid w:val="00DC7695"/>
    <w:rsid w:val="00DC77FC"/>
    <w:rsid w:val="00DC7949"/>
    <w:rsid w:val="00DC7B81"/>
    <w:rsid w:val="00DC7E75"/>
    <w:rsid w:val="00DC7F15"/>
    <w:rsid w:val="00DD034F"/>
    <w:rsid w:val="00DD0442"/>
    <w:rsid w:val="00DD04B5"/>
    <w:rsid w:val="00DD1218"/>
    <w:rsid w:val="00DD1256"/>
    <w:rsid w:val="00DD1376"/>
    <w:rsid w:val="00DD15A2"/>
    <w:rsid w:val="00DD1889"/>
    <w:rsid w:val="00DD195A"/>
    <w:rsid w:val="00DD24BA"/>
    <w:rsid w:val="00DD2ECB"/>
    <w:rsid w:val="00DD3188"/>
    <w:rsid w:val="00DD369E"/>
    <w:rsid w:val="00DD4CD2"/>
    <w:rsid w:val="00DD78EA"/>
    <w:rsid w:val="00DE0BA5"/>
    <w:rsid w:val="00DE1548"/>
    <w:rsid w:val="00DE18E4"/>
    <w:rsid w:val="00DE2008"/>
    <w:rsid w:val="00DE2518"/>
    <w:rsid w:val="00DE2660"/>
    <w:rsid w:val="00DE274A"/>
    <w:rsid w:val="00DE2903"/>
    <w:rsid w:val="00DE2F5E"/>
    <w:rsid w:val="00DE33DC"/>
    <w:rsid w:val="00DE35BC"/>
    <w:rsid w:val="00DE3A1C"/>
    <w:rsid w:val="00DE3A31"/>
    <w:rsid w:val="00DE4118"/>
    <w:rsid w:val="00DE4269"/>
    <w:rsid w:val="00DE4678"/>
    <w:rsid w:val="00DE5354"/>
    <w:rsid w:val="00DE5EB2"/>
    <w:rsid w:val="00DE63CD"/>
    <w:rsid w:val="00DE64D7"/>
    <w:rsid w:val="00DE75A0"/>
    <w:rsid w:val="00DE7CDF"/>
    <w:rsid w:val="00DE7DFA"/>
    <w:rsid w:val="00DE7E3C"/>
    <w:rsid w:val="00DE7F6D"/>
    <w:rsid w:val="00DF0989"/>
    <w:rsid w:val="00DF0A8D"/>
    <w:rsid w:val="00DF10CF"/>
    <w:rsid w:val="00DF12A9"/>
    <w:rsid w:val="00DF137F"/>
    <w:rsid w:val="00DF14DF"/>
    <w:rsid w:val="00DF1568"/>
    <w:rsid w:val="00DF1ABD"/>
    <w:rsid w:val="00DF2774"/>
    <w:rsid w:val="00DF2A48"/>
    <w:rsid w:val="00DF2E53"/>
    <w:rsid w:val="00DF3EBE"/>
    <w:rsid w:val="00DF4E77"/>
    <w:rsid w:val="00DF5875"/>
    <w:rsid w:val="00DF6BB4"/>
    <w:rsid w:val="00DF7A98"/>
    <w:rsid w:val="00E00180"/>
    <w:rsid w:val="00E00342"/>
    <w:rsid w:val="00E00CE1"/>
    <w:rsid w:val="00E00EC1"/>
    <w:rsid w:val="00E01B80"/>
    <w:rsid w:val="00E01C25"/>
    <w:rsid w:val="00E01C76"/>
    <w:rsid w:val="00E01F55"/>
    <w:rsid w:val="00E0246E"/>
    <w:rsid w:val="00E02D6D"/>
    <w:rsid w:val="00E03BDC"/>
    <w:rsid w:val="00E040C0"/>
    <w:rsid w:val="00E04245"/>
    <w:rsid w:val="00E04798"/>
    <w:rsid w:val="00E04C7D"/>
    <w:rsid w:val="00E04D51"/>
    <w:rsid w:val="00E04FA8"/>
    <w:rsid w:val="00E066F3"/>
    <w:rsid w:val="00E069FA"/>
    <w:rsid w:val="00E06A88"/>
    <w:rsid w:val="00E06C90"/>
    <w:rsid w:val="00E06D58"/>
    <w:rsid w:val="00E06DBE"/>
    <w:rsid w:val="00E074FA"/>
    <w:rsid w:val="00E0778E"/>
    <w:rsid w:val="00E079A4"/>
    <w:rsid w:val="00E07C54"/>
    <w:rsid w:val="00E07CB4"/>
    <w:rsid w:val="00E10CF1"/>
    <w:rsid w:val="00E11441"/>
    <w:rsid w:val="00E1187F"/>
    <w:rsid w:val="00E11B06"/>
    <w:rsid w:val="00E11CAE"/>
    <w:rsid w:val="00E1260B"/>
    <w:rsid w:val="00E139C3"/>
    <w:rsid w:val="00E13E8F"/>
    <w:rsid w:val="00E142F2"/>
    <w:rsid w:val="00E14536"/>
    <w:rsid w:val="00E14E38"/>
    <w:rsid w:val="00E1510C"/>
    <w:rsid w:val="00E1524B"/>
    <w:rsid w:val="00E15353"/>
    <w:rsid w:val="00E159A3"/>
    <w:rsid w:val="00E16C32"/>
    <w:rsid w:val="00E16E9F"/>
    <w:rsid w:val="00E171D0"/>
    <w:rsid w:val="00E1724E"/>
    <w:rsid w:val="00E17306"/>
    <w:rsid w:val="00E17860"/>
    <w:rsid w:val="00E20105"/>
    <w:rsid w:val="00E206D1"/>
    <w:rsid w:val="00E20EAF"/>
    <w:rsid w:val="00E2122A"/>
    <w:rsid w:val="00E212E3"/>
    <w:rsid w:val="00E2143F"/>
    <w:rsid w:val="00E22620"/>
    <w:rsid w:val="00E23416"/>
    <w:rsid w:val="00E256E2"/>
    <w:rsid w:val="00E25B04"/>
    <w:rsid w:val="00E25BBA"/>
    <w:rsid w:val="00E25F7C"/>
    <w:rsid w:val="00E26062"/>
    <w:rsid w:val="00E262D3"/>
    <w:rsid w:val="00E26C57"/>
    <w:rsid w:val="00E2717F"/>
    <w:rsid w:val="00E2740A"/>
    <w:rsid w:val="00E276EF"/>
    <w:rsid w:val="00E27727"/>
    <w:rsid w:val="00E27E92"/>
    <w:rsid w:val="00E302E8"/>
    <w:rsid w:val="00E3061E"/>
    <w:rsid w:val="00E30E40"/>
    <w:rsid w:val="00E31863"/>
    <w:rsid w:val="00E31B7E"/>
    <w:rsid w:val="00E3203C"/>
    <w:rsid w:val="00E321E1"/>
    <w:rsid w:val="00E322C6"/>
    <w:rsid w:val="00E32CE1"/>
    <w:rsid w:val="00E33401"/>
    <w:rsid w:val="00E33955"/>
    <w:rsid w:val="00E34002"/>
    <w:rsid w:val="00E345D0"/>
    <w:rsid w:val="00E35402"/>
    <w:rsid w:val="00E363A1"/>
    <w:rsid w:val="00E36525"/>
    <w:rsid w:val="00E36A32"/>
    <w:rsid w:val="00E37901"/>
    <w:rsid w:val="00E37FC2"/>
    <w:rsid w:val="00E40148"/>
    <w:rsid w:val="00E4029B"/>
    <w:rsid w:val="00E40612"/>
    <w:rsid w:val="00E41018"/>
    <w:rsid w:val="00E41351"/>
    <w:rsid w:val="00E418E6"/>
    <w:rsid w:val="00E41A59"/>
    <w:rsid w:val="00E42699"/>
    <w:rsid w:val="00E430CC"/>
    <w:rsid w:val="00E43369"/>
    <w:rsid w:val="00E4364E"/>
    <w:rsid w:val="00E43C16"/>
    <w:rsid w:val="00E440A8"/>
    <w:rsid w:val="00E44C8D"/>
    <w:rsid w:val="00E44F07"/>
    <w:rsid w:val="00E4525F"/>
    <w:rsid w:val="00E459D8"/>
    <w:rsid w:val="00E46804"/>
    <w:rsid w:val="00E47C93"/>
    <w:rsid w:val="00E47E48"/>
    <w:rsid w:val="00E50EB1"/>
    <w:rsid w:val="00E51040"/>
    <w:rsid w:val="00E515B6"/>
    <w:rsid w:val="00E51B91"/>
    <w:rsid w:val="00E524FA"/>
    <w:rsid w:val="00E52969"/>
    <w:rsid w:val="00E52994"/>
    <w:rsid w:val="00E529C1"/>
    <w:rsid w:val="00E52ADD"/>
    <w:rsid w:val="00E52B1F"/>
    <w:rsid w:val="00E52BAF"/>
    <w:rsid w:val="00E52F6B"/>
    <w:rsid w:val="00E5519B"/>
    <w:rsid w:val="00E551F2"/>
    <w:rsid w:val="00E56807"/>
    <w:rsid w:val="00E56EDA"/>
    <w:rsid w:val="00E57206"/>
    <w:rsid w:val="00E57706"/>
    <w:rsid w:val="00E57AA0"/>
    <w:rsid w:val="00E57F08"/>
    <w:rsid w:val="00E57F79"/>
    <w:rsid w:val="00E60767"/>
    <w:rsid w:val="00E60D59"/>
    <w:rsid w:val="00E610BC"/>
    <w:rsid w:val="00E6129A"/>
    <w:rsid w:val="00E62019"/>
    <w:rsid w:val="00E623ED"/>
    <w:rsid w:val="00E6326E"/>
    <w:rsid w:val="00E63290"/>
    <w:rsid w:val="00E64595"/>
    <w:rsid w:val="00E65000"/>
    <w:rsid w:val="00E655DC"/>
    <w:rsid w:val="00E65D62"/>
    <w:rsid w:val="00E66066"/>
    <w:rsid w:val="00E665CC"/>
    <w:rsid w:val="00E669D4"/>
    <w:rsid w:val="00E66BE9"/>
    <w:rsid w:val="00E67C91"/>
    <w:rsid w:val="00E70BD6"/>
    <w:rsid w:val="00E71507"/>
    <w:rsid w:val="00E71A60"/>
    <w:rsid w:val="00E72235"/>
    <w:rsid w:val="00E72E1D"/>
    <w:rsid w:val="00E73032"/>
    <w:rsid w:val="00E7347B"/>
    <w:rsid w:val="00E73699"/>
    <w:rsid w:val="00E73FFB"/>
    <w:rsid w:val="00E7417C"/>
    <w:rsid w:val="00E7435C"/>
    <w:rsid w:val="00E74BFC"/>
    <w:rsid w:val="00E7517E"/>
    <w:rsid w:val="00E75298"/>
    <w:rsid w:val="00E75400"/>
    <w:rsid w:val="00E75CCA"/>
    <w:rsid w:val="00E76F63"/>
    <w:rsid w:val="00E77032"/>
    <w:rsid w:val="00E77825"/>
    <w:rsid w:val="00E77B7D"/>
    <w:rsid w:val="00E8053F"/>
    <w:rsid w:val="00E8094A"/>
    <w:rsid w:val="00E81089"/>
    <w:rsid w:val="00E817BA"/>
    <w:rsid w:val="00E81A4A"/>
    <w:rsid w:val="00E821A3"/>
    <w:rsid w:val="00E82345"/>
    <w:rsid w:val="00E82370"/>
    <w:rsid w:val="00E82AF2"/>
    <w:rsid w:val="00E82D2F"/>
    <w:rsid w:val="00E82F9E"/>
    <w:rsid w:val="00E836C3"/>
    <w:rsid w:val="00E83E8D"/>
    <w:rsid w:val="00E840A4"/>
    <w:rsid w:val="00E851FB"/>
    <w:rsid w:val="00E854BC"/>
    <w:rsid w:val="00E86372"/>
    <w:rsid w:val="00E86A62"/>
    <w:rsid w:val="00E87A8C"/>
    <w:rsid w:val="00E901B3"/>
    <w:rsid w:val="00E90383"/>
    <w:rsid w:val="00E907C6"/>
    <w:rsid w:val="00E90F01"/>
    <w:rsid w:val="00E910C5"/>
    <w:rsid w:val="00E912A7"/>
    <w:rsid w:val="00E912E6"/>
    <w:rsid w:val="00E917D3"/>
    <w:rsid w:val="00E91C7E"/>
    <w:rsid w:val="00E91D17"/>
    <w:rsid w:val="00E9226C"/>
    <w:rsid w:val="00E9235E"/>
    <w:rsid w:val="00E92755"/>
    <w:rsid w:val="00E92932"/>
    <w:rsid w:val="00E932C7"/>
    <w:rsid w:val="00E93312"/>
    <w:rsid w:val="00E94134"/>
    <w:rsid w:val="00E94688"/>
    <w:rsid w:val="00E94B44"/>
    <w:rsid w:val="00E94ED1"/>
    <w:rsid w:val="00E95CE0"/>
    <w:rsid w:val="00E9695C"/>
    <w:rsid w:val="00E969F1"/>
    <w:rsid w:val="00E96F6D"/>
    <w:rsid w:val="00E972D5"/>
    <w:rsid w:val="00E97324"/>
    <w:rsid w:val="00E97653"/>
    <w:rsid w:val="00E97C5E"/>
    <w:rsid w:val="00E97EF2"/>
    <w:rsid w:val="00EA095B"/>
    <w:rsid w:val="00EA10F9"/>
    <w:rsid w:val="00EA1202"/>
    <w:rsid w:val="00EA1406"/>
    <w:rsid w:val="00EA15A2"/>
    <w:rsid w:val="00EA2282"/>
    <w:rsid w:val="00EA22C8"/>
    <w:rsid w:val="00EA22EC"/>
    <w:rsid w:val="00EA25A3"/>
    <w:rsid w:val="00EA28C7"/>
    <w:rsid w:val="00EA3225"/>
    <w:rsid w:val="00EA38FD"/>
    <w:rsid w:val="00EA3D7B"/>
    <w:rsid w:val="00EA3E21"/>
    <w:rsid w:val="00EA40B6"/>
    <w:rsid w:val="00EA4C1B"/>
    <w:rsid w:val="00EA541A"/>
    <w:rsid w:val="00EA5B1E"/>
    <w:rsid w:val="00EA5FC5"/>
    <w:rsid w:val="00EA6191"/>
    <w:rsid w:val="00EA6490"/>
    <w:rsid w:val="00EA67CD"/>
    <w:rsid w:val="00EA67F4"/>
    <w:rsid w:val="00EA6E13"/>
    <w:rsid w:val="00EA6EFE"/>
    <w:rsid w:val="00EA7308"/>
    <w:rsid w:val="00EA7EE0"/>
    <w:rsid w:val="00EB011B"/>
    <w:rsid w:val="00EB01CE"/>
    <w:rsid w:val="00EB01F7"/>
    <w:rsid w:val="00EB044F"/>
    <w:rsid w:val="00EB1512"/>
    <w:rsid w:val="00EB1DF2"/>
    <w:rsid w:val="00EB1F41"/>
    <w:rsid w:val="00EB1FB9"/>
    <w:rsid w:val="00EB1FCC"/>
    <w:rsid w:val="00EB259D"/>
    <w:rsid w:val="00EB2D1B"/>
    <w:rsid w:val="00EB35B6"/>
    <w:rsid w:val="00EB3ED7"/>
    <w:rsid w:val="00EB4A21"/>
    <w:rsid w:val="00EB4FB0"/>
    <w:rsid w:val="00EB5360"/>
    <w:rsid w:val="00EB5DD1"/>
    <w:rsid w:val="00EB74DD"/>
    <w:rsid w:val="00EB7B38"/>
    <w:rsid w:val="00EB7B3A"/>
    <w:rsid w:val="00EB7B9E"/>
    <w:rsid w:val="00EC075D"/>
    <w:rsid w:val="00EC0C60"/>
    <w:rsid w:val="00EC0D59"/>
    <w:rsid w:val="00EC1951"/>
    <w:rsid w:val="00EC2109"/>
    <w:rsid w:val="00EC258D"/>
    <w:rsid w:val="00EC268D"/>
    <w:rsid w:val="00EC322A"/>
    <w:rsid w:val="00EC386B"/>
    <w:rsid w:val="00EC417D"/>
    <w:rsid w:val="00EC4EF5"/>
    <w:rsid w:val="00EC5517"/>
    <w:rsid w:val="00EC5EED"/>
    <w:rsid w:val="00EC6720"/>
    <w:rsid w:val="00EC72B6"/>
    <w:rsid w:val="00EC74EA"/>
    <w:rsid w:val="00EC761B"/>
    <w:rsid w:val="00EC7834"/>
    <w:rsid w:val="00EC78E3"/>
    <w:rsid w:val="00EC793D"/>
    <w:rsid w:val="00EC7A45"/>
    <w:rsid w:val="00EC7C47"/>
    <w:rsid w:val="00ED0A16"/>
    <w:rsid w:val="00ED0AF7"/>
    <w:rsid w:val="00ED104A"/>
    <w:rsid w:val="00ED11A3"/>
    <w:rsid w:val="00ED15C5"/>
    <w:rsid w:val="00ED1BA1"/>
    <w:rsid w:val="00ED1F55"/>
    <w:rsid w:val="00ED29B7"/>
    <w:rsid w:val="00ED2B8F"/>
    <w:rsid w:val="00ED2BA8"/>
    <w:rsid w:val="00ED368E"/>
    <w:rsid w:val="00ED4558"/>
    <w:rsid w:val="00ED4F8C"/>
    <w:rsid w:val="00ED565D"/>
    <w:rsid w:val="00ED72E8"/>
    <w:rsid w:val="00ED768A"/>
    <w:rsid w:val="00ED772E"/>
    <w:rsid w:val="00EE0678"/>
    <w:rsid w:val="00EE0CA5"/>
    <w:rsid w:val="00EE1E0D"/>
    <w:rsid w:val="00EE206C"/>
    <w:rsid w:val="00EE2686"/>
    <w:rsid w:val="00EE2701"/>
    <w:rsid w:val="00EE2D43"/>
    <w:rsid w:val="00EE340E"/>
    <w:rsid w:val="00EE348E"/>
    <w:rsid w:val="00EE430C"/>
    <w:rsid w:val="00EE4A9B"/>
    <w:rsid w:val="00EE4EEE"/>
    <w:rsid w:val="00EE61CB"/>
    <w:rsid w:val="00EE64AF"/>
    <w:rsid w:val="00EE6781"/>
    <w:rsid w:val="00EE6975"/>
    <w:rsid w:val="00EE6CAA"/>
    <w:rsid w:val="00EE7083"/>
    <w:rsid w:val="00EF0CAC"/>
    <w:rsid w:val="00EF0DBA"/>
    <w:rsid w:val="00EF1100"/>
    <w:rsid w:val="00EF17AE"/>
    <w:rsid w:val="00EF1BAA"/>
    <w:rsid w:val="00EF256C"/>
    <w:rsid w:val="00EF2735"/>
    <w:rsid w:val="00EF2F2E"/>
    <w:rsid w:val="00EF3190"/>
    <w:rsid w:val="00EF3D11"/>
    <w:rsid w:val="00EF3DB6"/>
    <w:rsid w:val="00EF42E4"/>
    <w:rsid w:val="00EF4372"/>
    <w:rsid w:val="00EF438F"/>
    <w:rsid w:val="00EF45DF"/>
    <w:rsid w:val="00EF5363"/>
    <w:rsid w:val="00EF6197"/>
    <w:rsid w:val="00F00B6A"/>
    <w:rsid w:val="00F00EE5"/>
    <w:rsid w:val="00F00F6C"/>
    <w:rsid w:val="00F01424"/>
    <w:rsid w:val="00F0143E"/>
    <w:rsid w:val="00F0148C"/>
    <w:rsid w:val="00F01AC6"/>
    <w:rsid w:val="00F023B3"/>
    <w:rsid w:val="00F02778"/>
    <w:rsid w:val="00F02B9F"/>
    <w:rsid w:val="00F03AB5"/>
    <w:rsid w:val="00F03BAB"/>
    <w:rsid w:val="00F03D4E"/>
    <w:rsid w:val="00F03DED"/>
    <w:rsid w:val="00F04256"/>
    <w:rsid w:val="00F04572"/>
    <w:rsid w:val="00F04845"/>
    <w:rsid w:val="00F050FE"/>
    <w:rsid w:val="00F061D3"/>
    <w:rsid w:val="00F064DC"/>
    <w:rsid w:val="00F06508"/>
    <w:rsid w:val="00F06820"/>
    <w:rsid w:val="00F06C24"/>
    <w:rsid w:val="00F06E72"/>
    <w:rsid w:val="00F07241"/>
    <w:rsid w:val="00F0742D"/>
    <w:rsid w:val="00F07834"/>
    <w:rsid w:val="00F07A8B"/>
    <w:rsid w:val="00F07D21"/>
    <w:rsid w:val="00F07F3F"/>
    <w:rsid w:val="00F10244"/>
    <w:rsid w:val="00F105EE"/>
    <w:rsid w:val="00F11CBE"/>
    <w:rsid w:val="00F11D14"/>
    <w:rsid w:val="00F120F9"/>
    <w:rsid w:val="00F129CE"/>
    <w:rsid w:val="00F12D59"/>
    <w:rsid w:val="00F136B9"/>
    <w:rsid w:val="00F13AE0"/>
    <w:rsid w:val="00F141BF"/>
    <w:rsid w:val="00F142A8"/>
    <w:rsid w:val="00F149FC"/>
    <w:rsid w:val="00F1507C"/>
    <w:rsid w:val="00F1529E"/>
    <w:rsid w:val="00F1571A"/>
    <w:rsid w:val="00F157FC"/>
    <w:rsid w:val="00F16336"/>
    <w:rsid w:val="00F1698C"/>
    <w:rsid w:val="00F169F8"/>
    <w:rsid w:val="00F1703E"/>
    <w:rsid w:val="00F172A4"/>
    <w:rsid w:val="00F20191"/>
    <w:rsid w:val="00F201FB"/>
    <w:rsid w:val="00F21380"/>
    <w:rsid w:val="00F21507"/>
    <w:rsid w:val="00F21A3A"/>
    <w:rsid w:val="00F21D41"/>
    <w:rsid w:val="00F2219A"/>
    <w:rsid w:val="00F22351"/>
    <w:rsid w:val="00F22F92"/>
    <w:rsid w:val="00F234D4"/>
    <w:rsid w:val="00F2366D"/>
    <w:rsid w:val="00F23A45"/>
    <w:rsid w:val="00F23EBB"/>
    <w:rsid w:val="00F23FEA"/>
    <w:rsid w:val="00F24507"/>
    <w:rsid w:val="00F24643"/>
    <w:rsid w:val="00F246C9"/>
    <w:rsid w:val="00F25013"/>
    <w:rsid w:val="00F26006"/>
    <w:rsid w:val="00F264C7"/>
    <w:rsid w:val="00F266A5"/>
    <w:rsid w:val="00F26C7A"/>
    <w:rsid w:val="00F26DD3"/>
    <w:rsid w:val="00F27B16"/>
    <w:rsid w:val="00F27D71"/>
    <w:rsid w:val="00F303C2"/>
    <w:rsid w:val="00F303D7"/>
    <w:rsid w:val="00F30C3B"/>
    <w:rsid w:val="00F30E8C"/>
    <w:rsid w:val="00F31370"/>
    <w:rsid w:val="00F31A9A"/>
    <w:rsid w:val="00F3226B"/>
    <w:rsid w:val="00F32A9A"/>
    <w:rsid w:val="00F32E1B"/>
    <w:rsid w:val="00F33084"/>
    <w:rsid w:val="00F33F13"/>
    <w:rsid w:val="00F343C7"/>
    <w:rsid w:val="00F354F9"/>
    <w:rsid w:val="00F35739"/>
    <w:rsid w:val="00F3575D"/>
    <w:rsid w:val="00F3697D"/>
    <w:rsid w:val="00F36CAD"/>
    <w:rsid w:val="00F374C7"/>
    <w:rsid w:val="00F379FF"/>
    <w:rsid w:val="00F37B60"/>
    <w:rsid w:val="00F37DAD"/>
    <w:rsid w:val="00F37E69"/>
    <w:rsid w:val="00F41242"/>
    <w:rsid w:val="00F413CB"/>
    <w:rsid w:val="00F42960"/>
    <w:rsid w:val="00F42A2E"/>
    <w:rsid w:val="00F42C1B"/>
    <w:rsid w:val="00F435C0"/>
    <w:rsid w:val="00F43803"/>
    <w:rsid w:val="00F439B2"/>
    <w:rsid w:val="00F43AD9"/>
    <w:rsid w:val="00F43B64"/>
    <w:rsid w:val="00F4449B"/>
    <w:rsid w:val="00F44A58"/>
    <w:rsid w:val="00F44A63"/>
    <w:rsid w:val="00F44AE8"/>
    <w:rsid w:val="00F44C5F"/>
    <w:rsid w:val="00F453EC"/>
    <w:rsid w:val="00F45609"/>
    <w:rsid w:val="00F45715"/>
    <w:rsid w:val="00F45F8A"/>
    <w:rsid w:val="00F45FC1"/>
    <w:rsid w:val="00F464A0"/>
    <w:rsid w:val="00F4716B"/>
    <w:rsid w:val="00F471F5"/>
    <w:rsid w:val="00F473DD"/>
    <w:rsid w:val="00F4780D"/>
    <w:rsid w:val="00F47AC0"/>
    <w:rsid w:val="00F47AFC"/>
    <w:rsid w:val="00F47F8B"/>
    <w:rsid w:val="00F5022C"/>
    <w:rsid w:val="00F5080F"/>
    <w:rsid w:val="00F50C9F"/>
    <w:rsid w:val="00F50F86"/>
    <w:rsid w:val="00F51609"/>
    <w:rsid w:val="00F518F4"/>
    <w:rsid w:val="00F51E61"/>
    <w:rsid w:val="00F523FF"/>
    <w:rsid w:val="00F524A9"/>
    <w:rsid w:val="00F52540"/>
    <w:rsid w:val="00F52684"/>
    <w:rsid w:val="00F529B6"/>
    <w:rsid w:val="00F5321A"/>
    <w:rsid w:val="00F54E35"/>
    <w:rsid w:val="00F55039"/>
    <w:rsid w:val="00F55AD7"/>
    <w:rsid w:val="00F561EB"/>
    <w:rsid w:val="00F565A7"/>
    <w:rsid w:val="00F56B22"/>
    <w:rsid w:val="00F57254"/>
    <w:rsid w:val="00F57380"/>
    <w:rsid w:val="00F573C0"/>
    <w:rsid w:val="00F57440"/>
    <w:rsid w:val="00F60089"/>
    <w:rsid w:val="00F609D4"/>
    <w:rsid w:val="00F60A28"/>
    <w:rsid w:val="00F6120A"/>
    <w:rsid w:val="00F61D57"/>
    <w:rsid w:val="00F6239C"/>
    <w:rsid w:val="00F629B1"/>
    <w:rsid w:val="00F62EFF"/>
    <w:rsid w:val="00F63018"/>
    <w:rsid w:val="00F63E40"/>
    <w:rsid w:val="00F64145"/>
    <w:rsid w:val="00F6495B"/>
    <w:rsid w:val="00F64987"/>
    <w:rsid w:val="00F64AAA"/>
    <w:rsid w:val="00F64F17"/>
    <w:rsid w:val="00F64F48"/>
    <w:rsid w:val="00F650A9"/>
    <w:rsid w:val="00F652F7"/>
    <w:rsid w:val="00F664D9"/>
    <w:rsid w:val="00F66588"/>
    <w:rsid w:val="00F66C5E"/>
    <w:rsid w:val="00F67105"/>
    <w:rsid w:val="00F6745D"/>
    <w:rsid w:val="00F70810"/>
    <w:rsid w:val="00F70F0D"/>
    <w:rsid w:val="00F7117B"/>
    <w:rsid w:val="00F726CF"/>
    <w:rsid w:val="00F72BF3"/>
    <w:rsid w:val="00F72EB1"/>
    <w:rsid w:val="00F72F2C"/>
    <w:rsid w:val="00F73034"/>
    <w:rsid w:val="00F7328D"/>
    <w:rsid w:val="00F733A8"/>
    <w:rsid w:val="00F735D5"/>
    <w:rsid w:val="00F7360E"/>
    <w:rsid w:val="00F73714"/>
    <w:rsid w:val="00F7471B"/>
    <w:rsid w:val="00F750EF"/>
    <w:rsid w:val="00F7574D"/>
    <w:rsid w:val="00F75E64"/>
    <w:rsid w:val="00F75F96"/>
    <w:rsid w:val="00F761C8"/>
    <w:rsid w:val="00F773FA"/>
    <w:rsid w:val="00F776E5"/>
    <w:rsid w:val="00F776F6"/>
    <w:rsid w:val="00F77B00"/>
    <w:rsid w:val="00F80154"/>
    <w:rsid w:val="00F80C0C"/>
    <w:rsid w:val="00F80D44"/>
    <w:rsid w:val="00F8191E"/>
    <w:rsid w:val="00F819A9"/>
    <w:rsid w:val="00F81C93"/>
    <w:rsid w:val="00F82CCC"/>
    <w:rsid w:val="00F83EF1"/>
    <w:rsid w:val="00F846EA"/>
    <w:rsid w:val="00F84793"/>
    <w:rsid w:val="00F848F7"/>
    <w:rsid w:val="00F84C57"/>
    <w:rsid w:val="00F84DEE"/>
    <w:rsid w:val="00F8517B"/>
    <w:rsid w:val="00F85417"/>
    <w:rsid w:val="00F856FA"/>
    <w:rsid w:val="00F86426"/>
    <w:rsid w:val="00F86AD2"/>
    <w:rsid w:val="00F871D7"/>
    <w:rsid w:val="00F871F9"/>
    <w:rsid w:val="00F873FC"/>
    <w:rsid w:val="00F87F67"/>
    <w:rsid w:val="00F87F76"/>
    <w:rsid w:val="00F90340"/>
    <w:rsid w:val="00F9088A"/>
    <w:rsid w:val="00F90F2C"/>
    <w:rsid w:val="00F9128E"/>
    <w:rsid w:val="00F91365"/>
    <w:rsid w:val="00F916C1"/>
    <w:rsid w:val="00F924FC"/>
    <w:rsid w:val="00F92988"/>
    <w:rsid w:val="00F92B91"/>
    <w:rsid w:val="00F92D44"/>
    <w:rsid w:val="00F9321D"/>
    <w:rsid w:val="00F9325B"/>
    <w:rsid w:val="00F93B2A"/>
    <w:rsid w:val="00F94133"/>
    <w:rsid w:val="00F94665"/>
    <w:rsid w:val="00F9468C"/>
    <w:rsid w:val="00F9493A"/>
    <w:rsid w:val="00F94CDB"/>
    <w:rsid w:val="00F95C37"/>
    <w:rsid w:val="00F95F5D"/>
    <w:rsid w:val="00F96115"/>
    <w:rsid w:val="00F96EB3"/>
    <w:rsid w:val="00F9755F"/>
    <w:rsid w:val="00F975AA"/>
    <w:rsid w:val="00FA007A"/>
    <w:rsid w:val="00FA0DEC"/>
    <w:rsid w:val="00FA1067"/>
    <w:rsid w:val="00FA1567"/>
    <w:rsid w:val="00FA1908"/>
    <w:rsid w:val="00FA1D7E"/>
    <w:rsid w:val="00FA1FA1"/>
    <w:rsid w:val="00FA256C"/>
    <w:rsid w:val="00FA27C2"/>
    <w:rsid w:val="00FA2BE4"/>
    <w:rsid w:val="00FA2EDC"/>
    <w:rsid w:val="00FA3172"/>
    <w:rsid w:val="00FA349D"/>
    <w:rsid w:val="00FA42D5"/>
    <w:rsid w:val="00FA43F2"/>
    <w:rsid w:val="00FA4436"/>
    <w:rsid w:val="00FA462D"/>
    <w:rsid w:val="00FA4ED0"/>
    <w:rsid w:val="00FA5B17"/>
    <w:rsid w:val="00FA5C73"/>
    <w:rsid w:val="00FA6841"/>
    <w:rsid w:val="00FA7ED5"/>
    <w:rsid w:val="00FB0DF9"/>
    <w:rsid w:val="00FB16CC"/>
    <w:rsid w:val="00FB19CA"/>
    <w:rsid w:val="00FB1C12"/>
    <w:rsid w:val="00FB29D0"/>
    <w:rsid w:val="00FB2CBA"/>
    <w:rsid w:val="00FB2CF5"/>
    <w:rsid w:val="00FB2E49"/>
    <w:rsid w:val="00FB33DF"/>
    <w:rsid w:val="00FB3C4E"/>
    <w:rsid w:val="00FB3D27"/>
    <w:rsid w:val="00FB47B4"/>
    <w:rsid w:val="00FB51F0"/>
    <w:rsid w:val="00FB5AB1"/>
    <w:rsid w:val="00FB6175"/>
    <w:rsid w:val="00FB63F1"/>
    <w:rsid w:val="00FB7513"/>
    <w:rsid w:val="00FB79E2"/>
    <w:rsid w:val="00FC00FB"/>
    <w:rsid w:val="00FC0ADF"/>
    <w:rsid w:val="00FC11B3"/>
    <w:rsid w:val="00FC2308"/>
    <w:rsid w:val="00FC2A8B"/>
    <w:rsid w:val="00FC45FF"/>
    <w:rsid w:val="00FC4976"/>
    <w:rsid w:val="00FC4F73"/>
    <w:rsid w:val="00FC5E7C"/>
    <w:rsid w:val="00FC5FAA"/>
    <w:rsid w:val="00FC653F"/>
    <w:rsid w:val="00FC671D"/>
    <w:rsid w:val="00FC67A5"/>
    <w:rsid w:val="00FC6C0E"/>
    <w:rsid w:val="00FC6CF3"/>
    <w:rsid w:val="00FC70E5"/>
    <w:rsid w:val="00FC78A0"/>
    <w:rsid w:val="00FC79B3"/>
    <w:rsid w:val="00FC7C59"/>
    <w:rsid w:val="00FC7D68"/>
    <w:rsid w:val="00FD0630"/>
    <w:rsid w:val="00FD0750"/>
    <w:rsid w:val="00FD1072"/>
    <w:rsid w:val="00FD1278"/>
    <w:rsid w:val="00FD1399"/>
    <w:rsid w:val="00FD18EB"/>
    <w:rsid w:val="00FD1B24"/>
    <w:rsid w:val="00FD1BBF"/>
    <w:rsid w:val="00FD1FD4"/>
    <w:rsid w:val="00FD201C"/>
    <w:rsid w:val="00FD21E3"/>
    <w:rsid w:val="00FD3547"/>
    <w:rsid w:val="00FD39A3"/>
    <w:rsid w:val="00FD3F2C"/>
    <w:rsid w:val="00FD419E"/>
    <w:rsid w:val="00FD4BB2"/>
    <w:rsid w:val="00FD5102"/>
    <w:rsid w:val="00FD5908"/>
    <w:rsid w:val="00FD5A07"/>
    <w:rsid w:val="00FD5D49"/>
    <w:rsid w:val="00FD6EF2"/>
    <w:rsid w:val="00FD7C99"/>
    <w:rsid w:val="00FE05F7"/>
    <w:rsid w:val="00FE09FF"/>
    <w:rsid w:val="00FE1928"/>
    <w:rsid w:val="00FE1E4B"/>
    <w:rsid w:val="00FE3232"/>
    <w:rsid w:val="00FE3C24"/>
    <w:rsid w:val="00FE3C71"/>
    <w:rsid w:val="00FE4156"/>
    <w:rsid w:val="00FE4457"/>
    <w:rsid w:val="00FE4E0D"/>
    <w:rsid w:val="00FE4E21"/>
    <w:rsid w:val="00FE50BE"/>
    <w:rsid w:val="00FE5489"/>
    <w:rsid w:val="00FE57D6"/>
    <w:rsid w:val="00FE59E5"/>
    <w:rsid w:val="00FE653E"/>
    <w:rsid w:val="00FE76CD"/>
    <w:rsid w:val="00FE7830"/>
    <w:rsid w:val="00FF004D"/>
    <w:rsid w:val="00FF0220"/>
    <w:rsid w:val="00FF075B"/>
    <w:rsid w:val="00FF0962"/>
    <w:rsid w:val="00FF0B18"/>
    <w:rsid w:val="00FF0E91"/>
    <w:rsid w:val="00FF1389"/>
    <w:rsid w:val="00FF181D"/>
    <w:rsid w:val="00FF187F"/>
    <w:rsid w:val="00FF1988"/>
    <w:rsid w:val="00FF2862"/>
    <w:rsid w:val="00FF28FD"/>
    <w:rsid w:val="00FF2CB4"/>
    <w:rsid w:val="00FF2D0B"/>
    <w:rsid w:val="00FF3055"/>
    <w:rsid w:val="00FF31D3"/>
    <w:rsid w:val="00FF32EC"/>
    <w:rsid w:val="00FF333D"/>
    <w:rsid w:val="00FF3692"/>
    <w:rsid w:val="00FF3A6C"/>
    <w:rsid w:val="00FF4027"/>
    <w:rsid w:val="00FF4092"/>
    <w:rsid w:val="00FF4686"/>
    <w:rsid w:val="00FF4921"/>
    <w:rsid w:val="00FF51A9"/>
    <w:rsid w:val="00FF5316"/>
    <w:rsid w:val="00FF5DA0"/>
    <w:rsid w:val="00FF629E"/>
    <w:rsid w:val="00FF631C"/>
    <w:rsid w:val="00FF69FC"/>
    <w:rsid w:val="00FF7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19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F5192"/>
    <w:pPr>
      <w:ind w:right="4805"/>
    </w:pPr>
    <w:rPr>
      <w:bCs/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F5192"/>
    <w:rPr>
      <w:rFonts w:ascii="Times New Roman" w:hAnsi="Times New Roman" w:cs="Times New Roman"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F5192"/>
    <w:rPr>
      <w:rFonts w:ascii="Times New Roman" w:hAnsi="Times New Roman" w:cs="Times New Roman"/>
      <w:sz w:val="26"/>
      <w:szCs w:val="26"/>
      <w:lang w:eastAsia="ru-RU"/>
    </w:rPr>
  </w:style>
  <w:style w:type="paragraph" w:styleId="Header">
    <w:name w:val="header"/>
    <w:basedOn w:val="Normal"/>
    <w:link w:val="HeaderChar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519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41462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14624"/>
    <w:rPr>
      <w:rFonts w:ascii="Times New Roman" w:hAnsi="Times New Roman" w:cs="Times New Roman"/>
      <w:sz w:val="16"/>
      <w:szCs w:val="16"/>
      <w:lang w:eastAsia="ru-RU"/>
    </w:rPr>
  </w:style>
  <w:style w:type="paragraph" w:styleId="PlainText">
    <w:name w:val="Plain Text"/>
    <w:basedOn w:val="Normal"/>
    <w:link w:val="PlainTextChar"/>
    <w:uiPriority w:val="99"/>
    <w:rsid w:val="00414624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1462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373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373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F69B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69B5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D5BCE"/>
    <w:pPr>
      <w:ind w:left="720"/>
      <w:contextualSpacing/>
    </w:pPr>
  </w:style>
  <w:style w:type="paragraph" w:customStyle="1" w:styleId="1">
    <w:name w:val="Абзац списка1"/>
    <w:basedOn w:val="Normal"/>
    <w:uiPriority w:val="99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1B37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013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Без интервала"/>
    <w:uiPriority w:val="99"/>
    <w:rsid w:val="000068B5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221</Words>
  <Characters>1263</Characters>
  <Application>Microsoft Office Outlook</Application>
  <DocSecurity>0</DocSecurity>
  <Lines>0</Lines>
  <Paragraphs>0</Paragraphs>
  <ScaleCrop>false</ScaleCrop>
  <Company>Адм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Kanc5</dc:creator>
  <cp:keywords/>
  <dc:description/>
  <cp:lastModifiedBy>Тиман</cp:lastModifiedBy>
  <cp:revision>8</cp:revision>
  <cp:lastPrinted>2014-10-29T11:48:00Z</cp:lastPrinted>
  <dcterms:created xsi:type="dcterms:W3CDTF">2014-10-21T14:43:00Z</dcterms:created>
  <dcterms:modified xsi:type="dcterms:W3CDTF">2014-10-29T11:49:00Z</dcterms:modified>
</cp:coreProperties>
</file>